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D0071E" w14:textId="5C8133F6" w:rsidR="00171784" w:rsidRDefault="004F3A4A" w:rsidP="00CF2B58">
      <w:pPr>
        <w:spacing w:after="0" w:line="276" w:lineRule="auto"/>
        <w:rPr>
          <w:rFonts w:ascii="Arial" w:hAnsi="Arial" w:cs="Arial"/>
          <w:b/>
          <w:bCs/>
        </w:rPr>
      </w:pPr>
      <w:r>
        <w:rPr>
          <w:rFonts w:ascii="Arial" w:hAnsi="Arial" w:cs="Arial"/>
          <w:b/>
          <w:bCs/>
        </w:rPr>
        <w:t xml:space="preserve">RPL TOOLKIT – </w:t>
      </w:r>
      <w:r w:rsidRPr="004F3A4A">
        <w:rPr>
          <w:rFonts w:ascii="Arial" w:hAnsi="Arial" w:cs="Arial"/>
          <w:b/>
          <w:bCs/>
        </w:rPr>
        <w:t>INSTRUMENT 0</w:t>
      </w:r>
      <w:r>
        <w:rPr>
          <w:rFonts w:ascii="Arial" w:hAnsi="Arial" w:cs="Arial"/>
          <w:b/>
          <w:bCs/>
        </w:rPr>
        <w:t>3</w:t>
      </w:r>
      <w:r w:rsidRPr="004F3A4A">
        <w:rPr>
          <w:rFonts w:ascii="Arial" w:hAnsi="Arial" w:cs="Arial"/>
          <w:b/>
          <w:bCs/>
        </w:rPr>
        <w:t xml:space="preserve"> – </w:t>
      </w:r>
      <w:r w:rsidR="0001441E" w:rsidRPr="00A9760E">
        <w:rPr>
          <w:rFonts w:ascii="Arial" w:hAnsi="Arial" w:cs="Arial"/>
          <w:b/>
          <w:bCs/>
        </w:rPr>
        <w:t>MAPPING MATRIX</w:t>
      </w:r>
      <w:r w:rsidR="0001441E">
        <w:rPr>
          <w:rFonts w:ascii="Arial" w:hAnsi="Arial" w:cs="Arial"/>
          <w:b/>
          <w:bCs/>
        </w:rPr>
        <w:t xml:space="preserve"> (EXIT LEVEL OUTCOMES)</w:t>
      </w:r>
    </w:p>
    <w:p w14:paraId="3073398F" w14:textId="506A8D04" w:rsidR="00474366" w:rsidRPr="00CF2B58" w:rsidRDefault="00F94BD7" w:rsidP="00CF2B58">
      <w:pPr>
        <w:spacing w:line="276" w:lineRule="auto"/>
        <w:ind w:right="-563"/>
        <w:jc w:val="both"/>
        <w:rPr>
          <w:rFonts w:ascii="Arial" w:hAnsi="Arial" w:cs="Arial"/>
          <w:i/>
          <w:iCs/>
        </w:rPr>
      </w:pPr>
      <w:r w:rsidRPr="00CF2B58">
        <w:rPr>
          <w:rFonts w:ascii="Arial" w:hAnsi="Arial" w:cs="Arial"/>
          <w:i/>
          <w:iCs/>
        </w:rPr>
        <w:t>To be completed by the SDP RPL Assessor</w:t>
      </w:r>
    </w:p>
    <w:tbl>
      <w:tblPr>
        <w:tblStyle w:val="TableGrid"/>
        <w:tblW w:w="15162" w:type="dxa"/>
        <w:tblInd w:w="-5" w:type="dxa"/>
        <w:tblLook w:val="04A0" w:firstRow="1" w:lastRow="0" w:firstColumn="1" w:lastColumn="0" w:noHBand="0" w:noVBand="1"/>
      </w:tblPr>
      <w:tblGrid>
        <w:gridCol w:w="3686"/>
        <w:gridCol w:w="3694"/>
        <w:gridCol w:w="3855"/>
        <w:gridCol w:w="3927"/>
      </w:tblGrid>
      <w:tr w:rsidR="003A1A77" w14:paraId="5E399B2A" w14:textId="196B1D6A" w:rsidTr="00EF3588">
        <w:trPr>
          <w:trHeight w:val="397"/>
        </w:trPr>
        <w:tc>
          <w:tcPr>
            <w:tcW w:w="7380" w:type="dxa"/>
            <w:gridSpan w:val="2"/>
            <w:shd w:val="clear" w:color="auto" w:fill="DD5E15"/>
            <w:vAlign w:val="center"/>
          </w:tcPr>
          <w:p w14:paraId="74BBA86F" w14:textId="62EF84D6" w:rsidR="003A1A77" w:rsidRDefault="003A1A77" w:rsidP="00CF2B58">
            <w:pPr>
              <w:spacing w:line="276" w:lineRule="auto"/>
              <w:rPr>
                <w:rFonts w:ascii="Arial" w:hAnsi="Arial" w:cs="Arial"/>
              </w:rPr>
            </w:pPr>
            <w:r>
              <w:rPr>
                <w:rFonts w:ascii="Arial" w:hAnsi="Arial" w:cs="Arial"/>
                <w:b/>
                <w:bCs/>
                <w:color w:val="FFFFFF" w:themeColor="background1"/>
                <w:sz w:val="20"/>
                <w:szCs w:val="20"/>
              </w:rPr>
              <w:t>RPL Candidate Details</w:t>
            </w:r>
          </w:p>
        </w:tc>
        <w:tc>
          <w:tcPr>
            <w:tcW w:w="7782" w:type="dxa"/>
            <w:gridSpan w:val="2"/>
            <w:shd w:val="clear" w:color="auto" w:fill="E2D4AB"/>
            <w:vAlign w:val="center"/>
          </w:tcPr>
          <w:p w14:paraId="3D542487" w14:textId="11CEE587" w:rsidR="003A1A77" w:rsidRPr="00DD6F3D" w:rsidRDefault="003A1A77" w:rsidP="00CF2B58">
            <w:pPr>
              <w:spacing w:line="276" w:lineRule="auto"/>
              <w:rPr>
                <w:rFonts w:ascii="Arial" w:hAnsi="Arial" w:cs="Arial"/>
                <w:b/>
                <w:bCs/>
                <w:sz w:val="20"/>
                <w:szCs w:val="20"/>
              </w:rPr>
            </w:pPr>
            <w:r w:rsidRPr="00DD6F3D">
              <w:rPr>
                <w:rFonts w:ascii="Arial" w:hAnsi="Arial" w:cs="Arial"/>
                <w:b/>
                <w:bCs/>
                <w:sz w:val="20"/>
                <w:szCs w:val="20"/>
              </w:rPr>
              <w:t>SDP Details</w:t>
            </w:r>
          </w:p>
        </w:tc>
      </w:tr>
      <w:tr w:rsidR="003A1A77" w14:paraId="22C1A14C" w14:textId="77777777" w:rsidTr="00EF3588">
        <w:trPr>
          <w:trHeight w:val="397"/>
        </w:trPr>
        <w:tc>
          <w:tcPr>
            <w:tcW w:w="3686" w:type="dxa"/>
            <w:shd w:val="clear" w:color="auto" w:fill="DD5E15"/>
            <w:vAlign w:val="center"/>
          </w:tcPr>
          <w:p w14:paraId="35957A57" w14:textId="77777777" w:rsidR="003A1A77" w:rsidRPr="00001D40" w:rsidRDefault="003A1A77" w:rsidP="00CF2B58">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Candidate Name </w:t>
            </w:r>
          </w:p>
        </w:tc>
        <w:tc>
          <w:tcPr>
            <w:tcW w:w="3694" w:type="dxa"/>
            <w:vAlign w:val="center"/>
          </w:tcPr>
          <w:p w14:paraId="428321AA" w14:textId="77777777" w:rsidR="003A1A77" w:rsidRDefault="003A1A77" w:rsidP="00CF2B58">
            <w:pPr>
              <w:spacing w:line="276" w:lineRule="auto"/>
              <w:rPr>
                <w:rFonts w:ascii="Arial" w:hAnsi="Arial" w:cs="Arial"/>
              </w:rPr>
            </w:pPr>
          </w:p>
        </w:tc>
        <w:tc>
          <w:tcPr>
            <w:tcW w:w="3855" w:type="dxa"/>
            <w:shd w:val="clear" w:color="auto" w:fill="E2D4AB"/>
            <w:vAlign w:val="center"/>
          </w:tcPr>
          <w:p w14:paraId="3BAF4A3B" w14:textId="77777777" w:rsidR="003A1A77" w:rsidRPr="00DD6F3D" w:rsidRDefault="003A1A77" w:rsidP="00CF2B58">
            <w:pPr>
              <w:spacing w:line="276" w:lineRule="auto"/>
              <w:rPr>
                <w:rFonts w:ascii="Arial" w:hAnsi="Arial" w:cs="Arial"/>
                <w:b/>
                <w:bCs/>
                <w:sz w:val="20"/>
                <w:szCs w:val="20"/>
              </w:rPr>
            </w:pPr>
            <w:r w:rsidRPr="00DD6F3D">
              <w:rPr>
                <w:rFonts w:ascii="Arial" w:hAnsi="Arial" w:cs="Arial"/>
                <w:b/>
                <w:bCs/>
                <w:sz w:val="20"/>
                <w:szCs w:val="20"/>
              </w:rPr>
              <w:t>SDP Entity Name</w:t>
            </w:r>
          </w:p>
        </w:tc>
        <w:tc>
          <w:tcPr>
            <w:tcW w:w="3927" w:type="dxa"/>
            <w:vAlign w:val="center"/>
          </w:tcPr>
          <w:p w14:paraId="4EBF7A3F" w14:textId="77777777" w:rsidR="003A1A77" w:rsidRDefault="003A1A77" w:rsidP="00CF2B58">
            <w:pPr>
              <w:spacing w:line="276" w:lineRule="auto"/>
              <w:rPr>
                <w:rFonts w:ascii="Arial" w:hAnsi="Arial" w:cs="Arial"/>
              </w:rPr>
            </w:pPr>
          </w:p>
        </w:tc>
      </w:tr>
      <w:tr w:rsidR="000C1C88" w14:paraId="543CA273" w14:textId="0EC9E588" w:rsidTr="00EF3588">
        <w:trPr>
          <w:trHeight w:val="397"/>
        </w:trPr>
        <w:tc>
          <w:tcPr>
            <w:tcW w:w="3686" w:type="dxa"/>
            <w:shd w:val="clear" w:color="auto" w:fill="DD5E15"/>
            <w:vAlign w:val="center"/>
          </w:tcPr>
          <w:p w14:paraId="63028960" w14:textId="4920ECFE" w:rsidR="000C1C88" w:rsidRPr="00001D40" w:rsidRDefault="000C1C88" w:rsidP="00CF2B58">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Candidate ID </w:t>
            </w:r>
            <w:r w:rsidR="004C769E">
              <w:rPr>
                <w:rFonts w:ascii="Arial" w:hAnsi="Arial" w:cs="Arial"/>
                <w:b/>
                <w:bCs/>
                <w:color w:val="FFFFFF" w:themeColor="background1"/>
                <w:sz w:val="20"/>
                <w:szCs w:val="20"/>
              </w:rPr>
              <w:t>No.</w:t>
            </w:r>
          </w:p>
        </w:tc>
        <w:tc>
          <w:tcPr>
            <w:tcW w:w="3694" w:type="dxa"/>
            <w:vAlign w:val="center"/>
          </w:tcPr>
          <w:p w14:paraId="735D1006" w14:textId="77777777" w:rsidR="000C1C88" w:rsidRDefault="000C1C88" w:rsidP="00CF2B58">
            <w:pPr>
              <w:spacing w:line="276" w:lineRule="auto"/>
              <w:rPr>
                <w:rFonts w:ascii="Arial" w:hAnsi="Arial" w:cs="Arial"/>
              </w:rPr>
            </w:pPr>
          </w:p>
        </w:tc>
        <w:tc>
          <w:tcPr>
            <w:tcW w:w="3855" w:type="dxa"/>
            <w:shd w:val="clear" w:color="auto" w:fill="E2D4AB"/>
            <w:vAlign w:val="center"/>
          </w:tcPr>
          <w:p w14:paraId="2E6C854E" w14:textId="3B872F0A" w:rsidR="000C1C88" w:rsidRPr="00DD6F3D" w:rsidRDefault="00F5151B" w:rsidP="00CF2B58">
            <w:pPr>
              <w:spacing w:line="276" w:lineRule="auto"/>
              <w:rPr>
                <w:rFonts w:ascii="Arial" w:hAnsi="Arial" w:cs="Arial"/>
                <w:b/>
                <w:bCs/>
                <w:sz w:val="20"/>
                <w:szCs w:val="20"/>
              </w:rPr>
            </w:pPr>
            <w:r w:rsidRPr="00DD6F3D">
              <w:rPr>
                <w:rFonts w:ascii="Arial" w:hAnsi="Arial" w:cs="Arial"/>
                <w:b/>
                <w:bCs/>
                <w:sz w:val="20"/>
                <w:szCs w:val="20"/>
              </w:rPr>
              <w:t>SDP Representative Name</w:t>
            </w:r>
          </w:p>
        </w:tc>
        <w:tc>
          <w:tcPr>
            <w:tcW w:w="3927" w:type="dxa"/>
            <w:vAlign w:val="center"/>
          </w:tcPr>
          <w:p w14:paraId="72773FBD" w14:textId="77777777" w:rsidR="000C1C88" w:rsidRDefault="000C1C88" w:rsidP="00CF2B58">
            <w:pPr>
              <w:spacing w:line="276" w:lineRule="auto"/>
              <w:rPr>
                <w:rFonts w:ascii="Arial" w:hAnsi="Arial" w:cs="Arial"/>
              </w:rPr>
            </w:pPr>
          </w:p>
        </w:tc>
      </w:tr>
      <w:tr w:rsidR="00A31949" w:rsidRPr="00001D40" w14:paraId="60E71DD6" w14:textId="226254B2" w:rsidTr="00EF3588">
        <w:trPr>
          <w:trHeight w:val="397"/>
        </w:trPr>
        <w:tc>
          <w:tcPr>
            <w:tcW w:w="3686" w:type="dxa"/>
            <w:shd w:val="clear" w:color="auto" w:fill="DD5E15"/>
            <w:vAlign w:val="center"/>
          </w:tcPr>
          <w:p w14:paraId="07B8F4C4" w14:textId="3315F5F9" w:rsidR="00A31949" w:rsidRPr="00001D40" w:rsidRDefault="00A31949" w:rsidP="00A31949">
            <w:pPr>
              <w:spacing w:line="276" w:lineRule="auto"/>
              <w:rPr>
                <w:rFonts w:ascii="Arial" w:hAnsi="Arial" w:cs="Arial"/>
                <w:b/>
                <w:bCs/>
                <w:color w:val="FFFFFF" w:themeColor="background1"/>
                <w:sz w:val="20"/>
                <w:szCs w:val="20"/>
              </w:rPr>
            </w:pPr>
            <w:r>
              <w:rPr>
                <w:rFonts w:ascii="Arial" w:hAnsi="Arial" w:cs="Arial"/>
                <w:b/>
                <w:bCs/>
                <w:color w:val="FFFFFF" w:themeColor="background1"/>
                <w:sz w:val="20"/>
                <w:szCs w:val="20"/>
              </w:rPr>
              <w:t xml:space="preserve">RPL </w:t>
            </w:r>
            <w:r w:rsidRPr="00001D40">
              <w:rPr>
                <w:rFonts w:ascii="Arial" w:hAnsi="Arial" w:cs="Arial"/>
                <w:b/>
                <w:bCs/>
                <w:color w:val="FFFFFF" w:themeColor="background1"/>
                <w:sz w:val="20"/>
                <w:szCs w:val="20"/>
              </w:rPr>
              <w:t>Occupational Qualification Title</w:t>
            </w:r>
          </w:p>
        </w:tc>
        <w:tc>
          <w:tcPr>
            <w:tcW w:w="3694" w:type="dxa"/>
            <w:vAlign w:val="center"/>
          </w:tcPr>
          <w:p w14:paraId="5D92B999" w14:textId="73A7E73E" w:rsidR="00A31949" w:rsidRPr="00336F01" w:rsidRDefault="00A31949" w:rsidP="00A31949">
            <w:pPr>
              <w:spacing w:line="276" w:lineRule="auto"/>
              <w:rPr>
                <w:rFonts w:ascii="Aptos" w:hAnsi="Aptos" w:cs="Arial"/>
                <w:b/>
                <w:bCs/>
                <w:color w:val="FFFFFF" w:themeColor="background1"/>
                <w:sz w:val="20"/>
                <w:szCs w:val="20"/>
              </w:rPr>
            </w:pPr>
            <w:r w:rsidRPr="00336F01">
              <w:rPr>
                <w:rFonts w:ascii="Aptos" w:hAnsi="Aptos" w:cs="Arial"/>
                <w:sz w:val="20"/>
                <w:szCs w:val="20"/>
              </w:rPr>
              <w:t>Advanced Occupational Certificate: Human Resource Management Officer</w:t>
            </w:r>
          </w:p>
        </w:tc>
        <w:tc>
          <w:tcPr>
            <w:tcW w:w="3855" w:type="dxa"/>
            <w:shd w:val="clear" w:color="auto" w:fill="E2D4AB"/>
            <w:vAlign w:val="center"/>
          </w:tcPr>
          <w:p w14:paraId="01B30145" w14:textId="3B114F49" w:rsidR="00A31949" w:rsidRPr="00DD6F3D" w:rsidRDefault="00A31949" w:rsidP="00A31949">
            <w:pPr>
              <w:spacing w:line="276" w:lineRule="auto"/>
              <w:rPr>
                <w:rFonts w:ascii="Arial" w:hAnsi="Arial" w:cs="Arial"/>
                <w:b/>
                <w:bCs/>
                <w:sz w:val="20"/>
                <w:szCs w:val="20"/>
              </w:rPr>
            </w:pPr>
            <w:r w:rsidRPr="00DD6F3D">
              <w:rPr>
                <w:rFonts w:ascii="Arial" w:hAnsi="Arial" w:cs="Arial"/>
                <w:b/>
                <w:bCs/>
                <w:sz w:val="20"/>
                <w:szCs w:val="20"/>
              </w:rPr>
              <w:t>SDP QCTO Accreditation N</w:t>
            </w:r>
            <w:r>
              <w:rPr>
                <w:rFonts w:ascii="Arial" w:hAnsi="Arial" w:cs="Arial"/>
                <w:b/>
                <w:bCs/>
                <w:sz w:val="20"/>
                <w:szCs w:val="20"/>
              </w:rPr>
              <w:t>o.</w:t>
            </w:r>
          </w:p>
        </w:tc>
        <w:tc>
          <w:tcPr>
            <w:tcW w:w="3927" w:type="dxa"/>
            <w:vAlign w:val="center"/>
          </w:tcPr>
          <w:p w14:paraId="3157E617" w14:textId="77777777" w:rsidR="00A31949" w:rsidRPr="00001D40" w:rsidRDefault="00A31949" w:rsidP="00A31949">
            <w:pPr>
              <w:spacing w:line="276" w:lineRule="auto"/>
              <w:rPr>
                <w:rFonts w:ascii="Arial" w:hAnsi="Arial" w:cs="Arial"/>
                <w:b/>
                <w:bCs/>
                <w:color w:val="FFFFFF" w:themeColor="background1"/>
                <w:sz w:val="20"/>
                <w:szCs w:val="20"/>
              </w:rPr>
            </w:pPr>
          </w:p>
        </w:tc>
      </w:tr>
      <w:tr w:rsidR="00A31949" w:rsidRPr="00001D40" w14:paraId="0BDC4426" w14:textId="44FDF202" w:rsidTr="00EF3588">
        <w:trPr>
          <w:trHeight w:val="397"/>
        </w:trPr>
        <w:tc>
          <w:tcPr>
            <w:tcW w:w="3686" w:type="dxa"/>
            <w:shd w:val="clear" w:color="auto" w:fill="DD5E15"/>
            <w:vAlign w:val="center"/>
          </w:tcPr>
          <w:p w14:paraId="1D70933B" w14:textId="65A342F3" w:rsidR="00A31949" w:rsidRPr="00001D40" w:rsidRDefault="00A31949" w:rsidP="00A31949">
            <w:pPr>
              <w:spacing w:line="276" w:lineRule="auto"/>
              <w:rPr>
                <w:rFonts w:ascii="Arial" w:hAnsi="Arial" w:cs="Arial"/>
                <w:b/>
                <w:bCs/>
                <w:color w:val="FFFFFF" w:themeColor="background1"/>
                <w:sz w:val="20"/>
                <w:szCs w:val="20"/>
              </w:rPr>
            </w:pPr>
            <w:r>
              <w:rPr>
                <w:rFonts w:ascii="Arial" w:hAnsi="Arial" w:cs="Arial"/>
                <w:b/>
                <w:bCs/>
                <w:color w:val="FFFFFF" w:themeColor="background1"/>
                <w:sz w:val="20"/>
                <w:szCs w:val="20"/>
              </w:rPr>
              <w:t>SAQA</w:t>
            </w:r>
            <w:r w:rsidRPr="00001D40">
              <w:rPr>
                <w:rFonts w:ascii="Arial" w:hAnsi="Arial" w:cs="Arial"/>
                <w:b/>
                <w:bCs/>
                <w:color w:val="FFFFFF" w:themeColor="background1"/>
                <w:sz w:val="20"/>
                <w:szCs w:val="20"/>
              </w:rPr>
              <w:t xml:space="preserve"> ID</w:t>
            </w:r>
          </w:p>
        </w:tc>
        <w:tc>
          <w:tcPr>
            <w:tcW w:w="3694" w:type="dxa"/>
            <w:vAlign w:val="center"/>
          </w:tcPr>
          <w:p w14:paraId="02CCF4E9" w14:textId="5B80B637" w:rsidR="00A31949" w:rsidRPr="00336F01" w:rsidRDefault="00A31949" w:rsidP="00A31949">
            <w:pPr>
              <w:spacing w:line="276" w:lineRule="auto"/>
              <w:rPr>
                <w:rFonts w:ascii="Aptos" w:hAnsi="Aptos" w:cs="Arial"/>
                <w:b/>
                <w:bCs/>
                <w:color w:val="FFFFFF" w:themeColor="background1"/>
                <w:sz w:val="20"/>
                <w:szCs w:val="20"/>
              </w:rPr>
            </w:pPr>
            <w:r w:rsidRPr="00336F01">
              <w:rPr>
                <w:rFonts w:ascii="Aptos" w:hAnsi="Aptos" w:cs="Arial"/>
                <w:sz w:val="20"/>
                <w:szCs w:val="20"/>
              </w:rPr>
              <w:t>121151</w:t>
            </w:r>
          </w:p>
        </w:tc>
        <w:tc>
          <w:tcPr>
            <w:tcW w:w="3855" w:type="dxa"/>
            <w:shd w:val="clear" w:color="auto" w:fill="E2D4AB"/>
            <w:vAlign w:val="center"/>
          </w:tcPr>
          <w:p w14:paraId="2398498A" w14:textId="12533BEB" w:rsidR="00A31949" w:rsidRPr="00DD6F3D" w:rsidRDefault="00A31949" w:rsidP="00A31949">
            <w:pPr>
              <w:spacing w:line="276" w:lineRule="auto"/>
              <w:rPr>
                <w:rFonts w:ascii="Arial" w:hAnsi="Arial" w:cs="Arial"/>
                <w:b/>
                <w:bCs/>
                <w:sz w:val="20"/>
                <w:szCs w:val="20"/>
              </w:rPr>
            </w:pPr>
            <w:r w:rsidRPr="00DD6F3D">
              <w:rPr>
                <w:rFonts w:ascii="Arial" w:hAnsi="Arial" w:cs="Arial"/>
                <w:b/>
                <w:bCs/>
                <w:sz w:val="20"/>
                <w:szCs w:val="20"/>
              </w:rPr>
              <w:t>Assessor Name</w:t>
            </w:r>
          </w:p>
        </w:tc>
        <w:tc>
          <w:tcPr>
            <w:tcW w:w="3927" w:type="dxa"/>
            <w:vAlign w:val="center"/>
          </w:tcPr>
          <w:p w14:paraId="5D3A19EE" w14:textId="77777777" w:rsidR="00A31949" w:rsidRPr="00001D40" w:rsidRDefault="00A31949" w:rsidP="00A31949">
            <w:pPr>
              <w:spacing w:line="276" w:lineRule="auto"/>
              <w:rPr>
                <w:rFonts w:ascii="Arial" w:hAnsi="Arial" w:cs="Arial"/>
                <w:b/>
                <w:bCs/>
                <w:color w:val="FFFFFF" w:themeColor="background1"/>
                <w:sz w:val="20"/>
                <w:szCs w:val="20"/>
              </w:rPr>
            </w:pPr>
          </w:p>
        </w:tc>
      </w:tr>
      <w:tr w:rsidR="00A31949" w:rsidRPr="00001D40" w14:paraId="752E5000" w14:textId="1506FFC8" w:rsidTr="00EF3588">
        <w:trPr>
          <w:trHeight w:val="397"/>
        </w:trPr>
        <w:tc>
          <w:tcPr>
            <w:tcW w:w="3686" w:type="dxa"/>
            <w:shd w:val="clear" w:color="auto" w:fill="DD5E15"/>
            <w:vAlign w:val="center"/>
          </w:tcPr>
          <w:p w14:paraId="1C2F0D72" w14:textId="609E638F" w:rsidR="00A31949" w:rsidRPr="00001D40" w:rsidRDefault="00A31949" w:rsidP="00A31949">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Credits </w:t>
            </w:r>
            <w:r>
              <w:rPr>
                <w:rFonts w:ascii="Arial" w:hAnsi="Arial" w:cs="Arial"/>
                <w:b/>
                <w:bCs/>
                <w:color w:val="FFFFFF" w:themeColor="background1"/>
                <w:sz w:val="20"/>
                <w:szCs w:val="20"/>
              </w:rPr>
              <w:t>and</w:t>
            </w:r>
            <w:r w:rsidRPr="00001D40">
              <w:rPr>
                <w:rFonts w:ascii="Arial" w:hAnsi="Arial" w:cs="Arial"/>
                <w:b/>
                <w:bCs/>
                <w:color w:val="FFFFFF" w:themeColor="background1"/>
                <w:sz w:val="20"/>
                <w:szCs w:val="20"/>
              </w:rPr>
              <w:t xml:space="preserve"> NQF </w:t>
            </w:r>
            <w:r>
              <w:rPr>
                <w:rFonts w:ascii="Arial" w:hAnsi="Arial" w:cs="Arial"/>
                <w:b/>
                <w:bCs/>
                <w:color w:val="FFFFFF" w:themeColor="background1"/>
                <w:sz w:val="20"/>
                <w:szCs w:val="20"/>
              </w:rPr>
              <w:t>Level</w:t>
            </w:r>
          </w:p>
        </w:tc>
        <w:tc>
          <w:tcPr>
            <w:tcW w:w="3694" w:type="dxa"/>
            <w:vAlign w:val="center"/>
          </w:tcPr>
          <w:p w14:paraId="54239C41" w14:textId="3C4AA3D9" w:rsidR="00A31949" w:rsidRPr="00336F01" w:rsidRDefault="00A31949" w:rsidP="00A31949">
            <w:pPr>
              <w:spacing w:line="276" w:lineRule="auto"/>
              <w:rPr>
                <w:rFonts w:ascii="Aptos" w:hAnsi="Aptos" w:cs="Arial"/>
                <w:b/>
                <w:bCs/>
                <w:color w:val="FFFFFF" w:themeColor="background1"/>
                <w:sz w:val="20"/>
                <w:szCs w:val="20"/>
              </w:rPr>
            </w:pPr>
            <w:r w:rsidRPr="00336F01">
              <w:rPr>
                <w:rFonts w:ascii="Aptos" w:hAnsi="Aptos" w:cs="Arial"/>
                <w:sz w:val="20"/>
                <w:szCs w:val="20"/>
              </w:rPr>
              <w:t>134, L6</w:t>
            </w:r>
          </w:p>
        </w:tc>
        <w:tc>
          <w:tcPr>
            <w:tcW w:w="3855" w:type="dxa"/>
            <w:shd w:val="clear" w:color="auto" w:fill="E2D4AB"/>
            <w:vAlign w:val="center"/>
          </w:tcPr>
          <w:p w14:paraId="16DC8204" w14:textId="7C40573A" w:rsidR="00A31949" w:rsidRPr="00DD6F3D" w:rsidRDefault="00A31949" w:rsidP="00A31949">
            <w:pPr>
              <w:spacing w:line="276" w:lineRule="auto"/>
              <w:rPr>
                <w:rFonts w:ascii="Arial" w:hAnsi="Arial" w:cs="Arial"/>
                <w:b/>
                <w:bCs/>
                <w:sz w:val="20"/>
                <w:szCs w:val="20"/>
              </w:rPr>
            </w:pPr>
            <w:r w:rsidRPr="00DD6F3D">
              <w:rPr>
                <w:rFonts w:ascii="Arial" w:hAnsi="Arial" w:cs="Arial"/>
                <w:b/>
                <w:bCs/>
                <w:sz w:val="20"/>
                <w:szCs w:val="20"/>
              </w:rPr>
              <w:t>Assessor Registration N</w:t>
            </w:r>
            <w:r>
              <w:rPr>
                <w:rFonts w:ascii="Arial" w:hAnsi="Arial" w:cs="Arial"/>
                <w:b/>
                <w:bCs/>
                <w:sz w:val="20"/>
                <w:szCs w:val="20"/>
              </w:rPr>
              <w:t>o.</w:t>
            </w:r>
          </w:p>
        </w:tc>
        <w:tc>
          <w:tcPr>
            <w:tcW w:w="3927" w:type="dxa"/>
            <w:vAlign w:val="center"/>
          </w:tcPr>
          <w:p w14:paraId="488F5547" w14:textId="77777777" w:rsidR="00A31949" w:rsidRPr="00001D40" w:rsidRDefault="00A31949" w:rsidP="00A31949">
            <w:pPr>
              <w:spacing w:line="276" w:lineRule="auto"/>
              <w:rPr>
                <w:rFonts w:ascii="Arial" w:hAnsi="Arial" w:cs="Arial"/>
                <w:b/>
                <w:bCs/>
                <w:color w:val="FFFFFF" w:themeColor="background1"/>
                <w:sz w:val="20"/>
                <w:szCs w:val="20"/>
              </w:rPr>
            </w:pPr>
          </w:p>
        </w:tc>
      </w:tr>
    </w:tbl>
    <w:p w14:paraId="198B63CF" w14:textId="6D643168" w:rsidR="00446468" w:rsidRPr="00925B38" w:rsidRDefault="009B525B" w:rsidP="00CF2B58">
      <w:pPr>
        <w:spacing w:before="240" w:after="0" w:line="276" w:lineRule="auto"/>
        <w:rPr>
          <w:rFonts w:ascii="Arial" w:hAnsi="Arial" w:cs="Arial"/>
          <w:i/>
          <w:iCs/>
        </w:rPr>
      </w:pPr>
      <w:r w:rsidRPr="00925B38">
        <w:rPr>
          <w:rFonts w:ascii="Arial" w:hAnsi="Arial" w:cs="Arial"/>
          <w:i/>
          <w:iCs/>
        </w:rPr>
        <w:t>Th</w:t>
      </w:r>
      <w:r w:rsidR="00BB7B26">
        <w:rPr>
          <w:rFonts w:ascii="Arial" w:hAnsi="Arial" w:cs="Arial"/>
          <w:i/>
          <w:iCs/>
        </w:rPr>
        <w:t>is</w:t>
      </w:r>
      <w:r w:rsidR="00446468" w:rsidRPr="00925B38">
        <w:rPr>
          <w:rFonts w:ascii="Arial" w:hAnsi="Arial" w:cs="Arial"/>
          <w:i/>
          <w:iCs/>
        </w:rPr>
        <w:t xml:space="preserve"> matrix </w:t>
      </w:r>
      <w:r w:rsidR="00BB7B26">
        <w:rPr>
          <w:rFonts w:ascii="Arial" w:hAnsi="Arial" w:cs="Arial"/>
          <w:i/>
          <w:iCs/>
        </w:rPr>
        <w:t xml:space="preserve">maps the modules to the </w:t>
      </w:r>
      <w:r w:rsidR="00C87012">
        <w:rPr>
          <w:rFonts w:ascii="Arial" w:hAnsi="Arial" w:cs="Arial"/>
          <w:i/>
          <w:iCs/>
        </w:rPr>
        <w:t>assessment criteria</w:t>
      </w:r>
      <w:r w:rsidR="004D5061">
        <w:rPr>
          <w:rFonts w:ascii="Arial" w:hAnsi="Arial" w:cs="Arial"/>
          <w:i/>
          <w:iCs/>
        </w:rPr>
        <w:t xml:space="preserve"> for all </w:t>
      </w:r>
      <w:r w:rsidR="00166F4C">
        <w:rPr>
          <w:rFonts w:ascii="Arial" w:hAnsi="Arial" w:cs="Arial"/>
          <w:i/>
          <w:iCs/>
        </w:rPr>
        <w:t xml:space="preserve">SAQA registered occupational qualification </w:t>
      </w:r>
      <w:r w:rsidR="004D5061">
        <w:rPr>
          <w:rFonts w:ascii="Arial" w:hAnsi="Arial" w:cs="Arial"/>
          <w:i/>
          <w:iCs/>
        </w:rPr>
        <w:t>exit level outcomes</w:t>
      </w:r>
    </w:p>
    <w:tbl>
      <w:tblPr>
        <w:tblStyle w:val="TableGrid"/>
        <w:tblW w:w="15125" w:type="dxa"/>
        <w:tblLook w:val="04A0" w:firstRow="1" w:lastRow="0" w:firstColumn="1" w:lastColumn="0" w:noHBand="0" w:noVBand="1"/>
      </w:tblPr>
      <w:tblGrid>
        <w:gridCol w:w="3681"/>
        <w:gridCol w:w="5386"/>
        <w:gridCol w:w="2410"/>
        <w:gridCol w:w="3648"/>
      </w:tblGrid>
      <w:tr w:rsidR="00085C4A" w:rsidRPr="00F210A8" w14:paraId="30FA5314" w14:textId="77777777" w:rsidTr="007A2287">
        <w:trPr>
          <w:trHeight w:val="397"/>
        </w:trPr>
        <w:tc>
          <w:tcPr>
            <w:tcW w:w="3681" w:type="dxa"/>
            <w:shd w:val="clear" w:color="auto" w:fill="DD5E15"/>
            <w:vAlign w:val="center"/>
          </w:tcPr>
          <w:p w14:paraId="3FDE1DFF" w14:textId="24DC111B" w:rsidR="00085C4A" w:rsidRPr="00F210A8" w:rsidRDefault="00085C4A" w:rsidP="00CF2B58">
            <w:pPr>
              <w:spacing w:before="100" w:beforeAutospacing="1" w:after="100" w:afterAutospacing="1" w:line="276" w:lineRule="auto"/>
              <w:outlineLvl w:val="2"/>
              <w:rPr>
                <w:rFonts w:ascii="Arial" w:eastAsia="Times New Roman" w:hAnsi="Arial" w:cs="Arial"/>
                <w:b/>
                <w:bCs/>
                <w:sz w:val="20"/>
                <w:szCs w:val="20"/>
                <w:lang w:eastAsia="en-ZA"/>
              </w:rPr>
            </w:pPr>
            <w:r w:rsidRPr="00F210A8">
              <w:rPr>
                <w:rFonts w:ascii="Arial" w:hAnsi="Arial" w:cs="Arial"/>
                <w:b/>
                <w:bCs/>
                <w:color w:val="FFFFFF" w:themeColor="background1"/>
                <w:sz w:val="20"/>
                <w:szCs w:val="20"/>
              </w:rPr>
              <w:t>Exit Level Outcomes Competency</w:t>
            </w:r>
          </w:p>
        </w:tc>
        <w:tc>
          <w:tcPr>
            <w:tcW w:w="5386" w:type="dxa"/>
            <w:shd w:val="clear" w:color="auto" w:fill="DD5E15"/>
            <w:vAlign w:val="center"/>
          </w:tcPr>
          <w:p w14:paraId="4731968E" w14:textId="2988F820" w:rsidR="00085C4A" w:rsidRPr="00F210A8" w:rsidRDefault="00085C4A" w:rsidP="00CF2B58">
            <w:pPr>
              <w:spacing w:before="100" w:beforeAutospacing="1" w:after="100" w:afterAutospacing="1" w:line="276" w:lineRule="auto"/>
              <w:outlineLvl w:val="2"/>
              <w:rPr>
                <w:rFonts w:ascii="Arial" w:eastAsia="Times New Roman" w:hAnsi="Arial" w:cs="Arial"/>
                <w:b/>
                <w:bCs/>
                <w:sz w:val="20"/>
                <w:szCs w:val="20"/>
                <w:lang w:eastAsia="en-ZA"/>
              </w:rPr>
            </w:pPr>
            <w:r w:rsidRPr="00F210A8">
              <w:rPr>
                <w:rFonts w:ascii="Arial" w:hAnsi="Arial" w:cs="Arial"/>
                <w:b/>
                <w:bCs/>
                <w:color w:val="FFFFFF" w:themeColor="background1"/>
                <w:sz w:val="20"/>
                <w:szCs w:val="20"/>
              </w:rPr>
              <w:t>Evidence Provided</w:t>
            </w:r>
          </w:p>
        </w:tc>
        <w:tc>
          <w:tcPr>
            <w:tcW w:w="2410" w:type="dxa"/>
            <w:shd w:val="clear" w:color="auto" w:fill="DD5E15"/>
            <w:vAlign w:val="center"/>
          </w:tcPr>
          <w:p w14:paraId="54699409" w14:textId="06A3A9C3" w:rsidR="00085C4A" w:rsidRPr="00F210A8" w:rsidRDefault="00085C4A" w:rsidP="00CF2B58">
            <w:pPr>
              <w:spacing w:before="100" w:beforeAutospacing="1" w:after="100" w:afterAutospacing="1" w:line="276" w:lineRule="auto"/>
              <w:outlineLvl w:val="2"/>
              <w:rPr>
                <w:rFonts w:ascii="Arial" w:eastAsia="Times New Roman" w:hAnsi="Arial" w:cs="Arial"/>
                <w:b/>
                <w:bCs/>
                <w:sz w:val="20"/>
                <w:szCs w:val="20"/>
                <w:lang w:eastAsia="en-ZA"/>
              </w:rPr>
            </w:pPr>
            <w:r w:rsidRPr="00F210A8">
              <w:rPr>
                <w:rFonts w:ascii="Arial" w:hAnsi="Arial" w:cs="Arial"/>
                <w:b/>
                <w:bCs/>
                <w:color w:val="FFFFFF" w:themeColor="background1"/>
                <w:sz w:val="20"/>
                <w:szCs w:val="20"/>
              </w:rPr>
              <w:t>Portfolio Reference</w:t>
            </w:r>
          </w:p>
        </w:tc>
        <w:tc>
          <w:tcPr>
            <w:tcW w:w="3648" w:type="dxa"/>
            <w:shd w:val="clear" w:color="auto" w:fill="DD5E15"/>
            <w:vAlign w:val="center"/>
          </w:tcPr>
          <w:p w14:paraId="7160FDED" w14:textId="4FB451EA" w:rsidR="00085C4A" w:rsidRPr="00F210A8" w:rsidRDefault="00085C4A" w:rsidP="00CF2B58">
            <w:pPr>
              <w:spacing w:before="100" w:beforeAutospacing="1" w:after="100" w:afterAutospacing="1" w:line="276" w:lineRule="auto"/>
              <w:outlineLvl w:val="2"/>
              <w:rPr>
                <w:rFonts w:ascii="Arial" w:eastAsia="Times New Roman" w:hAnsi="Arial" w:cs="Arial"/>
                <w:b/>
                <w:bCs/>
                <w:sz w:val="20"/>
                <w:szCs w:val="20"/>
                <w:lang w:eastAsia="en-ZA"/>
              </w:rPr>
            </w:pPr>
            <w:r w:rsidRPr="00F210A8">
              <w:rPr>
                <w:rFonts w:ascii="Arial" w:hAnsi="Arial" w:cs="Arial"/>
                <w:b/>
                <w:bCs/>
                <w:color w:val="FFFFFF" w:themeColor="background1"/>
                <w:sz w:val="20"/>
                <w:szCs w:val="20"/>
              </w:rPr>
              <w:t>Assessor Comments</w:t>
            </w:r>
          </w:p>
        </w:tc>
      </w:tr>
      <w:tr w:rsidR="00635A3E" w:rsidRPr="00F210A8" w14:paraId="7FA1EF46" w14:textId="77777777" w:rsidTr="00186865">
        <w:trPr>
          <w:trHeight w:val="397"/>
        </w:trPr>
        <w:tc>
          <w:tcPr>
            <w:tcW w:w="3681" w:type="dxa"/>
          </w:tcPr>
          <w:p w14:paraId="0E51E1FD" w14:textId="3745B07D" w:rsidR="00635A3E" w:rsidRPr="00B90B7E" w:rsidRDefault="00635A3E" w:rsidP="00635A3E">
            <w:pPr>
              <w:pStyle w:val="ListParagraph"/>
              <w:numPr>
                <w:ilvl w:val="0"/>
                <w:numId w:val="37"/>
              </w:numPr>
              <w:spacing w:before="100" w:beforeAutospacing="1" w:after="100" w:afterAutospacing="1" w:line="276" w:lineRule="auto"/>
              <w:outlineLvl w:val="2"/>
              <w:rPr>
                <w:rFonts w:ascii="Aptos" w:eastAsia="Times New Roman" w:hAnsi="Aptos" w:cs="Arial"/>
                <w:sz w:val="20"/>
                <w:szCs w:val="20"/>
                <w:lang w:eastAsia="en-ZA"/>
              </w:rPr>
            </w:pPr>
            <w:r w:rsidRPr="00B90B7E">
              <w:rPr>
                <w:rFonts w:ascii="Aptos" w:hAnsi="Aptos" w:cs="Arial"/>
                <w:sz w:val="20"/>
                <w:szCs w:val="20"/>
              </w:rPr>
              <w:t>Apply detailed knowledge of the theory that underpins the creation and implementation of workforce architecture to facilitate and guide the development and implementation of dynamic HR architecture in organisations aligned to organisational strategic intent.</w:t>
            </w:r>
          </w:p>
        </w:tc>
        <w:tc>
          <w:tcPr>
            <w:tcW w:w="5386" w:type="dxa"/>
            <w:vAlign w:val="center"/>
          </w:tcPr>
          <w:p w14:paraId="76575177" w14:textId="77777777" w:rsidR="00635A3E" w:rsidRPr="00F210A8" w:rsidRDefault="00635A3E" w:rsidP="00635A3E">
            <w:pPr>
              <w:spacing w:before="100" w:beforeAutospacing="1" w:after="100" w:afterAutospacing="1" w:line="276" w:lineRule="auto"/>
              <w:outlineLvl w:val="2"/>
              <w:rPr>
                <w:rFonts w:ascii="Arial" w:eastAsia="Times New Roman" w:hAnsi="Arial" w:cs="Arial"/>
                <w:b/>
                <w:bCs/>
                <w:sz w:val="20"/>
                <w:szCs w:val="20"/>
                <w:lang w:eastAsia="en-ZA"/>
              </w:rPr>
            </w:pPr>
          </w:p>
        </w:tc>
        <w:tc>
          <w:tcPr>
            <w:tcW w:w="2410" w:type="dxa"/>
            <w:vAlign w:val="center"/>
          </w:tcPr>
          <w:p w14:paraId="0EDD4908" w14:textId="77777777" w:rsidR="00635A3E" w:rsidRPr="00F210A8" w:rsidRDefault="00635A3E" w:rsidP="00635A3E">
            <w:pPr>
              <w:spacing w:before="100" w:beforeAutospacing="1" w:after="100" w:afterAutospacing="1" w:line="276" w:lineRule="auto"/>
              <w:outlineLvl w:val="2"/>
              <w:rPr>
                <w:rFonts w:ascii="Arial" w:eastAsia="Times New Roman" w:hAnsi="Arial" w:cs="Arial"/>
                <w:b/>
                <w:bCs/>
                <w:sz w:val="20"/>
                <w:szCs w:val="20"/>
                <w:lang w:eastAsia="en-ZA"/>
              </w:rPr>
            </w:pPr>
          </w:p>
        </w:tc>
        <w:tc>
          <w:tcPr>
            <w:tcW w:w="3648" w:type="dxa"/>
            <w:vAlign w:val="center"/>
          </w:tcPr>
          <w:p w14:paraId="5A4762B0" w14:textId="77777777" w:rsidR="00635A3E" w:rsidRPr="00F210A8" w:rsidRDefault="00635A3E" w:rsidP="00635A3E">
            <w:pPr>
              <w:spacing w:before="100" w:beforeAutospacing="1" w:after="100" w:afterAutospacing="1" w:line="276" w:lineRule="auto"/>
              <w:outlineLvl w:val="2"/>
              <w:rPr>
                <w:rFonts w:ascii="Arial" w:eastAsia="Times New Roman" w:hAnsi="Arial" w:cs="Arial"/>
                <w:b/>
                <w:bCs/>
                <w:sz w:val="20"/>
                <w:szCs w:val="20"/>
                <w:lang w:eastAsia="en-ZA"/>
              </w:rPr>
            </w:pPr>
          </w:p>
        </w:tc>
      </w:tr>
      <w:tr w:rsidR="00635A3E" w:rsidRPr="00F210A8" w14:paraId="274DA1EE" w14:textId="77777777" w:rsidTr="00186865">
        <w:trPr>
          <w:trHeight w:val="397"/>
        </w:trPr>
        <w:tc>
          <w:tcPr>
            <w:tcW w:w="3681" w:type="dxa"/>
          </w:tcPr>
          <w:p w14:paraId="02653B82" w14:textId="4A35C962" w:rsidR="00635A3E" w:rsidRPr="00B90B7E" w:rsidRDefault="00635A3E" w:rsidP="00635A3E">
            <w:pPr>
              <w:pStyle w:val="ListParagraph"/>
              <w:numPr>
                <w:ilvl w:val="0"/>
                <w:numId w:val="37"/>
              </w:numPr>
              <w:spacing w:before="100" w:beforeAutospacing="1" w:after="100" w:afterAutospacing="1" w:line="276" w:lineRule="auto"/>
              <w:outlineLvl w:val="2"/>
              <w:rPr>
                <w:rFonts w:ascii="Aptos" w:eastAsia="Times New Roman" w:hAnsi="Aptos" w:cs="Arial"/>
                <w:sz w:val="20"/>
                <w:szCs w:val="20"/>
                <w:lang w:eastAsia="en-ZA"/>
              </w:rPr>
            </w:pPr>
            <w:r w:rsidRPr="00B90B7E">
              <w:rPr>
                <w:rFonts w:ascii="Aptos" w:hAnsi="Aptos" w:cs="Arial"/>
                <w:sz w:val="20"/>
                <w:szCs w:val="20"/>
              </w:rPr>
              <w:t>Use professional HRM methods and procedures to implement and coordinate agreed talent management, organisational growth strategies and plans.</w:t>
            </w:r>
          </w:p>
        </w:tc>
        <w:tc>
          <w:tcPr>
            <w:tcW w:w="5386" w:type="dxa"/>
            <w:vAlign w:val="center"/>
          </w:tcPr>
          <w:p w14:paraId="00A88D13" w14:textId="77777777" w:rsidR="00635A3E" w:rsidRPr="00F210A8" w:rsidRDefault="00635A3E" w:rsidP="00635A3E">
            <w:pPr>
              <w:spacing w:before="100" w:beforeAutospacing="1" w:after="100" w:afterAutospacing="1" w:line="276" w:lineRule="auto"/>
              <w:outlineLvl w:val="2"/>
              <w:rPr>
                <w:rFonts w:ascii="Arial" w:eastAsia="Times New Roman" w:hAnsi="Arial" w:cs="Arial"/>
                <w:b/>
                <w:bCs/>
                <w:sz w:val="20"/>
                <w:szCs w:val="20"/>
                <w:lang w:eastAsia="en-ZA"/>
              </w:rPr>
            </w:pPr>
          </w:p>
        </w:tc>
        <w:tc>
          <w:tcPr>
            <w:tcW w:w="2410" w:type="dxa"/>
            <w:vAlign w:val="center"/>
          </w:tcPr>
          <w:p w14:paraId="5D38B0C6" w14:textId="77777777" w:rsidR="00635A3E" w:rsidRPr="00F210A8" w:rsidRDefault="00635A3E" w:rsidP="00635A3E">
            <w:pPr>
              <w:spacing w:before="100" w:beforeAutospacing="1" w:after="100" w:afterAutospacing="1" w:line="276" w:lineRule="auto"/>
              <w:outlineLvl w:val="2"/>
              <w:rPr>
                <w:rFonts w:ascii="Arial" w:eastAsia="Times New Roman" w:hAnsi="Arial" w:cs="Arial"/>
                <w:b/>
                <w:bCs/>
                <w:sz w:val="20"/>
                <w:szCs w:val="20"/>
                <w:lang w:eastAsia="en-ZA"/>
              </w:rPr>
            </w:pPr>
          </w:p>
        </w:tc>
        <w:tc>
          <w:tcPr>
            <w:tcW w:w="3648" w:type="dxa"/>
            <w:vAlign w:val="center"/>
          </w:tcPr>
          <w:p w14:paraId="62E28678" w14:textId="77777777" w:rsidR="00635A3E" w:rsidRPr="00F210A8" w:rsidRDefault="00635A3E" w:rsidP="00635A3E">
            <w:pPr>
              <w:spacing w:before="100" w:beforeAutospacing="1" w:after="100" w:afterAutospacing="1" w:line="276" w:lineRule="auto"/>
              <w:outlineLvl w:val="2"/>
              <w:rPr>
                <w:rFonts w:ascii="Arial" w:eastAsia="Times New Roman" w:hAnsi="Arial" w:cs="Arial"/>
                <w:b/>
                <w:bCs/>
                <w:sz w:val="20"/>
                <w:szCs w:val="20"/>
                <w:lang w:eastAsia="en-ZA"/>
              </w:rPr>
            </w:pPr>
          </w:p>
        </w:tc>
      </w:tr>
      <w:tr w:rsidR="00635A3E" w:rsidRPr="00F210A8" w14:paraId="4AE66E8E" w14:textId="77777777" w:rsidTr="00186865">
        <w:trPr>
          <w:trHeight w:val="397"/>
        </w:trPr>
        <w:tc>
          <w:tcPr>
            <w:tcW w:w="3681" w:type="dxa"/>
          </w:tcPr>
          <w:p w14:paraId="10096A43" w14:textId="7D72DB6E" w:rsidR="00635A3E" w:rsidRPr="00B90B7E" w:rsidRDefault="00635A3E" w:rsidP="00635A3E">
            <w:pPr>
              <w:pStyle w:val="ListParagraph"/>
              <w:numPr>
                <w:ilvl w:val="0"/>
                <w:numId w:val="37"/>
              </w:numPr>
              <w:spacing w:before="100" w:beforeAutospacing="1" w:after="100" w:afterAutospacing="1" w:line="276" w:lineRule="auto"/>
              <w:outlineLvl w:val="2"/>
              <w:rPr>
                <w:rFonts w:ascii="Aptos" w:hAnsi="Aptos" w:cs="Arial"/>
                <w:sz w:val="20"/>
                <w:szCs w:val="20"/>
              </w:rPr>
            </w:pPr>
            <w:r w:rsidRPr="00B90B7E">
              <w:rPr>
                <w:rFonts w:ascii="Aptos" w:hAnsi="Aptos" w:cs="Arial"/>
                <w:sz w:val="20"/>
                <w:szCs w:val="20"/>
              </w:rPr>
              <w:lastRenderedPageBreak/>
              <w:t>Use professional HRM methods and procedures to implement strategically aligned and integrated Learning and Development (L&amp;D) and organisational growth strategies and plans.</w:t>
            </w:r>
          </w:p>
        </w:tc>
        <w:tc>
          <w:tcPr>
            <w:tcW w:w="5386" w:type="dxa"/>
            <w:vAlign w:val="center"/>
          </w:tcPr>
          <w:p w14:paraId="543E5000" w14:textId="77777777" w:rsidR="00635A3E" w:rsidRPr="00F210A8" w:rsidRDefault="00635A3E" w:rsidP="00635A3E">
            <w:pPr>
              <w:spacing w:before="100" w:beforeAutospacing="1" w:after="100" w:afterAutospacing="1" w:line="276" w:lineRule="auto"/>
              <w:outlineLvl w:val="2"/>
              <w:rPr>
                <w:rFonts w:ascii="Arial" w:eastAsia="Times New Roman" w:hAnsi="Arial" w:cs="Arial"/>
                <w:b/>
                <w:bCs/>
                <w:sz w:val="20"/>
                <w:szCs w:val="20"/>
                <w:lang w:eastAsia="en-ZA"/>
              </w:rPr>
            </w:pPr>
          </w:p>
        </w:tc>
        <w:tc>
          <w:tcPr>
            <w:tcW w:w="2410" w:type="dxa"/>
            <w:vAlign w:val="center"/>
          </w:tcPr>
          <w:p w14:paraId="758FEAA9" w14:textId="77777777" w:rsidR="00635A3E" w:rsidRPr="00F210A8" w:rsidRDefault="00635A3E" w:rsidP="00635A3E">
            <w:pPr>
              <w:spacing w:before="100" w:beforeAutospacing="1" w:after="100" w:afterAutospacing="1" w:line="276" w:lineRule="auto"/>
              <w:outlineLvl w:val="2"/>
              <w:rPr>
                <w:rFonts w:ascii="Arial" w:eastAsia="Times New Roman" w:hAnsi="Arial" w:cs="Arial"/>
                <w:b/>
                <w:bCs/>
                <w:sz w:val="20"/>
                <w:szCs w:val="20"/>
                <w:lang w:eastAsia="en-ZA"/>
              </w:rPr>
            </w:pPr>
          </w:p>
        </w:tc>
        <w:tc>
          <w:tcPr>
            <w:tcW w:w="3648" w:type="dxa"/>
            <w:vAlign w:val="center"/>
          </w:tcPr>
          <w:p w14:paraId="2D2A4D5B" w14:textId="77777777" w:rsidR="00635A3E" w:rsidRPr="00F210A8" w:rsidRDefault="00635A3E" w:rsidP="00635A3E">
            <w:pPr>
              <w:spacing w:before="100" w:beforeAutospacing="1" w:after="100" w:afterAutospacing="1" w:line="276" w:lineRule="auto"/>
              <w:outlineLvl w:val="2"/>
              <w:rPr>
                <w:rFonts w:ascii="Arial" w:eastAsia="Times New Roman" w:hAnsi="Arial" w:cs="Arial"/>
                <w:b/>
                <w:bCs/>
                <w:sz w:val="20"/>
                <w:szCs w:val="20"/>
                <w:lang w:eastAsia="en-ZA"/>
              </w:rPr>
            </w:pPr>
          </w:p>
        </w:tc>
      </w:tr>
      <w:tr w:rsidR="00635A3E" w:rsidRPr="00F210A8" w14:paraId="447A661A" w14:textId="77777777" w:rsidTr="00186865">
        <w:trPr>
          <w:trHeight w:val="397"/>
        </w:trPr>
        <w:tc>
          <w:tcPr>
            <w:tcW w:w="3681" w:type="dxa"/>
          </w:tcPr>
          <w:p w14:paraId="052C16E8" w14:textId="06E86698" w:rsidR="00635A3E" w:rsidRPr="00B90B7E" w:rsidRDefault="00635A3E" w:rsidP="00635A3E">
            <w:pPr>
              <w:pStyle w:val="ListParagraph"/>
              <w:numPr>
                <w:ilvl w:val="0"/>
                <w:numId w:val="37"/>
              </w:numPr>
              <w:spacing w:before="100" w:beforeAutospacing="1" w:after="100" w:afterAutospacing="1" w:line="276" w:lineRule="auto"/>
              <w:outlineLvl w:val="2"/>
              <w:rPr>
                <w:rFonts w:ascii="Aptos" w:hAnsi="Aptos" w:cs="Arial"/>
                <w:sz w:val="20"/>
                <w:szCs w:val="20"/>
              </w:rPr>
            </w:pPr>
            <w:r w:rsidRPr="00B90B7E">
              <w:rPr>
                <w:rFonts w:ascii="Aptos" w:hAnsi="Aptos" w:cs="Arial"/>
                <w:sz w:val="20"/>
                <w:szCs w:val="20"/>
              </w:rPr>
              <w:t>Use problem identification techniques to implement strategically aligned employment relations practices and initiatives to ensure harmonious and productive employment relations.</w:t>
            </w:r>
          </w:p>
        </w:tc>
        <w:tc>
          <w:tcPr>
            <w:tcW w:w="5386" w:type="dxa"/>
            <w:vAlign w:val="center"/>
          </w:tcPr>
          <w:p w14:paraId="0777632E" w14:textId="77777777" w:rsidR="00635A3E" w:rsidRPr="00F210A8" w:rsidRDefault="00635A3E" w:rsidP="00635A3E">
            <w:pPr>
              <w:spacing w:before="100" w:beforeAutospacing="1" w:after="100" w:afterAutospacing="1" w:line="276" w:lineRule="auto"/>
              <w:outlineLvl w:val="2"/>
              <w:rPr>
                <w:rFonts w:ascii="Arial" w:eastAsia="Times New Roman" w:hAnsi="Arial" w:cs="Arial"/>
                <w:b/>
                <w:bCs/>
                <w:sz w:val="20"/>
                <w:szCs w:val="20"/>
                <w:lang w:eastAsia="en-ZA"/>
              </w:rPr>
            </w:pPr>
          </w:p>
        </w:tc>
        <w:tc>
          <w:tcPr>
            <w:tcW w:w="2410" w:type="dxa"/>
            <w:vAlign w:val="center"/>
          </w:tcPr>
          <w:p w14:paraId="0A24853A" w14:textId="77777777" w:rsidR="00635A3E" w:rsidRPr="00F210A8" w:rsidRDefault="00635A3E" w:rsidP="00635A3E">
            <w:pPr>
              <w:spacing w:before="100" w:beforeAutospacing="1" w:after="100" w:afterAutospacing="1" w:line="276" w:lineRule="auto"/>
              <w:outlineLvl w:val="2"/>
              <w:rPr>
                <w:rFonts w:ascii="Arial" w:eastAsia="Times New Roman" w:hAnsi="Arial" w:cs="Arial"/>
                <w:b/>
                <w:bCs/>
                <w:sz w:val="20"/>
                <w:szCs w:val="20"/>
                <w:lang w:eastAsia="en-ZA"/>
              </w:rPr>
            </w:pPr>
          </w:p>
        </w:tc>
        <w:tc>
          <w:tcPr>
            <w:tcW w:w="3648" w:type="dxa"/>
            <w:vAlign w:val="center"/>
          </w:tcPr>
          <w:p w14:paraId="3617A750" w14:textId="77777777" w:rsidR="00635A3E" w:rsidRPr="00F210A8" w:rsidRDefault="00635A3E" w:rsidP="00635A3E">
            <w:pPr>
              <w:spacing w:before="100" w:beforeAutospacing="1" w:after="100" w:afterAutospacing="1" w:line="276" w:lineRule="auto"/>
              <w:outlineLvl w:val="2"/>
              <w:rPr>
                <w:rFonts w:ascii="Arial" w:eastAsia="Times New Roman" w:hAnsi="Arial" w:cs="Arial"/>
                <w:b/>
                <w:bCs/>
                <w:sz w:val="20"/>
                <w:szCs w:val="20"/>
                <w:lang w:eastAsia="en-ZA"/>
              </w:rPr>
            </w:pPr>
          </w:p>
        </w:tc>
      </w:tr>
      <w:tr w:rsidR="00635A3E" w:rsidRPr="00F210A8" w14:paraId="4BAD65A2" w14:textId="77777777" w:rsidTr="00186865">
        <w:trPr>
          <w:trHeight w:val="397"/>
        </w:trPr>
        <w:tc>
          <w:tcPr>
            <w:tcW w:w="3681" w:type="dxa"/>
          </w:tcPr>
          <w:p w14:paraId="6849F65C" w14:textId="5670F4E0" w:rsidR="00635A3E" w:rsidRPr="00B90B7E" w:rsidRDefault="00635A3E" w:rsidP="00635A3E">
            <w:pPr>
              <w:pStyle w:val="ListParagraph"/>
              <w:numPr>
                <w:ilvl w:val="0"/>
                <w:numId w:val="37"/>
              </w:numPr>
              <w:spacing w:before="100" w:beforeAutospacing="1" w:after="100" w:afterAutospacing="1" w:line="276" w:lineRule="auto"/>
              <w:outlineLvl w:val="2"/>
              <w:rPr>
                <w:rFonts w:ascii="Aptos" w:eastAsia="Times New Roman" w:hAnsi="Aptos" w:cs="Arial"/>
                <w:sz w:val="20"/>
                <w:szCs w:val="20"/>
                <w:lang w:eastAsia="en-ZA"/>
              </w:rPr>
            </w:pPr>
            <w:r w:rsidRPr="00B90B7E">
              <w:rPr>
                <w:rFonts w:ascii="Aptos" w:hAnsi="Aptos" w:cs="Arial"/>
                <w:sz w:val="20"/>
                <w:szCs w:val="20"/>
              </w:rPr>
              <w:t>Maintain, monitor, and ensure the delivery of quality solution-based HRM services by making decisions and acting appropriately within a range of complex organisational and environmental situations.</w:t>
            </w:r>
          </w:p>
        </w:tc>
        <w:tc>
          <w:tcPr>
            <w:tcW w:w="5386" w:type="dxa"/>
            <w:vAlign w:val="center"/>
          </w:tcPr>
          <w:p w14:paraId="787D0B86" w14:textId="77777777" w:rsidR="00635A3E" w:rsidRPr="00F210A8" w:rsidRDefault="00635A3E" w:rsidP="00635A3E">
            <w:pPr>
              <w:spacing w:before="100" w:beforeAutospacing="1" w:after="100" w:afterAutospacing="1" w:line="276" w:lineRule="auto"/>
              <w:outlineLvl w:val="2"/>
              <w:rPr>
                <w:rFonts w:ascii="Arial" w:eastAsia="Times New Roman" w:hAnsi="Arial" w:cs="Arial"/>
                <w:b/>
                <w:bCs/>
                <w:sz w:val="20"/>
                <w:szCs w:val="20"/>
                <w:lang w:eastAsia="en-ZA"/>
              </w:rPr>
            </w:pPr>
          </w:p>
        </w:tc>
        <w:tc>
          <w:tcPr>
            <w:tcW w:w="2410" w:type="dxa"/>
            <w:vAlign w:val="center"/>
          </w:tcPr>
          <w:p w14:paraId="7030074B" w14:textId="77777777" w:rsidR="00635A3E" w:rsidRPr="00F210A8" w:rsidRDefault="00635A3E" w:rsidP="00635A3E">
            <w:pPr>
              <w:spacing w:before="100" w:beforeAutospacing="1" w:after="100" w:afterAutospacing="1" w:line="276" w:lineRule="auto"/>
              <w:outlineLvl w:val="2"/>
              <w:rPr>
                <w:rFonts w:ascii="Arial" w:eastAsia="Times New Roman" w:hAnsi="Arial" w:cs="Arial"/>
                <w:b/>
                <w:bCs/>
                <w:sz w:val="20"/>
                <w:szCs w:val="20"/>
                <w:lang w:eastAsia="en-ZA"/>
              </w:rPr>
            </w:pPr>
          </w:p>
        </w:tc>
        <w:tc>
          <w:tcPr>
            <w:tcW w:w="3648" w:type="dxa"/>
            <w:vAlign w:val="center"/>
          </w:tcPr>
          <w:p w14:paraId="7D94AC92" w14:textId="77777777" w:rsidR="00635A3E" w:rsidRPr="00F210A8" w:rsidRDefault="00635A3E" w:rsidP="00635A3E">
            <w:pPr>
              <w:spacing w:before="100" w:beforeAutospacing="1" w:after="100" w:afterAutospacing="1" w:line="276" w:lineRule="auto"/>
              <w:outlineLvl w:val="2"/>
              <w:rPr>
                <w:rFonts w:ascii="Arial" w:eastAsia="Times New Roman" w:hAnsi="Arial" w:cs="Arial"/>
                <w:b/>
                <w:bCs/>
                <w:sz w:val="20"/>
                <w:szCs w:val="20"/>
                <w:lang w:eastAsia="en-ZA"/>
              </w:rPr>
            </w:pPr>
          </w:p>
        </w:tc>
      </w:tr>
    </w:tbl>
    <w:p w14:paraId="7DD493F1" w14:textId="77777777" w:rsidR="00C87012" w:rsidRDefault="00C87012" w:rsidP="00CF2B58">
      <w:pPr>
        <w:spacing w:before="240" w:line="276" w:lineRule="auto"/>
        <w:rPr>
          <w:rFonts w:ascii="Arial" w:hAnsi="Arial" w:cs="Arial"/>
          <w:b/>
          <w:bCs/>
        </w:rPr>
      </w:pPr>
      <w:r>
        <w:rPr>
          <w:rFonts w:ascii="Arial" w:hAnsi="Arial" w:cs="Arial"/>
          <w:b/>
          <w:bCs/>
        </w:rPr>
        <w:t>Assessment Decision</w:t>
      </w:r>
    </w:p>
    <w:tbl>
      <w:tblPr>
        <w:tblStyle w:val="TableGrid"/>
        <w:tblW w:w="9918" w:type="dxa"/>
        <w:tblLook w:val="04A0" w:firstRow="1" w:lastRow="0" w:firstColumn="1" w:lastColumn="0" w:noHBand="0" w:noVBand="1"/>
      </w:tblPr>
      <w:tblGrid>
        <w:gridCol w:w="4675"/>
        <w:gridCol w:w="5243"/>
      </w:tblGrid>
      <w:tr w:rsidR="00C87012" w:rsidRPr="006142D8" w14:paraId="40F56FC7" w14:textId="77777777" w:rsidTr="00AF399E">
        <w:trPr>
          <w:trHeight w:val="397"/>
        </w:trPr>
        <w:tc>
          <w:tcPr>
            <w:tcW w:w="4675" w:type="dxa"/>
            <w:shd w:val="clear" w:color="auto" w:fill="DD5E15"/>
            <w:vAlign w:val="center"/>
          </w:tcPr>
          <w:p w14:paraId="5F3C7D8F" w14:textId="77777777" w:rsidR="00C87012" w:rsidRPr="00AF399E" w:rsidRDefault="00C87012" w:rsidP="00CF2B58">
            <w:pPr>
              <w:spacing w:line="276" w:lineRule="auto"/>
              <w:rPr>
                <w:rFonts w:ascii="Arial" w:hAnsi="Arial" w:cs="Arial"/>
                <w:b/>
                <w:bCs/>
                <w:color w:val="FFFFFF" w:themeColor="background1"/>
                <w:sz w:val="20"/>
                <w:szCs w:val="20"/>
              </w:rPr>
            </w:pPr>
            <w:r w:rsidRPr="00AF399E">
              <w:rPr>
                <w:rFonts w:ascii="Arial" w:hAnsi="Arial" w:cs="Arial"/>
                <w:b/>
                <w:bCs/>
                <w:color w:val="FFFFFF" w:themeColor="background1"/>
                <w:sz w:val="20"/>
                <w:szCs w:val="20"/>
              </w:rPr>
              <w:t>Competent / Not Yet Competent</w:t>
            </w:r>
          </w:p>
        </w:tc>
        <w:tc>
          <w:tcPr>
            <w:tcW w:w="5243" w:type="dxa"/>
            <w:vAlign w:val="center"/>
          </w:tcPr>
          <w:p w14:paraId="2EA9BE47" w14:textId="77777777" w:rsidR="00C87012" w:rsidRPr="006142D8" w:rsidRDefault="00C87012" w:rsidP="00CF2B58">
            <w:pPr>
              <w:spacing w:line="276" w:lineRule="auto"/>
              <w:rPr>
                <w:rFonts w:ascii="Arial" w:hAnsi="Arial" w:cs="Arial"/>
                <w:b/>
                <w:bCs/>
                <w:sz w:val="20"/>
                <w:szCs w:val="20"/>
              </w:rPr>
            </w:pPr>
          </w:p>
        </w:tc>
      </w:tr>
      <w:tr w:rsidR="00C87012" w:rsidRPr="006142D8" w14:paraId="16565809" w14:textId="77777777" w:rsidTr="00AF399E">
        <w:trPr>
          <w:trHeight w:val="397"/>
        </w:trPr>
        <w:tc>
          <w:tcPr>
            <w:tcW w:w="4675" w:type="dxa"/>
            <w:shd w:val="clear" w:color="auto" w:fill="DD5E15"/>
            <w:vAlign w:val="center"/>
          </w:tcPr>
          <w:p w14:paraId="22CDF1CC" w14:textId="77777777" w:rsidR="00C87012" w:rsidRPr="00AF399E" w:rsidRDefault="00C87012" w:rsidP="00CF2B58">
            <w:pPr>
              <w:spacing w:line="276" w:lineRule="auto"/>
              <w:rPr>
                <w:rFonts w:ascii="Arial" w:hAnsi="Arial" w:cs="Arial"/>
                <w:b/>
                <w:bCs/>
                <w:color w:val="FFFFFF" w:themeColor="background1"/>
                <w:sz w:val="20"/>
                <w:szCs w:val="20"/>
              </w:rPr>
            </w:pPr>
            <w:r w:rsidRPr="00AF399E">
              <w:rPr>
                <w:rFonts w:ascii="Arial" w:hAnsi="Arial" w:cs="Arial"/>
                <w:b/>
                <w:bCs/>
                <w:color w:val="FFFFFF" w:themeColor="background1"/>
                <w:sz w:val="20"/>
                <w:szCs w:val="20"/>
              </w:rPr>
              <w:t xml:space="preserve">Recommendations for Gap Training </w:t>
            </w:r>
          </w:p>
        </w:tc>
        <w:tc>
          <w:tcPr>
            <w:tcW w:w="5243" w:type="dxa"/>
            <w:vAlign w:val="center"/>
          </w:tcPr>
          <w:p w14:paraId="51C1E40B" w14:textId="77777777" w:rsidR="00C87012" w:rsidRPr="006142D8" w:rsidRDefault="00C87012" w:rsidP="00CF2B58">
            <w:pPr>
              <w:spacing w:line="276" w:lineRule="auto"/>
              <w:rPr>
                <w:rFonts w:ascii="Arial" w:hAnsi="Arial" w:cs="Arial"/>
                <w:b/>
                <w:bCs/>
                <w:sz w:val="20"/>
                <w:szCs w:val="20"/>
              </w:rPr>
            </w:pPr>
          </w:p>
        </w:tc>
      </w:tr>
      <w:tr w:rsidR="00C87012" w:rsidRPr="006142D8" w14:paraId="116F9A23" w14:textId="77777777" w:rsidTr="00AF399E">
        <w:trPr>
          <w:trHeight w:val="397"/>
        </w:trPr>
        <w:tc>
          <w:tcPr>
            <w:tcW w:w="4675" w:type="dxa"/>
            <w:shd w:val="clear" w:color="auto" w:fill="DD5E15"/>
            <w:vAlign w:val="center"/>
          </w:tcPr>
          <w:p w14:paraId="097C032D" w14:textId="77777777" w:rsidR="00C87012" w:rsidRPr="00AF399E" w:rsidRDefault="00C87012" w:rsidP="00CF2B58">
            <w:pPr>
              <w:spacing w:line="276" w:lineRule="auto"/>
              <w:rPr>
                <w:rFonts w:ascii="Arial" w:hAnsi="Arial" w:cs="Arial"/>
                <w:b/>
                <w:bCs/>
                <w:color w:val="FFFFFF" w:themeColor="background1"/>
                <w:sz w:val="20"/>
                <w:szCs w:val="20"/>
              </w:rPr>
            </w:pPr>
            <w:r w:rsidRPr="00AF399E">
              <w:rPr>
                <w:rFonts w:ascii="Arial" w:hAnsi="Arial" w:cs="Arial"/>
                <w:b/>
                <w:bCs/>
                <w:color w:val="FFFFFF" w:themeColor="background1"/>
                <w:sz w:val="20"/>
                <w:szCs w:val="20"/>
              </w:rPr>
              <w:t xml:space="preserve">RPL Assessor/SME Name </w:t>
            </w:r>
          </w:p>
        </w:tc>
        <w:tc>
          <w:tcPr>
            <w:tcW w:w="5243" w:type="dxa"/>
            <w:vAlign w:val="center"/>
          </w:tcPr>
          <w:p w14:paraId="759287C5" w14:textId="77777777" w:rsidR="00C87012" w:rsidRPr="006142D8" w:rsidRDefault="00C87012" w:rsidP="00CF2B58">
            <w:pPr>
              <w:spacing w:line="276" w:lineRule="auto"/>
              <w:rPr>
                <w:rFonts w:ascii="Arial" w:hAnsi="Arial" w:cs="Arial"/>
                <w:b/>
                <w:bCs/>
                <w:sz w:val="20"/>
                <w:szCs w:val="20"/>
              </w:rPr>
            </w:pPr>
          </w:p>
        </w:tc>
      </w:tr>
      <w:tr w:rsidR="00C87012" w:rsidRPr="006142D8" w14:paraId="011720CD" w14:textId="77777777" w:rsidTr="00AF399E">
        <w:trPr>
          <w:trHeight w:val="397"/>
        </w:trPr>
        <w:tc>
          <w:tcPr>
            <w:tcW w:w="4675" w:type="dxa"/>
            <w:shd w:val="clear" w:color="auto" w:fill="DD5E15"/>
            <w:vAlign w:val="center"/>
          </w:tcPr>
          <w:p w14:paraId="0178F714" w14:textId="77777777" w:rsidR="00C87012" w:rsidRPr="00AF399E" w:rsidRDefault="00C87012" w:rsidP="00CF2B58">
            <w:pPr>
              <w:spacing w:line="276" w:lineRule="auto"/>
              <w:rPr>
                <w:rFonts w:ascii="Arial" w:hAnsi="Arial" w:cs="Arial"/>
                <w:b/>
                <w:bCs/>
                <w:color w:val="FFFFFF" w:themeColor="background1"/>
                <w:sz w:val="20"/>
                <w:szCs w:val="20"/>
              </w:rPr>
            </w:pPr>
            <w:r w:rsidRPr="00AF399E">
              <w:rPr>
                <w:rFonts w:ascii="Arial" w:hAnsi="Arial" w:cs="Arial"/>
                <w:b/>
                <w:bCs/>
                <w:color w:val="FFFFFF" w:themeColor="background1"/>
                <w:sz w:val="20"/>
                <w:szCs w:val="20"/>
              </w:rPr>
              <w:t xml:space="preserve">Signature </w:t>
            </w:r>
          </w:p>
        </w:tc>
        <w:tc>
          <w:tcPr>
            <w:tcW w:w="5243" w:type="dxa"/>
            <w:vAlign w:val="center"/>
          </w:tcPr>
          <w:p w14:paraId="18AB5CE3" w14:textId="77777777" w:rsidR="00C87012" w:rsidRPr="006142D8" w:rsidRDefault="00C87012" w:rsidP="00CF2B58">
            <w:pPr>
              <w:spacing w:line="276" w:lineRule="auto"/>
              <w:rPr>
                <w:rFonts w:ascii="Arial" w:hAnsi="Arial" w:cs="Arial"/>
                <w:b/>
                <w:bCs/>
                <w:sz w:val="20"/>
                <w:szCs w:val="20"/>
              </w:rPr>
            </w:pPr>
          </w:p>
        </w:tc>
      </w:tr>
      <w:tr w:rsidR="00C87012" w:rsidRPr="006142D8" w14:paraId="700B9882" w14:textId="77777777" w:rsidTr="00AF399E">
        <w:trPr>
          <w:trHeight w:val="397"/>
        </w:trPr>
        <w:tc>
          <w:tcPr>
            <w:tcW w:w="4675" w:type="dxa"/>
            <w:shd w:val="clear" w:color="auto" w:fill="DD5E15"/>
            <w:vAlign w:val="center"/>
          </w:tcPr>
          <w:p w14:paraId="6F51F727" w14:textId="77777777" w:rsidR="00C87012" w:rsidRPr="00AF399E" w:rsidRDefault="00C87012" w:rsidP="00CF2B58">
            <w:pPr>
              <w:spacing w:line="276" w:lineRule="auto"/>
              <w:rPr>
                <w:rFonts w:ascii="Arial" w:hAnsi="Arial" w:cs="Arial"/>
                <w:b/>
                <w:bCs/>
                <w:color w:val="FFFFFF" w:themeColor="background1"/>
                <w:sz w:val="20"/>
                <w:szCs w:val="20"/>
              </w:rPr>
            </w:pPr>
            <w:r w:rsidRPr="00AF399E">
              <w:rPr>
                <w:rFonts w:ascii="Arial" w:hAnsi="Arial" w:cs="Arial"/>
                <w:b/>
                <w:bCs/>
                <w:color w:val="FFFFFF" w:themeColor="background1"/>
                <w:sz w:val="20"/>
                <w:szCs w:val="20"/>
              </w:rPr>
              <w:t xml:space="preserve">Date </w:t>
            </w:r>
          </w:p>
        </w:tc>
        <w:tc>
          <w:tcPr>
            <w:tcW w:w="5243" w:type="dxa"/>
            <w:vAlign w:val="center"/>
          </w:tcPr>
          <w:p w14:paraId="36838ED7" w14:textId="77777777" w:rsidR="00C87012" w:rsidRPr="006142D8" w:rsidRDefault="00C87012" w:rsidP="00CF2B58">
            <w:pPr>
              <w:spacing w:line="276" w:lineRule="auto"/>
              <w:rPr>
                <w:rFonts w:ascii="Arial" w:hAnsi="Arial" w:cs="Arial"/>
                <w:b/>
                <w:bCs/>
                <w:sz w:val="20"/>
                <w:szCs w:val="20"/>
              </w:rPr>
            </w:pPr>
          </w:p>
        </w:tc>
      </w:tr>
    </w:tbl>
    <w:p w14:paraId="07E69B3B" w14:textId="77777777" w:rsidR="00C87012" w:rsidRPr="006142D8" w:rsidRDefault="00C87012" w:rsidP="00CF2B58">
      <w:pPr>
        <w:spacing w:line="276" w:lineRule="auto"/>
        <w:rPr>
          <w:rFonts w:ascii="Arial" w:hAnsi="Arial" w:cs="Arial"/>
          <w:b/>
          <w:bCs/>
          <w:sz w:val="20"/>
          <w:szCs w:val="20"/>
        </w:rPr>
      </w:pPr>
    </w:p>
    <w:p w14:paraId="0CF71B1F" w14:textId="6BBD3B8E" w:rsidR="00252B0D" w:rsidRPr="00252B0D" w:rsidRDefault="00252B0D" w:rsidP="00CF2B58">
      <w:pPr>
        <w:spacing w:before="100" w:beforeAutospacing="1" w:after="100" w:afterAutospacing="1" w:line="276" w:lineRule="auto"/>
        <w:outlineLvl w:val="2"/>
        <w:rPr>
          <w:rFonts w:ascii="Arial" w:eastAsia="Times New Roman" w:hAnsi="Arial" w:cs="Arial"/>
          <w:b/>
          <w:bCs/>
          <w:lang w:eastAsia="en-ZA"/>
        </w:rPr>
      </w:pPr>
      <w:r w:rsidRPr="00252B0D">
        <w:rPr>
          <w:rFonts w:ascii="Arial" w:eastAsia="Times New Roman" w:hAnsi="Arial" w:cs="Arial"/>
          <w:b/>
          <w:bCs/>
          <w:lang w:eastAsia="en-ZA"/>
        </w:rPr>
        <w:lastRenderedPageBreak/>
        <w:t>Assessor Declaration</w:t>
      </w:r>
    </w:p>
    <w:p w14:paraId="7ED8355F" w14:textId="7D130370" w:rsidR="00252B0D" w:rsidRPr="00252B0D" w:rsidRDefault="00252B0D" w:rsidP="00CF2B58">
      <w:pPr>
        <w:spacing w:before="100" w:beforeAutospacing="1" w:after="100" w:afterAutospacing="1" w:line="276" w:lineRule="auto"/>
        <w:jc w:val="both"/>
        <w:rPr>
          <w:rFonts w:ascii="Arial" w:eastAsia="Times New Roman" w:hAnsi="Arial" w:cs="Arial"/>
          <w:lang w:eastAsia="en-ZA"/>
        </w:rPr>
      </w:pPr>
      <w:r w:rsidRPr="00252B0D">
        <w:rPr>
          <w:rFonts w:ascii="Arial" w:eastAsia="Times New Roman" w:hAnsi="Arial" w:cs="Arial"/>
          <w:lang w:eastAsia="en-ZA"/>
        </w:rPr>
        <w:t>I, the undersigned RPL Assessor</w:t>
      </w:r>
      <w:r>
        <w:rPr>
          <w:rFonts w:ascii="Arial" w:eastAsia="Times New Roman" w:hAnsi="Arial" w:cs="Arial"/>
          <w:lang w:eastAsia="en-ZA"/>
        </w:rPr>
        <w:t xml:space="preserve"> and registered </w:t>
      </w:r>
      <w:r w:rsidRPr="00252B0D">
        <w:rPr>
          <w:rFonts w:ascii="Arial" w:eastAsia="Times New Roman" w:hAnsi="Arial" w:cs="Arial"/>
          <w:lang w:eastAsia="en-ZA"/>
        </w:rPr>
        <w:t>Subject Matter Expert, confirm that the</w:t>
      </w:r>
      <w:r w:rsidR="00043AE3">
        <w:rPr>
          <w:rFonts w:ascii="Arial" w:eastAsia="Times New Roman" w:hAnsi="Arial" w:cs="Arial"/>
          <w:lang w:eastAsia="en-ZA"/>
        </w:rPr>
        <w:t xml:space="preserve"> mapping</w:t>
      </w:r>
      <w:r w:rsidRPr="00252B0D">
        <w:rPr>
          <w:rFonts w:ascii="Arial" w:eastAsia="Times New Roman" w:hAnsi="Arial" w:cs="Arial"/>
          <w:lang w:eastAsia="en-ZA"/>
        </w:rPr>
        <w:t xml:space="preserve"> matrix has been completed accurately and reflects my professional judgement of the candidate’s competence against the requirements of the registered </w:t>
      </w:r>
      <w:r>
        <w:rPr>
          <w:rFonts w:ascii="Arial" w:eastAsia="Times New Roman" w:hAnsi="Arial" w:cs="Arial"/>
          <w:lang w:eastAsia="en-ZA"/>
        </w:rPr>
        <w:t>O</w:t>
      </w:r>
      <w:r w:rsidRPr="00252B0D">
        <w:rPr>
          <w:rFonts w:ascii="Arial" w:eastAsia="Times New Roman" w:hAnsi="Arial" w:cs="Arial"/>
          <w:lang w:eastAsia="en-ZA"/>
        </w:rPr>
        <w:t xml:space="preserve">ccupational </w:t>
      </w:r>
      <w:r>
        <w:rPr>
          <w:rFonts w:ascii="Arial" w:eastAsia="Times New Roman" w:hAnsi="Arial" w:cs="Arial"/>
          <w:lang w:eastAsia="en-ZA"/>
        </w:rPr>
        <w:t>Q</w:t>
      </w:r>
      <w:r w:rsidRPr="00252B0D">
        <w:rPr>
          <w:rFonts w:ascii="Arial" w:eastAsia="Times New Roman" w:hAnsi="Arial" w:cs="Arial"/>
          <w:lang w:eastAsia="en-ZA"/>
        </w:rPr>
        <w:t xml:space="preserve">ualification. All decisions recorded are based on valid, authentic, current and sufficient evidence, supported by appropriate means of verification and documentary proof. I declare that the </w:t>
      </w:r>
      <w:r w:rsidR="00DB4684">
        <w:rPr>
          <w:rFonts w:ascii="Arial" w:eastAsia="Times New Roman" w:hAnsi="Arial" w:cs="Arial"/>
          <w:lang w:eastAsia="en-ZA"/>
        </w:rPr>
        <w:t>mapping</w:t>
      </w:r>
      <w:r w:rsidRPr="00252B0D">
        <w:rPr>
          <w:rFonts w:ascii="Arial" w:eastAsia="Times New Roman" w:hAnsi="Arial" w:cs="Arial"/>
          <w:lang w:eastAsia="en-ZA"/>
        </w:rPr>
        <w:t xml:space="preserve"> was conducted fairly, transparently and in accordance with Services SETA and QCTO assessment requirements.</w:t>
      </w:r>
    </w:p>
    <w:p w14:paraId="06FBCA75" w14:textId="77777777" w:rsidR="0055119D" w:rsidRDefault="00252B0D" w:rsidP="00CF2B58">
      <w:pPr>
        <w:spacing w:before="240" w:line="276" w:lineRule="auto"/>
        <w:rPr>
          <w:rFonts w:ascii="Arial" w:eastAsia="Times New Roman" w:hAnsi="Arial" w:cs="Arial"/>
          <w:b/>
          <w:bCs/>
          <w:lang w:eastAsia="en-ZA"/>
        </w:rPr>
      </w:pPr>
      <w:r w:rsidRPr="00252B0D">
        <w:rPr>
          <w:rFonts w:ascii="Arial" w:eastAsia="Times New Roman" w:hAnsi="Arial" w:cs="Arial"/>
          <w:b/>
          <w:bCs/>
          <w:lang w:eastAsia="en-ZA"/>
        </w:rPr>
        <w:t>Assessor/SME Name:</w:t>
      </w:r>
      <w:r w:rsidRPr="00252B0D">
        <w:rPr>
          <w:rFonts w:ascii="Arial" w:eastAsia="Times New Roman" w:hAnsi="Arial" w:cs="Arial"/>
          <w:lang w:eastAsia="en-ZA"/>
        </w:rPr>
        <w:t xml:space="preserve"> ________________________________________</w:t>
      </w:r>
      <w:r w:rsidRPr="00252B0D">
        <w:rPr>
          <w:rFonts w:ascii="Arial" w:eastAsia="Times New Roman" w:hAnsi="Arial" w:cs="Arial"/>
          <w:lang w:eastAsia="en-ZA"/>
        </w:rPr>
        <w:br/>
      </w:r>
    </w:p>
    <w:p w14:paraId="3483300A" w14:textId="46B77477" w:rsidR="0055119D" w:rsidRDefault="00252B0D" w:rsidP="00CF2B58">
      <w:pPr>
        <w:spacing w:before="240" w:line="276" w:lineRule="auto"/>
        <w:rPr>
          <w:rFonts w:ascii="Arial" w:eastAsia="Times New Roman" w:hAnsi="Arial" w:cs="Arial"/>
          <w:b/>
          <w:bCs/>
          <w:lang w:eastAsia="en-ZA"/>
        </w:rPr>
      </w:pPr>
      <w:r w:rsidRPr="00252B0D">
        <w:rPr>
          <w:rFonts w:ascii="Arial" w:eastAsia="Times New Roman" w:hAnsi="Arial" w:cs="Arial"/>
          <w:b/>
          <w:bCs/>
          <w:lang w:eastAsia="en-ZA"/>
        </w:rPr>
        <w:t>Services SETA Constituent Registration No.:</w:t>
      </w:r>
      <w:r w:rsidRPr="00252B0D">
        <w:rPr>
          <w:rFonts w:ascii="Arial" w:eastAsia="Times New Roman" w:hAnsi="Arial" w:cs="Arial"/>
          <w:lang w:eastAsia="en-ZA"/>
        </w:rPr>
        <w:t xml:space="preserve"> ____________________</w:t>
      </w:r>
      <w:r w:rsidRPr="00252B0D">
        <w:rPr>
          <w:rFonts w:ascii="Arial" w:eastAsia="Times New Roman" w:hAnsi="Arial" w:cs="Arial"/>
          <w:lang w:eastAsia="en-ZA"/>
        </w:rPr>
        <w:br/>
      </w:r>
    </w:p>
    <w:p w14:paraId="7532C1AE" w14:textId="77777777" w:rsidR="0055119D" w:rsidRDefault="00252B0D" w:rsidP="00CF2B58">
      <w:pPr>
        <w:spacing w:before="240" w:line="276" w:lineRule="auto"/>
        <w:rPr>
          <w:rFonts w:ascii="Arial" w:eastAsia="Times New Roman" w:hAnsi="Arial" w:cs="Arial"/>
          <w:b/>
          <w:bCs/>
          <w:lang w:eastAsia="en-ZA"/>
        </w:rPr>
      </w:pPr>
      <w:r w:rsidRPr="00252B0D">
        <w:rPr>
          <w:rFonts w:ascii="Arial" w:eastAsia="Times New Roman" w:hAnsi="Arial" w:cs="Arial"/>
          <w:b/>
          <w:bCs/>
          <w:lang w:eastAsia="en-ZA"/>
        </w:rPr>
        <w:t>Signature:</w:t>
      </w:r>
      <w:r w:rsidRPr="00252B0D">
        <w:rPr>
          <w:rFonts w:ascii="Arial" w:eastAsia="Times New Roman" w:hAnsi="Arial" w:cs="Arial"/>
          <w:lang w:eastAsia="en-ZA"/>
        </w:rPr>
        <w:t xml:space="preserve"> _________________________________________________</w:t>
      </w:r>
      <w:r w:rsidRPr="00252B0D">
        <w:rPr>
          <w:rFonts w:ascii="Arial" w:eastAsia="Times New Roman" w:hAnsi="Arial" w:cs="Arial"/>
          <w:lang w:eastAsia="en-ZA"/>
        </w:rPr>
        <w:br/>
      </w:r>
    </w:p>
    <w:p w14:paraId="478477CB" w14:textId="27D6C43B" w:rsidR="00252B0D" w:rsidRPr="00252B0D" w:rsidRDefault="00252B0D" w:rsidP="00CF2B58">
      <w:pPr>
        <w:spacing w:before="240" w:line="276" w:lineRule="auto"/>
        <w:rPr>
          <w:rFonts w:ascii="Arial" w:eastAsia="Times New Roman" w:hAnsi="Arial" w:cs="Arial"/>
          <w:lang w:eastAsia="en-ZA"/>
        </w:rPr>
      </w:pPr>
      <w:r w:rsidRPr="00252B0D">
        <w:rPr>
          <w:rFonts w:ascii="Arial" w:eastAsia="Times New Roman" w:hAnsi="Arial" w:cs="Arial"/>
          <w:b/>
          <w:bCs/>
          <w:lang w:eastAsia="en-ZA"/>
        </w:rPr>
        <w:t>Date:</w:t>
      </w:r>
      <w:r w:rsidRPr="00252B0D">
        <w:rPr>
          <w:rFonts w:ascii="Arial" w:eastAsia="Times New Roman" w:hAnsi="Arial" w:cs="Arial"/>
          <w:lang w:eastAsia="en-ZA"/>
        </w:rPr>
        <w:t xml:space="preserve"> _____________________________________________________</w:t>
      </w:r>
    </w:p>
    <w:sectPr w:rsidR="00252B0D" w:rsidRPr="00252B0D" w:rsidSect="009336D0">
      <w:headerReference w:type="even" r:id="rId11"/>
      <w:headerReference w:type="default" r:id="rId12"/>
      <w:footerReference w:type="even" r:id="rId13"/>
      <w:footerReference w:type="default" r:id="rId14"/>
      <w:headerReference w:type="first" r:id="rId15"/>
      <w:footerReference w:type="first" r:id="rId16"/>
      <w:pgSz w:w="16838" w:h="11906" w:orient="landscape"/>
      <w:pgMar w:top="1077" w:right="820" w:bottom="1843" w:left="851" w:header="39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36F11" w14:textId="77777777" w:rsidR="009667E8" w:rsidRDefault="009667E8" w:rsidP="00213C69">
      <w:pPr>
        <w:spacing w:after="0" w:line="240" w:lineRule="auto"/>
      </w:pPr>
      <w:r>
        <w:separator/>
      </w:r>
    </w:p>
  </w:endnote>
  <w:endnote w:type="continuationSeparator" w:id="0">
    <w:p w14:paraId="381F2D0F" w14:textId="77777777" w:rsidR="009667E8" w:rsidRDefault="009667E8" w:rsidP="00213C69">
      <w:pPr>
        <w:spacing w:after="0" w:line="240" w:lineRule="auto"/>
      </w:pPr>
      <w:r>
        <w:continuationSeparator/>
      </w:r>
    </w:p>
  </w:endnote>
  <w:endnote w:type="continuationNotice" w:id="1">
    <w:p w14:paraId="53766424" w14:textId="77777777" w:rsidR="009667E8" w:rsidRDefault="009667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0EEC8" w14:textId="77777777" w:rsidR="00AB267C" w:rsidRDefault="00AB26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5ACA2" w14:textId="374F53D5" w:rsidR="00164964" w:rsidRPr="00597EFA" w:rsidRDefault="00164964" w:rsidP="001C2A90">
    <w:pPr>
      <w:pStyle w:val="Footer"/>
      <w:ind w:right="-709"/>
      <w:jc w:val="right"/>
      <w:rPr>
        <w:rFonts w:ascii="Arial" w:hAnsi="Arial" w:cs="Arial"/>
        <w:color w:val="404040" w:themeColor="text1" w:themeTint="BF"/>
        <w:sz w:val="16"/>
        <w:szCs w:val="16"/>
      </w:rPr>
    </w:pPr>
    <w:r w:rsidRPr="00597EFA">
      <w:rPr>
        <w:rFonts w:ascii="Arial" w:hAnsi="Arial" w:cs="Arial"/>
        <w:color w:val="404040" w:themeColor="text1" w:themeTint="BF"/>
        <w:sz w:val="16"/>
        <w:szCs w:val="16"/>
      </w:rPr>
      <w:t>Version: 0</w:t>
    </w:r>
    <w:r>
      <w:rPr>
        <w:rFonts w:ascii="Arial" w:hAnsi="Arial" w:cs="Arial"/>
        <w:color w:val="404040" w:themeColor="text1" w:themeTint="BF"/>
        <w:sz w:val="16"/>
        <w:szCs w:val="16"/>
      </w:rPr>
      <w:t>1</w:t>
    </w:r>
    <w:r w:rsidRPr="00597EFA">
      <w:rPr>
        <w:rFonts w:ascii="Arial" w:hAnsi="Arial" w:cs="Arial"/>
        <w:color w:val="404040" w:themeColor="text1" w:themeTint="BF"/>
        <w:sz w:val="16"/>
        <w:szCs w:val="16"/>
      </w:rPr>
      <w:t>_</w:t>
    </w:r>
    <w:r w:rsidR="008A7070">
      <w:rPr>
        <w:rFonts w:ascii="Arial" w:hAnsi="Arial" w:cs="Arial"/>
        <w:color w:val="404040" w:themeColor="text1" w:themeTint="BF"/>
        <w:sz w:val="16"/>
        <w:szCs w:val="16"/>
      </w:rPr>
      <w:t>Dec</w:t>
    </w:r>
    <w:r w:rsidRPr="00597EFA">
      <w:rPr>
        <w:rFonts w:ascii="Arial" w:hAnsi="Arial" w:cs="Arial"/>
        <w:color w:val="404040" w:themeColor="text1" w:themeTint="BF"/>
        <w:sz w:val="16"/>
        <w:szCs w:val="16"/>
      </w:rPr>
      <w:t xml:space="preserve"> 2025</w:t>
    </w:r>
  </w:p>
  <w:p w14:paraId="66AC8802" w14:textId="31CAD34B" w:rsidR="00164964" w:rsidRPr="00597EFA" w:rsidRDefault="009336D0" w:rsidP="001C2A90">
    <w:pPr>
      <w:pStyle w:val="Footer"/>
      <w:ind w:right="-709"/>
      <w:jc w:val="right"/>
      <w:rPr>
        <w:color w:val="404040" w:themeColor="text1" w:themeTint="BF"/>
        <w:sz w:val="16"/>
        <w:szCs w:val="16"/>
      </w:rPr>
    </w:pPr>
    <w:r>
      <w:rPr>
        <w:noProof/>
      </w:rPr>
      <mc:AlternateContent>
        <mc:Choice Requires="wpg">
          <w:drawing>
            <wp:anchor distT="0" distB="0" distL="114300" distR="114300" simplePos="0" relativeHeight="251658242" behindDoc="1" locked="0" layoutInCell="1" allowOverlap="1" wp14:anchorId="460E0C9D" wp14:editId="59A9753D">
              <wp:simplePos x="0" y="0"/>
              <wp:positionH relativeFrom="page">
                <wp:posOffset>-1905</wp:posOffset>
              </wp:positionH>
              <wp:positionV relativeFrom="paragraph">
                <wp:posOffset>148802</wp:posOffset>
              </wp:positionV>
              <wp:extent cx="10694035" cy="274955"/>
              <wp:effectExtent l="0" t="0" r="0" b="0"/>
              <wp:wrapNone/>
              <wp:docPr id="1503620206" name="Group 9"/>
              <wp:cNvGraphicFramePr/>
              <a:graphic xmlns:a="http://schemas.openxmlformats.org/drawingml/2006/main">
                <a:graphicData uri="http://schemas.microsoft.com/office/word/2010/wordprocessingGroup">
                  <wpg:wgp>
                    <wpg:cNvGrpSpPr/>
                    <wpg:grpSpPr>
                      <a:xfrm>
                        <a:off x="0" y="0"/>
                        <a:ext cx="10694035" cy="274955"/>
                        <a:chOff x="0" y="0"/>
                        <a:chExt cx="10694035" cy="274955"/>
                      </a:xfrm>
                    </wpg:grpSpPr>
                    <pic:pic xmlns:pic="http://schemas.openxmlformats.org/drawingml/2006/picture">
                      <pic:nvPicPr>
                        <pic:cNvPr id="673241675" name="Picture 10"/>
                        <pic:cNvPicPr>
                          <a:picLocks noChangeAspect="1"/>
                        </pic:cNvPicPr>
                      </pic:nvPicPr>
                      <pic:blipFill>
                        <a:blip r:embed="rId1"/>
                        <a:stretch>
                          <a:fillRect/>
                        </a:stretch>
                      </pic:blipFill>
                      <pic:spPr>
                        <a:xfrm>
                          <a:off x="0" y="0"/>
                          <a:ext cx="8236585" cy="274955"/>
                        </a:xfrm>
                        <a:prstGeom prst="rect">
                          <a:avLst/>
                        </a:prstGeom>
                      </pic:spPr>
                    </pic:pic>
                    <pic:pic xmlns:pic="http://schemas.openxmlformats.org/drawingml/2006/picture">
                      <pic:nvPicPr>
                        <pic:cNvPr id="1953323839" name="Picture 555524349"/>
                        <pic:cNvPicPr>
                          <a:picLocks noChangeAspect="1"/>
                        </pic:cNvPicPr>
                      </pic:nvPicPr>
                      <pic:blipFill rotWithShape="1">
                        <a:blip r:embed="rId1"/>
                        <a:srcRect l="36394"/>
                        <a:stretch/>
                      </pic:blipFill>
                      <pic:spPr bwMode="auto">
                        <a:xfrm>
                          <a:off x="5467350" y="0"/>
                          <a:ext cx="5226685" cy="2749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486070338" name="Picture 1546522054"/>
                        <pic:cNvPicPr>
                          <a:picLocks noChangeAspect="1"/>
                        </pic:cNvPicPr>
                      </pic:nvPicPr>
                      <pic:blipFill rotWithShape="1">
                        <a:blip r:embed="rId1"/>
                        <a:srcRect l="37013" r="49155" b="-8"/>
                        <a:stretch/>
                      </pic:blipFill>
                      <pic:spPr bwMode="auto">
                        <a:xfrm>
                          <a:off x="3721100" y="0"/>
                          <a:ext cx="1136650" cy="2749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72403382" name="Picture 1072590880"/>
                        <pic:cNvPicPr>
                          <a:picLocks noChangeAspect="1"/>
                        </pic:cNvPicPr>
                      </pic:nvPicPr>
                      <pic:blipFill rotWithShape="1">
                        <a:blip r:embed="rId1"/>
                        <a:srcRect l="37013" r="49155" b="-8"/>
                        <a:stretch/>
                      </pic:blipFill>
                      <pic:spPr bwMode="auto">
                        <a:xfrm>
                          <a:off x="4781550" y="0"/>
                          <a:ext cx="1136650" cy="27495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67B5810C" id="Group 9" o:spid="_x0000_s1026" style="position:absolute;margin-left:-.15pt;margin-top:11.7pt;width:842.05pt;height:21.65pt;z-index:-251658238;mso-position-horizontal-relative:page" coordsize="106940,27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width:82365;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">
                <v:imagedata r:id="rId2" o:title=""/>
              </v:shape>
              <v:shape id="Picture 555524349" o:spid="_x0000_s1028" type="#_x0000_t75" style="position:absolute;left:54673;width:52267;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">
                <v:imagedata r:id="rId2" o:title="" cropleft="23851f"/>
              </v:shape>
              <v:shape id="Picture 1546522054" o:spid="_x0000_s1029" type="#_x0000_t75" style="position:absolute;left:37211;width:11366;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">
                <v:imagedata r:id="rId2" o:title="" cropbottom="-5f" cropleft="24257f" cropright="32214f"/>
              </v:shape>
              <v:shape id="Picture 1072590880" o:spid="_x0000_s1030" type="#_x0000_t75" style="position:absolute;left:47815;width:11367;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">
                <v:imagedata r:id="rId2" o:title="" cropbottom="-5f" cropleft="24257f" cropright="32214f"/>
              </v:shape>
              <w10:wrap anchorx="page"/>
            </v:group>
          </w:pict>
        </mc:Fallback>
      </mc:AlternateContent>
    </w:r>
    <w:r w:rsidR="00164964" w:rsidRPr="00597EFA">
      <w:rPr>
        <w:rFonts w:ascii="Arial" w:hAnsi="Arial" w:cs="Arial"/>
        <w:color w:val="404040" w:themeColor="text1" w:themeTint="BF"/>
        <w:sz w:val="16"/>
        <w:szCs w:val="16"/>
      </w:rPr>
      <w:t>Next Review: Q3 2025/26</w:t>
    </w:r>
  </w:p>
  <w:p w14:paraId="1D02CDC4" w14:textId="05B5FD80" w:rsidR="00F17F63" w:rsidRDefault="00F17F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2111506211"/>
      <w:docPartObj>
        <w:docPartGallery w:val="Page Numbers (Bottom of Page)"/>
        <w:docPartUnique/>
      </w:docPartObj>
    </w:sdtPr>
    <w:sdtContent>
      <w:sdt>
        <w:sdtPr>
          <w:rPr>
            <w:rFonts w:ascii="Arial" w:hAnsi="Arial" w:cs="Arial"/>
          </w:rPr>
          <w:id w:val="781300677"/>
          <w:docPartObj>
            <w:docPartGallery w:val="Page Numbers (Top of Page)"/>
            <w:docPartUnique/>
          </w:docPartObj>
        </w:sdtPr>
        <w:sdtContent>
          <w:p w14:paraId="256166D7" w14:textId="6BB4390D" w:rsidR="008140FB" w:rsidRDefault="008140FB" w:rsidP="008140FB">
            <w:pPr>
              <w:pStyle w:val="Footer"/>
              <w:ind w:right="-709"/>
              <w:jc w:val="right"/>
              <w:rPr>
                <w:rFonts w:ascii="Arial" w:hAnsi="Arial" w:cs="Arial"/>
                <w:b/>
                <w:bCs/>
              </w:rPr>
            </w:pPr>
          </w:p>
          <w:p w14:paraId="7524207D" w14:textId="77777777" w:rsidR="009336D0" w:rsidRPr="00597EFA" w:rsidRDefault="009336D0" w:rsidP="009336D0">
            <w:pPr>
              <w:pStyle w:val="Footer"/>
              <w:ind w:right="-709"/>
              <w:jc w:val="right"/>
              <w:rPr>
                <w:rFonts w:ascii="Arial" w:hAnsi="Arial" w:cs="Arial"/>
                <w:color w:val="404040" w:themeColor="text1" w:themeTint="BF"/>
                <w:sz w:val="16"/>
                <w:szCs w:val="16"/>
              </w:rPr>
            </w:pPr>
            <w:r w:rsidRPr="00597EFA">
              <w:rPr>
                <w:rFonts w:ascii="Arial" w:hAnsi="Arial" w:cs="Arial"/>
                <w:color w:val="404040" w:themeColor="text1" w:themeTint="BF"/>
                <w:sz w:val="16"/>
                <w:szCs w:val="16"/>
              </w:rPr>
              <w:t>Version: 0</w:t>
            </w:r>
            <w:r>
              <w:rPr>
                <w:rFonts w:ascii="Arial" w:hAnsi="Arial" w:cs="Arial"/>
                <w:color w:val="404040" w:themeColor="text1" w:themeTint="BF"/>
                <w:sz w:val="16"/>
                <w:szCs w:val="16"/>
              </w:rPr>
              <w:t>1</w:t>
            </w:r>
            <w:r w:rsidRPr="00597EFA">
              <w:rPr>
                <w:rFonts w:ascii="Arial" w:hAnsi="Arial" w:cs="Arial"/>
                <w:color w:val="404040" w:themeColor="text1" w:themeTint="BF"/>
                <w:sz w:val="16"/>
                <w:szCs w:val="16"/>
              </w:rPr>
              <w:t>_Nov 2025</w:t>
            </w:r>
          </w:p>
          <w:p w14:paraId="28D5CCC2" w14:textId="36033B06" w:rsidR="000A7FE9" w:rsidRDefault="009336D0" w:rsidP="009336D0">
            <w:pPr>
              <w:pStyle w:val="Footer"/>
              <w:ind w:right="-709"/>
              <w:jc w:val="right"/>
              <w:rPr>
                <w:rFonts w:ascii="Arial" w:hAnsi="Arial" w:cs="Arial"/>
              </w:rPr>
            </w:pPr>
            <w:r>
              <w:rPr>
                <w:noProof/>
              </w:rPr>
              <mc:AlternateContent>
                <mc:Choice Requires="wpg">
                  <w:drawing>
                    <wp:anchor distT="0" distB="0" distL="114300" distR="114300" simplePos="0" relativeHeight="251658241" behindDoc="1" locked="0" layoutInCell="1" allowOverlap="1" wp14:anchorId="325BDE81" wp14:editId="34C3E15D">
                      <wp:simplePos x="0" y="0"/>
                      <wp:positionH relativeFrom="margin">
                        <wp:posOffset>-537845</wp:posOffset>
                      </wp:positionH>
                      <wp:positionV relativeFrom="paragraph">
                        <wp:posOffset>146262</wp:posOffset>
                      </wp:positionV>
                      <wp:extent cx="10694035" cy="274955"/>
                      <wp:effectExtent l="0" t="0" r="0" b="0"/>
                      <wp:wrapNone/>
                      <wp:docPr id="1358036089" name="Group 9"/>
                      <wp:cNvGraphicFramePr/>
                      <a:graphic xmlns:a="http://schemas.openxmlformats.org/drawingml/2006/main">
                        <a:graphicData uri="http://schemas.microsoft.com/office/word/2010/wordprocessingGroup">
                          <wpg:wgp>
                            <wpg:cNvGrpSpPr/>
                            <wpg:grpSpPr>
                              <a:xfrm>
                                <a:off x="0" y="0"/>
                                <a:ext cx="10694035" cy="274955"/>
                                <a:chOff x="0" y="0"/>
                                <a:chExt cx="10694035" cy="274955"/>
                              </a:xfrm>
                            </wpg:grpSpPr>
                            <pic:pic xmlns:pic="http://schemas.openxmlformats.org/drawingml/2006/picture">
                              <pic:nvPicPr>
                                <pic:cNvPr id="1917030039" name="Picture 10"/>
                                <pic:cNvPicPr>
                                  <a:picLocks noChangeAspect="1"/>
                                </pic:cNvPicPr>
                              </pic:nvPicPr>
                              <pic:blipFill>
                                <a:blip r:embed="rId1"/>
                                <a:stretch>
                                  <a:fillRect/>
                                </a:stretch>
                              </pic:blipFill>
                              <pic:spPr>
                                <a:xfrm>
                                  <a:off x="0" y="0"/>
                                  <a:ext cx="8236585" cy="274955"/>
                                </a:xfrm>
                                <a:prstGeom prst="rect">
                                  <a:avLst/>
                                </a:prstGeom>
                              </pic:spPr>
                            </pic:pic>
                            <pic:pic xmlns:pic="http://schemas.openxmlformats.org/drawingml/2006/picture">
                              <pic:nvPicPr>
                                <pic:cNvPr id="255630104" name="Picture 555524349"/>
                                <pic:cNvPicPr>
                                  <a:picLocks noChangeAspect="1"/>
                                </pic:cNvPicPr>
                              </pic:nvPicPr>
                              <pic:blipFill rotWithShape="1">
                                <a:blip r:embed="rId1"/>
                                <a:srcRect l="36394"/>
                                <a:stretch/>
                              </pic:blipFill>
                              <pic:spPr bwMode="auto">
                                <a:xfrm>
                                  <a:off x="5467350" y="0"/>
                                  <a:ext cx="5226685" cy="2749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314493613" name="Picture 1546522054"/>
                                <pic:cNvPicPr>
                                  <a:picLocks noChangeAspect="1"/>
                                </pic:cNvPicPr>
                              </pic:nvPicPr>
                              <pic:blipFill rotWithShape="1">
                                <a:blip r:embed="rId1"/>
                                <a:srcRect l="37013" r="49155" b="-8"/>
                                <a:stretch/>
                              </pic:blipFill>
                              <pic:spPr bwMode="auto">
                                <a:xfrm>
                                  <a:off x="3721100" y="0"/>
                                  <a:ext cx="1136650" cy="2749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241391968" name="Picture 1072590880"/>
                                <pic:cNvPicPr>
                                  <a:picLocks noChangeAspect="1"/>
                                </pic:cNvPicPr>
                              </pic:nvPicPr>
                              <pic:blipFill rotWithShape="1">
                                <a:blip r:embed="rId1"/>
                                <a:srcRect l="37013" r="49155" b="-8"/>
                                <a:stretch/>
                              </pic:blipFill>
                              <pic:spPr bwMode="auto">
                                <a:xfrm>
                                  <a:off x="4781550" y="0"/>
                                  <a:ext cx="1136650" cy="27495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413D062A" id="Group 9" o:spid="_x0000_s1026" style="position:absolute;margin-left:-42.35pt;margin-top:11.5pt;width:842.05pt;height:21.65pt;z-index:-251658239;mso-position-horizontal-relative:margin" coordsize="106940,27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width:82365;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">
                        <v:imagedata r:id="rId2" o:title=""/>
                      </v:shape>
                      <v:shape id="Picture 555524349" o:spid="_x0000_s1028" type="#_x0000_t75" style="position:absolute;left:54673;width:52267;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">
                        <v:imagedata r:id="rId2" o:title="" cropleft="23851f"/>
                      </v:shape>
                      <v:shape id="Picture 1546522054" o:spid="_x0000_s1029" type="#_x0000_t75" style="position:absolute;left:37211;width:11366;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">
                        <v:imagedata r:id="rId2" o:title="" cropbottom="-5f" cropleft="24257f" cropright="32214f"/>
                      </v:shape>
                      <v:shape id="Picture 1072590880" o:spid="_x0000_s1030" type="#_x0000_t75" style="position:absolute;left:47815;width:11367;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">
                        <v:imagedata r:id="rId2" o:title="" cropbottom="-5f" cropleft="24257f" cropright="32214f"/>
                      </v:shape>
                      <w10:wrap anchorx="margin"/>
                    </v:group>
                  </w:pict>
                </mc:Fallback>
              </mc:AlternateContent>
            </w:r>
            <w:r w:rsidRPr="00597EFA">
              <w:rPr>
                <w:rFonts w:ascii="Arial" w:hAnsi="Arial" w:cs="Arial"/>
                <w:color w:val="404040" w:themeColor="text1" w:themeTint="BF"/>
                <w:sz w:val="16"/>
                <w:szCs w:val="16"/>
              </w:rPr>
              <w:t>Next Review: Q3 2025/26</w:t>
            </w:r>
          </w:p>
        </w:sdtContent>
      </w:sdt>
    </w:sdtContent>
  </w:sdt>
  <w:p w14:paraId="7C570B5D" w14:textId="642936CB" w:rsidR="009A474D" w:rsidRPr="000A7FE9" w:rsidRDefault="009A474D" w:rsidP="000A7FE9">
    <w:pPr>
      <w:pStyle w:val="Footer"/>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C6B6B" w14:textId="77777777" w:rsidR="009667E8" w:rsidRDefault="009667E8" w:rsidP="00213C69">
      <w:pPr>
        <w:spacing w:after="0" w:line="240" w:lineRule="auto"/>
      </w:pPr>
      <w:r>
        <w:separator/>
      </w:r>
    </w:p>
  </w:footnote>
  <w:footnote w:type="continuationSeparator" w:id="0">
    <w:p w14:paraId="0F577B51" w14:textId="77777777" w:rsidR="009667E8" w:rsidRDefault="009667E8" w:rsidP="00213C69">
      <w:pPr>
        <w:spacing w:after="0" w:line="240" w:lineRule="auto"/>
      </w:pPr>
      <w:r>
        <w:continuationSeparator/>
      </w:r>
    </w:p>
  </w:footnote>
  <w:footnote w:type="continuationNotice" w:id="1">
    <w:p w14:paraId="0877EC1B" w14:textId="77777777" w:rsidR="009667E8" w:rsidRDefault="009667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09CCB" w14:textId="77777777" w:rsidR="00AB267C" w:rsidRDefault="00AB26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F5EBE" w14:textId="33C26A55" w:rsidR="00F17F63" w:rsidRDefault="00AB267C" w:rsidP="00AB267C">
    <w:pPr>
      <w:pStyle w:val="Header"/>
      <w:jc w:val="center"/>
    </w:pPr>
    <w:r>
      <w:rPr>
        <w:rFonts w:ascii="Arial" w:hAnsi="Arial" w:cs="Arial"/>
        <w:sz w:val="16"/>
        <w:szCs w:val="16"/>
      </w:rPr>
      <w:t xml:space="preserve">Controlled Document </w:t>
    </w:r>
    <w:r w:rsidR="0048708B">
      <w:rPr>
        <w:noProof/>
      </w:rPr>
      <mc:AlternateContent>
        <mc:Choice Requires="wpg">
          <w:drawing>
            <wp:anchor distT="0" distB="0" distL="114300" distR="114300" simplePos="0" relativeHeight="251658243" behindDoc="0" locked="0" layoutInCell="1" allowOverlap="1" wp14:anchorId="7065C5B5" wp14:editId="550397CD">
              <wp:simplePos x="0" y="0"/>
              <wp:positionH relativeFrom="page">
                <wp:align>right</wp:align>
              </wp:positionH>
              <wp:positionV relativeFrom="paragraph">
                <wp:posOffset>-247650</wp:posOffset>
              </wp:positionV>
              <wp:extent cx="10694670" cy="352425"/>
              <wp:effectExtent l="0" t="0" r="0" b="9525"/>
              <wp:wrapSquare wrapText="bothSides"/>
              <wp:docPr id="1498027342" name="Group 7"/>
              <wp:cNvGraphicFramePr/>
              <a:graphic xmlns:a="http://schemas.openxmlformats.org/drawingml/2006/main">
                <a:graphicData uri="http://schemas.microsoft.com/office/word/2010/wordprocessingGroup">
                  <wpg:wgp>
                    <wpg:cNvGrpSpPr/>
                    <wpg:grpSpPr>
                      <a:xfrm>
                        <a:off x="0" y="0"/>
                        <a:ext cx="10694670" cy="352425"/>
                        <a:chOff x="0" y="0"/>
                        <a:chExt cx="10694670" cy="352425"/>
                      </a:xfrm>
                    </wpg:grpSpPr>
                    <pic:pic xmlns:pic="http://schemas.openxmlformats.org/drawingml/2006/picture">
                      <pic:nvPicPr>
                        <pic:cNvPr id="326722748"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809817390"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3D45409C" id="Group 7" o:spid="_x0000_s1026" style="position:absolute;margin-left:790.9pt;margin-top:-19.5pt;width:842.1pt;height:27.75pt;z-index:251658243;mso-position-horizontal:right;mso-position-horizontal-relative:page"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">
                <v:imagedata r:id="rId2"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">
                <v:imagedata r:id="rId2" o:title="A black and orange rectangle&#10;&#10;Description automatically generated" cropbottom="49826f"/>
              </v:shape>
              <w10:wrap type="square" anchorx="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207EA" w14:textId="01F3FE99" w:rsidR="00175D18" w:rsidRDefault="001852D2">
    <w:pPr>
      <w:pStyle w:val="Header"/>
    </w:pPr>
    <w:r>
      <w:rPr>
        <w:noProof/>
      </w:rPr>
      <mc:AlternateContent>
        <mc:Choice Requires="wpg">
          <w:drawing>
            <wp:anchor distT="0" distB="0" distL="114300" distR="114300" simplePos="0" relativeHeight="251658240" behindDoc="0" locked="0" layoutInCell="1" allowOverlap="1" wp14:anchorId="087AE69D" wp14:editId="47481E6C">
              <wp:simplePos x="0" y="0"/>
              <wp:positionH relativeFrom="margin">
                <wp:posOffset>-538480</wp:posOffset>
              </wp:positionH>
              <wp:positionV relativeFrom="paragraph">
                <wp:posOffset>-247650</wp:posOffset>
              </wp:positionV>
              <wp:extent cx="10694670" cy="352425"/>
              <wp:effectExtent l="0" t="0" r="0" b="9525"/>
              <wp:wrapSquare wrapText="bothSides"/>
              <wp:docPr id="360543447" name="Group 7"/>
              <wp:cNvGraphicFramePr/>
              <a:graphic xmlns:a="http://schemas.openxmlformats.org/drawingml/2006/main">
                <a:graphicData uri="http://schemas.microsoft.com/office/word/2010/wordprocessingGroup">
                  <wpg:wgp>
                    <wpg:cNvGrpSpPr/>
                    <wpg:grpSpPr>
                      <a:xfrm>
                        <a:off x="0" y="0"/>
                        <a:ext cx="10694670" cy="352425"/>
                        <a:chOff x="0" y="0"/>
                        <a:chExt cx="10694670" cy="352425"/>
                      </a:xfrm>
                    </wpg:grpSpPr>
                    <pic:pic xmlns:pic="http://schemas.openxmlformats.org/drawingml/2006/picture">
                      <pic:nvPicPr>
                        <pic:cNvPr id="1049412430"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1735462"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6138530F" id="Group 7" o:spid="_x0000_s1026" style="position:absolute;margin-left:-42.4pt;margin-top:-19.5pt;width:842.1pt;height:27.75pt;z-index:251658240;mso-position-horizontal-relative:margin"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">
                <v:imagedata r:id="rId2"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">
                <v:imagedata r:id="rId2" o:title="A black and orange rectangle&#10;&#10;Description automatically generated" cropbottom="49826f"/>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A65FE"/>
    <w:multiLevelType w:val="hybridMultilevel"/>
    <w:tmpl w:val="3066477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 w15:restartNumberingAfterBreak="0">
    <w:nsid w:val="03E460BC"/>
    <w:multiLevelType w:val="hybridMultilevel"/>
    <w:tmpl w:val="9C24B582"/>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 w15:restartNumberingAfterBreak="0">
    <w:nsid w:val="13DD3382"/>
    <w:multiLevelType w:val="hybridMultilevel"/>
    <w:tmpl w:val="C5C6E3F6"/>
    <w:lvl w:ilvl="0" w:tplc="5E124082">
      <w:start w:val="1"/>
      <w:numFmt w:val="bullet"/>
      <w:lvlText w:val=""/>
      <w:lvlJc w:val="left"/>
      <w:pPr>
        <w:ind w:left="927" w:hanging="360"/>
      </w:pPr>
      <w:rPr>
        <w:rFonts w:ascii="Symbol" w:hAnsi="Symbol" w:hint="default"/>
        <w:color w:val="auto"/>
      </w:rPr>
    </w:lvl>
    <w:lvl w:ilvl="1" w:tplc="1C090003" w:tentative="1">
      <w:start w:val="1"/>
      <w:numFmt w:val="bullet"/>
      <w:lvlText w:val="o"/>
      <w:lvlJc w:val="left"/>
      <w:pPr>
        <w:ind w:left="1647" w:hanging="360"/>
      </w:pPr>
      <w:rPr>
        <w:rFonts w:ascii="Courier New" w:hAnsi="Courier New" w:cs="Courier New" w:hint="default"/>
      </w:rPr>
    </w:lvl>
    <w:lvl w:ilvl="2" w:tplc="1C090005" w:tentative="1">
      <w:start w:val="1"/>
      <w:numFmt w:val="bullet"/>
      <w:lvlText w:val=""/>
      <w:lvlJc w:val="left"/>
      <w:pPr>
        <w:ind w:left="2367" w:hanging="360"/>
      </w:pPr>
      <w:rPr>
        <w:rFonts w:ascii="Wingdings" w:hAnsi="Wingdings" w:hint="default"/>
      </w:rPr>
    </w:lvl>
    <w:lvl w:ilvl="3" w:tplc="1C090001" w:tentative="1">
      <w:start w:val="1"/>
      <w:numFmt w:val="bullet"/>
      <w:lvlText w:val=""/>
      <w:lvlJc w:val="left"/>
      <w:pPr>
        <w:ind w:left="3087" w:hanging="360"/>
      </w:pPr>
      <w:rPr>
        <w:rFonts w:ascii="Symbol" w:hAnsi="Symbol" w:hint="default"/>
      </w:rPr>
    </w:lvl>
    <w:lvl w:ilvl="4" w:tplc="1C090003" w:tentative="1">
      <w:start w:val="1"/>
      <w:numFmt w:val="bullet"/>
      <w:lvlText w:val="o"/>
      <w:lvlJc w:val="left"/>
      <w:pPr>
        <w:ind w:left="3807" w:hanging="360"/>
      </w:pPr>
      <w:rPr>
        <w:rFonts w:ascii="Courier New" w:hAnsi="Courier New" w:cs="Courier New" w:hint="default"/>
      </w:rPr>
    </w:lvl>
    <w:lvl w:ilvl="5" w:tplc="1C090005" w:tentative="1">
      <w:start w:val="1"/>
      <w:numFmt w:val="bullet"/>
      <w:lvlText w:val=""/>
      <w:lvlJc w:val="left"/>
      <w:pPr>
        <w:ind w:left="4527" w:hanging="360"/>
      </w:pPr>
      <w:rPr>
        <w:rFonts w:ascii="Wingdings" w:hAnsi="Wingdings" w:hint="default"/>
      </w:rPr>
    </w:lvl>
    <w:lvl w:ilvl="6" w:tplc="1C090001" w:tentative="1">
      <w:start w:val="1"/>
      <w:numFmt w:val="bullet"/>
      <w:lvlText w:val=""/>
      <w:lvlJc w:val="left"/>
      <w:pPr>
        <w:ind w:left="5247" w:hanging="360"/>
      </w:pPr>
      <w:rPr>
        <w:rFonts w:ascii="Symbol" w:hAnsi="Symbol" w:hint="default"/>
      </w:rPr>
    </w:lvl>
    <w:lvl w:ilvl="7" w:tplc="1C090003" w:tentative="1">
      <w:start w:val="1"/>
      <w:numFmt w:val="bullet"/>
      <w:lvlText w:val="o"/>
      <w:lvlJc w:val="left"/>
      <w:pPr>
        <w:ind w:left="5967" w:hanging="360"/>
      </w:pPr>
      <w:rPr>
        <w:rFonts w:ascii="Courier New" w:hAnsi="Courier New" w:cs="Courier New" w:hint="default"/>
      </w:rPr>
    </w:lvl>
    <w:lvl w:ilvl="8" w:tplc="1C090005" w:tentative="1">
      <w:start w:val="1"/>
      <w:numFmt w:val="bullet"/>
      <w:lvlText w:val=""/>
      <w:lvlJc w:val="left"/>
      <w:pPr>
        <w:ind w:left="6687" w:hanging="360"/>
      </w:pPr>
      <w:rPr>
        <w:rFonts w:ascii="Wingdings" w:hAnsi="Wingdings" w:hint="default"/>
      </w:rPr>
    </w:lvl>
  </w:abstractNum>
  <w:abstractNum w:abstractNumId="3" w15:restartNumberingAfterBreak="0">
    <w:nsid w:val="1B8C7339"/>
    <w:multiLevelType w:val="multilevel"/>
    <w:tmpl w:val="2A8A499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F07DF4"/>
    <w:multiLevelType w:val="hybridMultilevel"/>
    <w:tmpl w:val="7C0C7E96"/>
    <w:lvl w:ilvl="0" w:tplc="1C090001">
      <w:start w:val="1"/>
      <w:numFmt w:val="bullet"/>
      <w:lvlText w:val=""/>
      <w:lvlJc w:val="left"/>
      <w:pPr>
        <w:ind w:left="928" w:hanging="360"/>
      </w:pPr>
      <w:rPr>
        <w:rFonts w:ascii="Symbol" w:hAnsi="Symbol" w:hint="default"/>
      </w:rPr>
    </w:lvl>
    <w:lvl w:ilvl="1" w:tplc="1C090003" w:tentative="1">
      <w:start w:val="1"/>
      <w:numFmt w:val="bullet"/>
      <w:lvlText w:val="o"/>
      <w:lvlJc w:val="left"/>
      <w:pPr>
        <w:ind w:left="1648" w:hanging="360"/>
      </w:pPr>
      <w:rPr>
        <w:rFonts w:ascii="Courier New" w:hAnsi="Courier New" w:cs="Courier New" w:hint="default"/>
      </w:rPr>
    </w:lvl>
    <w:lvl w:ilvl="2" w:tplc="1C090005" w:tentative="1">
      <w:start w:val="1"/>
      <w:numFmt w:val="bullet"/>
      <w:lvlText w:val=""/>
      <w:lvlJc w:val="left"/>
      <w:pPr>
        <w:ind w:left="2368" w:hanging="360"/>
      </w:pPr>
      <w:rPr>
        <w:rFonts w:ascii="Wingdings" w:hAnsi="Wingdings" w:hint="default"/>
      </w:rPr>
    </w:lvl>
    <w:lvl w:ilvl="3" w:tplc="1C090001" w:tentative="1">
      <w:start w:val="1"/>
      <w:numFmt w:val="bullet"/>
      <w:lvlText w:val=""/>
      <w:lvlJc w:val="left"/>
      <w:pPr>
        <w:ind w:left="3088" w:hanging="360"/>
      </w:pPr>
      <w:rPr>
        <w:rFonts w:ascii="Symbol" w:hAnsi="Symbol" w:hint="default"/>
      </w:rPr>
    </w:lvl>
    <w:lvl w:ilvl="4" w:tplc="1C090003" w:tentative="1">
      <w:start w:val="1"/>
      <w:numFmt w:val="bullet"/>
      <w:lvlText w:val="o"/>
      <w:lvlJc w:val="left"/>
      <w:pPr>
        <w:ind w:left="3808" w:hanging="360"/>
      </w:pPr>
      <w:rPr>
        <w:rFonts w:ascii="Courier New" w:hAnsi="Courier New" w:cs="Courier New" w:hint="default"/>
      </w:rPr>
    </w:lvl>
    <w:lvl w:ilvl="5" w:tplc="1C090005" w:tentative="1">
      <w:start w:val="1"/>
      <w:numFmt w:val="bullet"/>
      <w:lvlText w:val=""/>
      <w:lvlJc w:val="left"/>
      <w:pPr>
        <w:ind w:left="4528" w:hanging="360"/>
      </w:pPr>
      <w:rPr>
        <w:rFonts w:ascii="Wingdings" w:hAnsi="Wingdings" w:hint="default"/>
      </w:rPr>
    </w:lvl>
    <w:lvl w:ilvl="6" w:tplc="1C090001" w:tentative="1">
      <w:start w:val="1"/>
      <w:numFmt w:val="bullet"/>
      <w:lvlText w:val=""/>
      <w:lvlJc w:val="left"/>
      <w:pPr>
        <w:ind w:left="5248" w:hanging="360"/>
      </w:pPr>
      <w:rPr>
        <w:rFonts w:ascii="Symbol" w:hAnsi="Symbol" w:hint="default"/>
      </w:rPr>
    </w:lvl>
    <w:lvl w:ilvl="7" w:tplc="1C090003" w:tentative="1">
      <w:start w:val="1"/>
      <w:numFmt w:val="bullet"/>
      <w:lvlText w:val="o"/>
      <w:lvlJc w:val="left"/>
      <w:pPr>
        <w:ind w:left="5968" w:hanging="360"/>
      </w:pPr>
      <w:rPr>
        <w:rFonts w:ascii="Courier New" w:hAnsi="Courier New" w:cs="Courier New" w:hint="default"/>
      </w:rPr>
    </w:lvl>
    <w:lvl w:ilvl="8" w:tplc="1C090005" w:tentative="1">
      <w:start w:val="1"/>
      <w:numFmt w:val="bullet"/>
      <w:lvlText w:val=""/>
      <w:lvlJc w:val="left"/>
      <w:pPr>
        <w:ind w:left="6688" w:hanging="360"/>
      </w:pPr>
      <w:rPr>
        <w:rFonts w:ascii="Wingdings" w:hAnsi="Wingdings" w:hint="default"/>
      </w:rPr>
    </w:lvl>
  </w:abstractNum>
  <w:abstractNum w:abstractNumId="5" w15:restartNumberingAfterBreak="0">
    <w:nsid w:val="1C146171"/>
    <w:multiLevelType w:val="hybridMultilevel"/>
    <w:tmpl w:val="B8062F78"/>
    <w:lvl w:ilvl="0" w:tplc="6D2A6BD2">
      <w:start w:val="1"/>
      <w:numFmt w:val="bullet"/>
      <w:lvlText w:val=""/>
      <w:lvlJc w:val="left"/>
      <w:pPr>
        <w:ind w:left="927" w:hanging="360"/>
      </w:pPr>
      <w:rPr>
        <w:rFonts w:ascii="Symbol" w:hAnsi="Symbol" w:hint="default"/>
        <w:color w:val="auto"/>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6" w15:restartNumberingAfterBreak="0">
    <w:nsid w:val="1CFF1EDC"/>
    <w:multiLevelType w:val="hybridMultilevel"/>
    <w:tmpl w:val="4CEC7F8A"/>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215875CA"/>
    <w:multiLevelType w:val="multilevel"/>
    <w:tmpl w:val="E08C187C"/>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8FA366E"/>
    <w:multiLevelType w:val="hybridMultilevel"/>
    <w:tmpl w:val="982C7EC0"/>
    <w:lvl w:ilvl="0" w:tplc="1C090001">
      <w:start w:val="1"/>
      <w:numFmt w:val="bullet"/>
      <w:lvlText w:val=""/>
      <w:lvlJc w:val="left"/>
      <w:pPr>
        <w:ind w:left="927" w:hanging="360"/>
      </w:pPr>
      <w:rPr>
        <w:rFonts w:ascii="Symbol" w:hAnsi="Symbol" w:hint="default"/>
      </w:rPr>
    </w:lvl>
    <w:lvl w:ilvl="1" w:tplc="1C090003" w:tentative="1">
      <w:start w:val="1"/>
      <w:numFmt w:val="bullet"/>
      <w:lvlText w:val="o"/>
      <w:lvlJc w:val="left"/>
      <w:pPr>
        <w:ind w:left="1647" w:hanging="360"/>
      </w:pPr>
      <w:rPr>
        <w:rFonts w:ascii="Courier New" w:hAnsi="Courier New" w:cs="Courier New" w:hint="default"/>
      </w:rPr>
    </w:lvl>
    <w:lvl w:ilvl="2" w:tplc="1C090005" w:tentative="1">
      <w:start w:val="1"/>
      <w:numFmt w:val="bullet"/>
      <w:lvlText w:val=""/>
      <w:lvlJc w:val="left"/>
      <w:pPr>
        <w:ind w:left="2367" w:hanging="360"/>
      </w:pPr>
      <w:rPr>
        <w:rFonts w:ascii="Wingdings" w:hAnsi="Wingdings" w:hint="default"/>
      </w:rPr>
    </w:lvl>
    <w:lvl w:ilvl="3" w:tplc="1C090001" w:tentative="1">
      <w:start w:val="1"/>
      <w:numFmt w:val="bullet"/>
      <w:lvlText w:val=""/>
      <w:lvlJc w:val="left"/>
      <w:pPr>
        <w:ind w:left="3087" w:hanging="360"/>
      </w:pPr>
      <w:rPr>
        <w:rFonts w:ascii="Symbol" w:hAnsi="Symbol" w:hint="default"/>
      </w:rPr>
    </w:lvl>
    <w:lvl w:ilvl="4" w:tplc="1C090003" w:tentative="1">
      <w:start w:val="1"/>
      <w:numFmt w:val="bullet"/>
      <w:lvlText w:val="o"/>
      <w:lvlJc w:val="left"/>
      <w:pPr>
        <w:ind w:left="3807" w:hanging="360"/>
      </w:pPr>
      <w:rPr>
        <w:rFonts w:ascii="Courier New" w:hAnsi="Courier New" w:cs="Courier New" w:hint="default"/>
      </w:rPr>
    </w:lvl>
    <w:lvl w:ilvl="5" w:tplc="1C090005" w:tentative="1">
      <w:start w:val="1"/>
      <w:numFmt w:val="bullet"/>
      <w:lvlText w:val=""/>
      <w:lvlJc w:val="left"/>
      <w:pPr>
        <w:ind w:left="4527" w:hanging="360"/>
      </w:pPr>
      <w:rPr>
        <w:rFonts w:ascii="Wingdings" w:hAnsi="Wingdings" w:hint="default"/>
      </w:rPr>
    </w:lvl>
    <w:lvl w:ilvl="6" w:tplc="1C090001" w:tentative="1">
      <w:start w:val="1"/>
      <w:numFmt w:val="bullet"/>
      <w:lvlText w:val=""/>
      <w:lvlJc w:val="left"/>
      <w:pPr>
        <w:ind w:left="5247" w:hanging="360"/>
      </w:pPr>
      <w:rPr>
        <w:rFonts w:ascii="Symbol" w:hAnsi="Symbol" w:hint="default"/>
      </w:rPr>
    </w:lvl>
    <w:lvl w:ilvl="7" w:tplc="1C090003" w:tentative="1">
      <w:start w:val="1"/>
      <w:numFmt w:val="bullet"/>
      <w:lvlText w:val="o"/>
      <w:lvlJc w:val="left"/>
      <w:pPr>
        <w:ind w:left="5967" w:hanging="360"/>
      </w:pPr>
      <w:rPr>
        <w:rFonts w:ascii="Courier New" w:hAnsi="Courier New" w:cs="Courier New" w:hint="default"/>
      </w:rPr>
    </w:lvl>
    <w:lvl w:ilvl="8" w:tplc="1C090005" w:tentative="1">
      <w:start w:val="1"/>
      <w:numFmt w:val="bullet"/>
      <w:lvlText w:val=""/>
      <w:lvlJc w:val="left"/>
      <w:pPr>
        <w:ind w:left="6687" w:hanging="360"/>
      </w:pPr>
      <w:rPr>
        <w:rFonts w:ascii="Wingdings" w:hAnsi="Wingdings" w:hint="default"/>
      </w:rPr>
    </w:lvl>
  </w:abstractNum>
  <w:abstractNum w:abstractNumId="9" w15:restartNumberingAfterBreak="0">
    <w:nsid w:val="2C3062DE"/>
    <w:multiLevelType w:val="multilevel"/>
    <w:tmpl w:val="2A56738A"/>
    <w:lvl w:ilvl="0">
      <w:start w:val="1"/>
      <w:numFmt w:val="bullet"/>
      <w:lvlText w:val=""/>
      <w:lvlJc w:val="left"/>
      <w:pPr>
        <w:ind w:left="927" w:hanging="360"/>
      </w:pPr>
      <w:rPr>
        <w:rFonts w:ascii="Symbol" w:hAnsi="Symbol"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316B155F"/>
    <w:multiLevelType w:val="multilevel"/>
    <w:tmpl w:val="2A8A499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318B5701"/>
    <w:multiLevelType w:val="hybridMultilevel"/>
    <w:tmpl w:val="FE943074"/>
    <w:lvl w:ilvl="0" w:tplc="5E124082">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31AF30ED"/>
    <w:multiLevelType w:val="hybridMultilevel"/>
    <w:tmpl w:val="5A3AFC34"/>
    <w:lvl w:ilvl="0" w:tplc="1C090001">
      <w:start w:val="1"/>
      <w:numFmt w:val="bullet"/>
      <w:lvlText w:val=""/>
      <w:lvlJc w:val="left"/>
      <w:pPr>
        <w:ind w:left="1231" w:hanging="360"/>
      </w:pPr>
      <w:rPr>
        <w:rFonts w:ascii="Symbol" w:hAnsi="Symbol" w:hint="default"/>
      </w:rPr>
    </w:lvl>
    <w:lvl w:ilvl="1" w:tplc="1C090003">
      <w:start w:val="1"/>
      <w:numFmt w:val="bullet"/>
      <w:lvlText w:val="o"/>
      <w:lvlJc w:val="left"/>
      <w:pPr>
        <w:ind w:left="1951" w:hanging="360"/>
      </w:pPr>
      <w:rPr>
        <w:rFonts w:ascii="Courier New" w:hAnsi="Courier New" w:cs="Courier New" w:hint="default"/>
      </w:rPr>
    </w:lvl>
    <w:lvl w:ilvl="2" w:tplc="1C090005" w:tentative="1">
      <w:start w:val="1"/>
      <w:numFmt w:val="bullet"/>
      <w:lvlText w:val=""/>
      <w:lvlJc w:val="left"/>
      <w:pPr>
        <w:ind w:left="2671" w:hanging="360"/>
      </w:pPr>
      <w:rPr>
        <w:rFonts w:ascii="Wingdings" w:hAnsi="Wingdings" w:hint="default"/>
      </w:rPr>
    </w:lvl>
    <w:lvl w:ilvl="3" w:tplc="1C090001" w:tentative="1">
      <w:start w:val="1"/>
      <w:numFmt w:val="bullet"/>
      <w:lvlText w:val=""/>
      <w:lvlJc w:val="left"/>
      <w:pPr>
        <w:ind w:left="3391" w:hanging="360"/>
      </w:pPr>
      <w:rPr>
        <w:rFonts w:ascii="Symbol" w:hAnsi="Symbol" w:hint="default"/>
      </w:rPr>
    </w:lvl>
    <w:lvl w:ilvl="4" w:tplc="1C090003" w:tentative="1">
      <w:start w:val="1"/>
      <w:numFmt w:val="bullet"/>
      <w:lvlText w:val="o"/>
      <w:lvlJc w:val="left"/>
      <w:pPr>
        <w:ind w:left="4111" w:hanging="360"/>
      </w:pPr>
      <w:rPr>
        <w:rFonts w:ascii="Courier New" w:hAnsi="Courier New" w:cs="Courier New" w:hint="default"/>
      </w:rPr>
    </w:lvl>
    <w:lvl w:ilvl="5" w:tplc="1C090005" w:tentative="1">
      <w:start w:val="1"/>
      <w:numFmt w:val="bullet"/>
      <w:lvlText w:val=""/>
      <w:lvlJc w:val="left"/>
      <w:pPr>
        <w:ind w:left="4831" w:hanging="360"/>
      </w:pPr>
      <w:rPr>
        <w:rFonts w:ascii="Wingdings" w:hAnsi="Wingdings" w:hint="default"/>
      </w:rPr>
    </w:lvl>
    <w:lvl w:ilvl="6" w:tplc="1C090001" w:tentative="1">
      <w:start w:val="1"/>
      <w:numFmt w:val="bullet"/>
      <w:lvlText w:val=""/>
      <w:lvlJc w:val="left"/>
      <w:pPr>
        <w:ind w:left="5551" w:hanging="360"/>
      </w:pPr>
      <w:rPr>
        <w:rFonts w:ascii="Symbol" w:hAnsi="Symbol" w:hint="default"/>
      </w:rPr>
    </w:lvl>
    <w:lvl w:ilvl="7" w:tplc="1C090003" w:tentative="1">
      <w:start w:val="1"/>
      <w:numFmt w:val="bullet"/>
      <w:lvlText w:val="o"/>
      <w:lvlJc w:val="left"/>
      <w:pPr>
        <w:ind w:left="6271" w:hanging="360"/>
      </w:pPr>
      <w:rPr>
        <w:rFonts w:ascii="Courier New" w:hAnsi="Courier New" w:cs="Courier New" w:hint="default"/>
      </w:rPr>
    </w:lvl>
    <w:lvl w:ilvl="8" w:tplc="1C090005" w:tentative="1">
      <w:start w:val="1"/>
      <w:numFmt w:val="bullet"/>
      <w:lvlText w:val=""/>
      <w:lvlJc w:val="left"/>
      <w:pPr>
        <w:ind w:left="6991" w:hanging="360"/>
      </w:pPr>
      <w:rPr>
        <w:rFonts w:ascii="Wingdings" w:hAnsi="Wingdings" w:hint="default"/>
      </w:rPr>
    </w:lvl>
  </w:abstractNum>
  <w:abstractNum w:abstractNumId="13" w15:restartNumberingAfterBreak="0">
    <w:nsid w:val="379C2D24"/>
    <w:multiLevelType w:val="hybridMultilevel"/>
    <w:tmpl w:val="EC760E7E"/>
    <w:lvl w:ilvl="0" w:tplc="363CF42A">
      <w:start w:val="1"/>
      <w:numFmt w:val="bullet"/>
      <w:lvlText w:val="•"/>
      <w:lvlJc w:val="left"/>
      <w:pPr>
        <w:tabs>
          <w:tab w:val="num" w:pos="720"/>
        </w:tabs>
        <w:ind w:left="720" w:hanging="360"/>
      </w:pPr>
      <w:rPr>
        <w:rFonts w:ascii="Arial" w:hAnsi="Arial" w:hint="default"/>
      </w:rPr>
    </w:lvl>
    <w:lvl w:ilvl="1" w:tplc="8752DCDE" w:tentative="1">
      <w:start w:val="1"/>
      <w:numFmt w:val="bullet"/>
      <w:lvlText w:val="•"/>
      <w:lvlJc w:val="left"/>
      <w:pPr>
        <w:tabs>
          <w:tab w:val="num" w:pos="1440"/>
        </w:tabs>
        <w:ind w:left="1440" w:hanging="360"/>
      </w:pPr>
      <w:rPr>
        <w:rFonts w:ascii="Arial" w:hAnsi="Arial" w:hint="default"/>
      </w:rPr>
    </w:lvl>
    <w:lvl w:ilvl="2" w:tplc="DADE29F0" w:tentative="1">
      <w:start w:val="1"/>
      <w:numFmt w:val="bullet"/>
      <w:lvlText w:val="•"/>
      <w:lvlJc w:val="left"/>
      <w:pPr>
        <w:tabs>
          <w:tab w:val="num" w:pos="2160"/>
        </w:tabs>
        <w:ind w:left="2160" w:hanging="360"/>
      </w:pPr>
      <w:rPr>
        <w:rFonts w:ascii="Arial" w:hAnsi="Arial" w:hint="default"/>
      </w:rPr>
    </w:lvl>
    <w:lvl w:ilvl="3" w:tplc="351CCE28" w:tentative="1">
      <w:start w:val="1"/>
      <w:numFmt w:val="bullet"/>
      <w:lvlText w:val="•"/>
      <w:lvlJc w:val="left"/>
      <w:pPr>
        <w:tabs>
          <w:tab w:val="num" w:pos="2880"/>
        </w:tabs>
        <w:ind w:left="2880" w:hanging="360"/>
      </w:pPr>
      <w:rPr>
        <w:rFonts w:ascii="Arial" w:hAnsi="Arial" w:hint="default"/>
      </w:rPr>
    </w:lvl>
    <w:lvl w:ilvl="4" w:tplc="7F648A2A" w:tentative="1">
      <w:start w:val="1"/>
      <w:numFmt w:val="bullet"/>
      <w:lvlText w:val="•"/>
      <w:lvlJc w:val="left"/>
      <w:pPr>
        <w:tabs>
          <w:tab w:val="num" w:pos="3600"/>
        </w:tabs>
        <w:ind w:left="3600" w:hanging="360"/>
      </w:pPr>
      <w:rPr>
        <w:rFonts w:ascii="Arial" w:hAnsi="Arial" w:hint="default"/>
      </w:rPr>
    </w:lvl>
    <w:lvl w:ilvl="5" w:tplc="D742766E" w:tentative="1">
      <w:start w:val="1"/>
      <w:numFmt w:val="bullet"/>
      <w:lvlText w:val="•"/>
      <w:lvlJc w:val="left"/>
      <w:pPr>
        <w:tabs>
          <w:tab w:val="num" w:pos="4320"/>
        </w:tabs>
        <w:ind w:left="4320" w:hanging="360"/>
      </w:pPr>
      <w:rPr>
        <w:rFonts w:ascii="Arial" w:hAnsi="Arial" w:hint="default"/>
      </w:rPr>
    </w:lvl>
    <w:lvl w:ilvl="6" w:tplc="F810495C" w:tentative="1">
      <w:start w:val="1"/>
      <w:numFmt w:val="bullet"/>
      <w:lvlText w:val="•"/>
      <w:lvlJc w:val="left"/>
      <w:pPr>
        <w:tabs>
          <w:tab w:val="num" w:pos="5040"/>
        </w:tabs>
        <w:ind w:left="5040" w:hanging="360"/>
      </w:pPr>
      <w:rPr>
        <w:rFonts w:ascii="Arial" w:hAnsi="Arial" w:hint="default"/>
      </w:rPr>
    </w:lvl>
    <w:lvl w:ilvl="7" w:tplc="9BA44AD8" w:tentative="1">
      <w:start w:val="1"/>
      <w:numFmt w:val="bullet"/>
      <w:lvlText w:val="•"/>
      <w:lvlJc w:val="left"/>
      <w:pPr>
        <w:tabs>
          <w:tab w:val="num" w:pos="5760"/>
        </w:tabs>
        <w:ind w:left="5760" w:hanging="360"/>
      </w:pPr>
      <w:rPr>
        <w:rFonts w:ascii="Arial" w:hAnsi="Arial" w:hint="default"/>
      </w:rPr>
    </w:lvl>
    <w:lvl w:ilvl="8" w:tplc="D78CBA7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A8D64F2"/>
    <w:multiLevelType w:val="hybridMultilevel"/>
    <w:tmpl w:val="C99C141C"/>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BDA5600"/>
    <w:multiLevelType w:val="hybridMultilevel"/>
    <w:tmpl w:val="04CE8B5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6" w15:restartNumberingAfterBreak="0">
    <w:nsid w:val="3CF83A8B"/>
    <w:multiLevelType w:val="hybridMultilevel"/>
    <w:tmpl w:val="39E42B8C"/>
    <w:lvl w:ilvl="0" w:tplc="1C090001">
      <w:start w:val="1"/>
      <w:numFmt w:val="bullet"/>
      <w:lvlText w:val=""/>
      <w:lvlJc w:val="left"/>
      <w:pPr>
        <w:ind w:left="927" w:hanging="360"/>
      </w:pPr>
      <w:rPr>
        <w:rFonts w:ascii="Symbol" w:hAnsi="Symbol" w:hint="default"/>
      </w:rPr>
    </w:lvl>
    <w:lvl w:ilvl="1" w:tplc="1C090003" w:tentative="1">
      <w:start w:val="1"/>
      <w:numFmt w:val="bullet"/>
      <w:lvlText w:val="o"/>
      <w:lvlJc w:val="left"/>
      <w:pPr>
        <w:ind w:left="1647" w:hanging="360"/>
      </w:pPr>
      <w:rPr>
        <w:rFonts w:ascii="Courier New" w:hAnsi="Courier New" w:cs="Courier New" w:hint="default"/>
      </w:rPr>
    </w:lvl>
    <w:lvl w:ilvl="2" w:tplc="1C090005" w:tentative="1">
      <w:start w:val="1"/>
      <w:numFmt w:val="bullet"/>
      <w:lvlText w:val=""/>
      <w:lvlJc w:val="left"/>
      <w:pPr>
        <w:ind w:left="2367" w:hanging="360"/>
      </w:pPr>
      <w:rPr>
        <w:rFonts w:ascii="Wingdings" w:hAnsi="Wingdings" w:hint="default"/>
      </w:rPr>
    </w:lvl>
    <w:lvl w:ilvl="3" w:tplc="1C090001" w:tentative="1">
      <w:start w:val="1"/>
      <w:numFmt w:val="bullet"/>
      <w:lvlText w:val=""/>
      <w:lvlJc w:val="left"/>
      <w:pPr>
        <w:ind w:left="3087" w:hanging="360"/>
      </w:pPr>
      <w:rPr>
        <w:rFonts w:ascii="Symbol" w:hAnsi="Symbol" w:hint="default"/>
      </w:rPr>
    </w:lvl>
    <w:lvl w:ilvl="4" w:tplc="1C090003" w:tentative="1">
      <w:start w:val="1"/>
      <w:numFmt w:val="bullet"/>
      <w:lvlText w:val="o"/>
      <w:lvlJc w:val="left"/>
      <w:pPr>
        <w:ind w:left="3807" w:hanging="360"/>
      </w:pPr>
      <w:rPr>
        <w:rFonts w:ascii="Courier New" w:hAnsi="Courier New" w:cs="Courier New" w:hint="default"/>
      </w:rPr>
    </w:lvl>
    <w:lvl w:ilvl="5" w:tplc="1C090005" w:tentative="1">
      <w:start w:val="1"/>
      <w:numFmt w:val="bullet"/>
      <w:lvlText w:val=""/>
      <w:lvlJc w:val="left"/>
      <w:pPr>
        <w:ind w:left="4527" w:hanging="360"/>
      </w:pPr>
      <w:rPr>
        <w:rFonts w:ascii="Wingdings" w:hAnsi="Wingdings" w:hint="default"/>
      </w:rPr>
    </w:lvl>
    <w:lvl w:ilvl="6" w:tplc="1C090001" w:tentative="1">
      <w:start w:val="1"/>
      <w:numFmt w:val="bullet"/>
      <w:lvlText w:val=""/>
      <w:lvlJc w:val="left"/>
      <w:pPr>
        <w:ind w:left="5247" w:hanging="360"/>
      </w:pPr>
      <w:rPr>
        <w:rFonts w:ascii="Symbol" w:hAnsi="Symbol" w:hint="default"/>
      </w:rPr>
    </w:lvl>
    <w:lvl w:ilvl="7" w:tplc="1C090003" w:tentative="1">
      <w:start w:val="1"/>
      <w:numFmt w:val="bullet"/>
      <w:lvlText w:val="o"/>
      <w:lvlJc w:val="left"/>
      <w:pPr>
        <w:ind w:left="5967" w:hanging="360"/>
      </w:pPr>
      <w:rPr>
        <w:rFonts w:ascii="Courier New" w:hAnsi="Courier New" w:cs="Courier New" w:hint="default"/>
      </w:rPr>
    </w:lvl>
    <w:lvl w:ilvl="8" w:tplc="1C090005" w:tentative="1">
      <w:start w:val="1"/>
      <w:numFmt w:val="bullet"/>
      <w:lvlText w:val=""/>
      <w:lvlJc w:val="left"/>
      <w:pPr>
        <w:ind w:left="6687" w:hanging="360"/>
      </w:pPr>
      <w:rPr>
        <w:rFonts w:ascii="Wingdings" w:hAnsi="Wingdings" w:hint="default"/>
      </w:rPr>
    </w:lvl>
  </w:abstractNum>
  <w:abstractNum w:abstractNumId="17" w15:restartNumberingAfterBreak="0">
    <w:nsid w:val="408E517F"/>
    <w:multiLevelType w:val="hybridMultilevel"/>
    <w:tmpl w:val="5F96525C"/>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8" w15:restartNumberingAfterBreak="0">
    <w:nsid w:val="42C9665B"/>
    <w:multiLevelType w:val="hybridMultilevel"/>
    <w:tmpl w:val="14A682F6"/>
    <w:lvl w:ilvl="0" w:tplc="04F47DD0">
      <w:numFmt w:val="bullet"/>
      <w:lvlText w:val=""/>
      <w:lvlJc w:val="left"/>
      <w:pPr>
        <w:ind w:left="927" w:hanging="360"/>
      </w:pPr>
      <w:rPr>
        <w:rFonts w:ascii="Arial" w:eastAsia="Arial" w:hAnsi="Arial" w:cs="Arial" w:hint="default"/>
      </w:rPr>
    </w:lvl>
    <w:lvl w:ilvl="1" w:tplc="1C090003" w:tentative="1">
      <w:start w:val="1"/>
      <w:numFmt w:val="bullet"/>
      <w:lvlText w:val="o"/>
      <w:lvlJc w:val="left"/>
      <w:pPr>
        <w:ind w:left="1647" w:hanging="360"/>
      </w:pPr>
      <w:rPr>
        <w:rFonts w:ascii="Courier New" w:hAnsi="Courier New" w:cs="Courier New" w:hint="default"/>
      </w:rPr>
    </w:lvl>
    <w:lvl w:ilvl="2" w:tplc="1C090005" w:tentative="1">
      <w:start w:val="1"/>
      <w:numFmt w:val="bullet"/>
      <w:lvlText w:val=""/>
      <w:lvlJc w:val="left"/>
      <w:pPr>
        <w:ind w:left="2367" w:hanging="360"/>
      </w:pPr>
      <w:rPr>
        <w:rFonts w:ascii="Wingdings" w:hAnsi="Wingdings" w:hint="default"/>
      </w:rPr>
    </w:lvl>
    <w:lvl w:ilvl="3" w:tplc="1C090001" w:tentative="1">
      <w:start w:val="1"/>
      <w:numFmt w:val="bullet"/>
      <w:lvlText w:val=""/>
      <w:lvlJc w:val="left"/>
      <w:pPr>
        <w:ind w:left="3087" w:hanging="360"/>
      </w:pPr>
      <w:rPr>
        <w:rFonts w:ascii="Symbol" w:hAnsi="Symbol" w:hint="default"/>
      </w:rPr>
    </w:lvl>
    <w:lvl w:ilvl="4" w:tplc="1C090003" w:tentative="1">
      <w:start w:val="1"/>
      <w:numFmt w:val="bullet"/>
      <w:lvlText w:val="o"/>
      <w:lvlJc w:val="left"/>
      <w:pPr>
        <w:ind w:left="3807" w:hanging="360"/>
      </w:pPr>
      <w:rPr>
        <w:rFonts w:ascii="Courier New" w:hAnsi="Courier New" w:cs="Courier New" w:hint="default"/>
      </w:rPr>
    </w:lvl>
    <w:lvl w:ilvl="5" w:tplc="1C090005" w:tentative="1">
      <w:start w:val="1"/>
      <w:numFmt w:val="bullet"/>
      <w:lvlText w:val=""/>
      <w:lvlJc w:val="left"/>
      <w:pPr>
        <w:ind w:left="4527" w:hanging="360"/>
      </w:pPr>
      <w:rPr>
        <w:rFonts w:ascii="Wingdings" w:hAnsi="Wingdings" w:hint="default"/>
      </w:rPr>
    </w:lvl>
    <w:lvl w:ilvl="6" w:tplc="1C090001" w:tentative="1">
      <w:start w:val="1"/>
      <w:numFmt w:val="bullet"/>
      <w:lvlText w:val=""/>
      <w:lvlJc w:val="left"/>
      <w:pPr>
        <w:ind w:left="5247" w:hanging="360"/>
      </w:pPr>
      <w:rPr>
        <w:rFonts w:ascii="Symbol" w:hAnsi="Symbol" w:hint="default"/>
      </w:rPr>
    </w:lvl>
    <w:lvl w:ilvl="7" w:tplc="1C090003" w:tentative="1">
      <w:start w:val="1"/>
      <w:numFmt w:val="bullet"/>
      <w:lvlText w:val="o"/>
      <w:lvlJc w:val="left"/>
      <w:pPr>
        <w:ind w:left="5967" w:hanging="360"/>
      </w:pPr>
      <w:rPr>
        <w:rFonts w:ascii="Courier New" w:hAnsi="Courier New" w:cs="Courier New" w:hint="default"/>
      </w:rPr>
    </w:lvl>
    <w:lvl w:ilvl="8" w:tplc="1C090005" w:tentative="1">
      <w:start w:val="1"/>
      <w:numFmt w:val="bullet"/>
      <w:lvlText w:val=""/>
      <w:lvlJc w:val="left"/>
      <w:pPr>
        <w:ind w:left="6687" w:hanging="360"/>
      </w:pPr>
      <w:rPr>
        <w:rFonts w:ascii="Wingdings" w:hAnsi="Wingdings" w:hint="default"/>
      </w:rPr>
    </w:lvl>
  </w:abstractNum>
  <w:abstractNum w:abstractNumId="19" w15:restartNumberingAfterBreak="0">
    <w:nsid w:val="486222F7"/>
    <w:multiLevelType w:val="hybridMultilevel"/>
    <w:tmpl w:val="1BECA9C8"/>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20" w15:restartNumberingAfterBreak="0">
    <w:nsid w:val="50B62913"/>
    <w:multiLevelType w:val="hybridMultilevel"/>
    <w:tmpl w:val="F60A912C"/>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21" w15:restartNumberingAfterBreak="0">
    <w:nsid w:val="586B4256"/>
    <w:multiLevelType w:val="hybridMultilevel"/>
    <w:tmpl w:val="3D44D8AC"/>
    <w:lvl w:ilvl="0" w:tplc="04F47DD0">
      <w:numFmt w:val="bullet"/>
      <w:lvlText w:val=""/>
      <w:lvlJc w:val="left"/>
      <w:pPr>
        <w:ind w:left="1494" w:hanging="360"/>
      </w:pPr>
      <w:rPr>
        <w:rFonts w:ascii="Arial" w:eastAsia="Arial" w:hAnsi="Arial" w:cs="Aria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22" w15:restartNumberingAfterBreak="0">
    <w:nsid w:val="58B31B50"/>
    <w:multiLevelType w:val="hybridMultilevel"/>
    <w:tmpl w:val="7662E8C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23" w15:restartNumberingAfterBreak="0">
    <w:nsid w:val="5D9269B9"/>
    <w:multiLevelType w:val="hybridMultilevel"/>
    <w:tmpl w:val="447243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5E5240A6"/>
    <w:multiLevelType w:val="hybridMultilevel"/>
    <w:tmpl w:val="B33EF9DC"/>
    <w:lvl w:ilvl="0" w:tplc="22C8DDEE">
      <w:start w:val="1"/>
      <w:numFmt w:val="bullet"/>
      <w:lvlText w:val="-"/>
      <w:lvlJc w:val="left"/>
      <w:pPr>
        <w:ind w:left="1855" w:hanging="360"/>
      </w:pPr>
      <w:rPr>
        <w:rFonts w:ascii="Courier New" w:hAnsi="Courier New" w:hint="default"/>
        <w:color w:val="auto"/>
      </w:rPr>
    </w:lvl>
    <w:lvl w:ilvl="1" w:tplc="FFFFFFFF">
      <w:start w:val="1"/>
      <w:numFmt w:val="bullet"/>
      <w:lvlText w:val=""/>
      <w:lvlJc w:val="left"/>
      <w:pPr>
        <w:ind w:left="2575" w:hanging="360"/>
      </w:pPr>
      <w:rPr>
        <w:rFonts w:ascii="Symbol" w:hAnsi="Symbol" w:hint="default"/>
      </w:rPr>
    </w:lvl>
    <w:lvl w:ilvl="2" w:tplc="FFFFFFFF" w:tentative="1">
      <w:start w:val="1"/>
      <w:numFmt w:val="bullet"/>
      <w:lvlText w:val=""/>
      <w:lvlJc w:val="left"/>
      <w:pPr>
        <w:ind w:left="3295" w:hanging="360"/>
      </w:pPr>
      <w:rPr>
        <w:rFonts w:ascii="Wingdings" w:hAnsi="Wingdings" w:hint="default"/>
      </w:rPr>
    </w:lvl>
    <w:lvl w:ilvl="3" w:tplc="FFFFFFFF" w:tentative="1">
      <w:start w:val="1"/>
      <w:numFmt w:val="bullet"/>
      <w:lvlText w:val=""/>
      <w:lvlJc w:val="left"/>
      <w:pPr>
        <w:ind w:left="4015" w:hanging="360"/>
      </w:pPr>
      <w:rPr>
        <w:rFonts w:ascii="Symbol" w:hAnsi="Symbol" w:hint="default"/>
      </w:rPr>
    </w:lvl>
    <w:lvl w:ilvl="4" w:tplc="FFFFFFFF" w:tentative="1">
      <w:start w:val="1"/>
      <w:numFmt w:val="bullet"/>
      <w:lvlText w:val="o"/>
      <w:lvlJc w:val="left"/>
      <w:pPr>
        <w:ind w:left="4735" w:hanging="360"/>
      </w:pPr>
      <w:rPr>
        <w:rFonts w:ascii="Courier New" w:hAnsi="Courier New" w:cs="Courier New" w:hint="default"/>
      </w:rPr>
    </w:lvl>
    <w:lvl w:ilvl="5" w:tplc="FFFFFFFF" w:tentative="1">
      <w:start w:val="1"/>
      <w:numFmt w:val="bullet"/>
      <w:lvlText w:val=""/>
      <w:lvlJc w:val="left"/>
      <w:pPr>
        <w:ind w:left="5455" w:hanging="360"/>
      </w:pPr>
      <w:rPr>
        <w:rFonts w:ascii="Wingdings" w:hAnsi="Wingdings" w:hint="default"/>
      </w:rPr>
    </w:lvl>
    <w:lvl w:ilvl="6" w:tplc="FFFFFFFF" w:tentative="1">
      <w:start w:val="1"/>
      <w:numFmt w:val="bullet"/>
      <w:lvlText w:val=""/>
      <w:lvlJc w:val="left"/>
      <w:pPr>
        <w:ind w:left="6175" w:hanging="360"/>
      </w:pPr>
      <w:rPr>
        <w:rFonts w:ascii="Symbol" w:hAnsi="Symbol" w:hint="default"/>
      </w:rPr>
    </w:lvl>
    <w:lvl w:ilvl="7" w:tplc="FFFFFFFF" w:tentative="1">
      <w:start w:val="1"/>
      <w:numFmt w:val="bullet"/>
      <w:lvlText w:val="o"/>
      <w:lvlJc w:val="left"/>
      <w:pPr>
        <w:ind w:left="6895" w:hanging="360"/>
      </w:pPr>
      <w:rPr>
        <w:rFonts w:ascii="Courier New" w:hAnsi="Courier New" w:cs="Courier New" w:hint="default"/>
      </w:rPr>
    </w:lvl>
    <w:lvl w:ilvl="8" w:tplc="FFFFFFFF" w:tentative="1">
      <w:start w:val="1"/>
      <w:numFmt w:val="bullet"/>
      <w:lvlText w:val=""/>
      <w:lvlJc w:val="left"/>
      <w:pPr>
        <w:ind w:left="7615" w:hanging="360"/>
      </w:pPr>
      <w:rPr>
        <w:rFonts w:ascii="Wingdings" w:hAnsi="Wingdings" w:hint="default"/>
      </w:rPr>
    </w:lvl>
  </w:abstractNum>
  <w:abstractNum w:abstractNumId="25" w15:restartNumberingAfterBreak="0">
    <w:nsid w:val="607F3718"/>
    <w:multiLevelType w:val="hybridMultilevel"/>
    <w:tmpl w:val="80D25814"/>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26" w15:restartNumberingAfterBreak="0">
    <w:nsid w:val="61B94BA7"/>
    <w:multiLevelType w:val="hybridMultilevel"/>
    <w:tmpl w:val="18DC156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1DE4B53"/>
    <w:multiLevelType w:val="hybridMultilevel"/>
    <w:tmpl w:val="C2EC91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29E2320"/>
    <w:multiLevelType w:val="hybridMultilevel"/>
    <w:tmpl w:val="8676DED2"/>
    <w:lvl w:ilvl="0" w:tplc="1C090001">
      <w:start w:val="1"/>
      <w:numFmt w:val="bullet"/>
      <w:lvlText w:val=""/>
      <w:lvlJc w:val="left"/>
      <w:pPr>
        <w:ind w:left="927"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4991548"/>
    <w:multiLevelType w:val="multilevel"/>
    <w:tmpl w:val="2A8A499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5054ECB"/>
    <w:multiLevelType w:val="hybridMultilevel"/>
    <w:tmpl w:val="09705FAC"/>
    <w:lvl w:ilvl="0" w:tplc="6868E30C">
      <w:start w:val="1"/>
      <w:numFmt w:val="decimal"/>
      <w:lvlText w:val="%1."/>
      <w:lvlJc w:val="left"/>
      <w:pPr>
        <w:ind w:left="-66" w:hanging="360"/>
      </w:pPr>
      <w:rPr>
        <w:rFonts w:hint="default"/>
      </w:rPr>
    </w:lvl>
    <w:lvl w:ilvl="1" w:tplc="1C090019" w:tentative="1">
      <w:start w:val="1"/>
      <w:numFmt w:val="lowerLetter"/>
      <w:lvlText w:val="%2."/>
      <w:lvlJc w:val="left"/>
      <w:pPr>
        <w:ind w:left="654" w:hanging="360"/>
      </w:pPr>
    </w:lvl>
    <w:lvl w:ilvl="2" w:tplc="1C09001B" w:tentative="1">
      <w:start w:val="1"/>
      <w:numFmt w:val="lowerRoman"/>
      <w:lvlText w:val="%3."/>
      <w:lvlJc w:val="right"/>
      <w:pPr>
        <w:ind w:left="1374" w:hanging="180"/>
      </w:pPr>
    </w:lvl>
    <w:lvl w:ilvl="3" w:tplc="1C09000F" w:tentative="1">
      <w:start w:val="1"/>
      <w:numFmt w:val="decimal"/>
      <w:lvlText w:val="%4."/>
      <w:lvlJc w:val="left"/>
      <w:pPr>
        <w:ind w:left="2094" w:hanging="360"/>
      </w:pPr>
    </w:lvl>
    <w:lvl w:ilvl="4" w:tplc="1C090019" w:tentative="1">
      <w:start w:val="1"/>
      <w:numFmt w:val="lowerLetter"/>
      <w:lvlText w:val="%5."/>
      <w:lvlJc w:val="left"/>
      <w:pPr>
        <w:ind w:left="2814" w:hanging="360"/>
      </w:pPr>
    </w:lvl>
    <w:lvl w:ilvl="5" w:tplc="1C09001B" w:tentative="1">
      <w:start w:val="1"/>
      <w:numFmt w:val="lowerRoman"/>
      <w:lvlText w:val="%6."/>
      <w:lvlJc w:val="right"/>
      <w:pPr>
        <w:ind w:left="3534" w:hanging="180"/>
      </w:pPr>
    </w:lvl>
    <w:lvl w:ilvl="6" w:tplc="1C09000F" w:tentative="1">
      <w:start w:val="1"/>
      <w:numFmt w:val="decimal"/>
      <w:lvlText w:val="%7."/>
      <w:lvlJc w:val="left"/>
      <w:pPr>
        <w:ind w:left="4254" w:hanging="360"/>
      </w:pPr>
    </w:lvl>
    <w:lvl w:ilvl="7" w:tplc="1C090019" w:tentative="1">
      <w:start w:val="1"/>
      <w:numFmt w:val="lowerLetter"/>
      <w:lvlText w:val="%8."/>
      <w:lvlJc w:val="left"/>
      <w:pPr>
        <w:ind w:left="4974" w:hanging="360"/>
      </w:pPr>
    </w:lvl>
    <w:lvl w:ilvl="8" w:tplc="1C09001B" w:tentative="1">
      <w:start w:val="1"/>
      <w:numFmt w:val="lowerRoman"/>
      <w:lvlText w:val="%9."/>
      <w:lvlJc w:val="right"/>
      <w:pPr>
        <w:ind w:left="5694" w:hanging="180"/>
      </w:pPr>
    </w:lvl>
  </w:abstractNum>
  <w:abstractNum w:abstractNumId="31" w15:restartNumberingAfterBreak="0">
    <w:nsid w:val="675F7D94"/>
    <w:multiLevelType w:val="hybridMultilevel"/>
    <w:tmpl w:val="0BD2BC62"/>
    <w:lvl w:ilvl="0" w:tplc="86A04A40">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A77308"/>
    <w:multiLevelType w:val="hybridMultilevel"/>
    <w:tmpl w:val="A378A670"/>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3" w15:restartNumberingAfterBreak="0">
    <w:nsid w:val="725E50C5"/>
    <w:multiLevelType w:val="hybridMultilevel"/>
    <w:tmpl w:val="9A368EDC"/>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34" w15:restartNumberingAfterBreak="0">
    <w:nsid w:val="77A122E7"/>
    <w:multiLevelType w:val="hybridMultilevel"/>
    <w:tmpl w:val="C05296A8"/>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35" w15:restartNumberingAfterBreak="0">
    <w:nsid w:val="7C1749A2"/>
    <w:multiLevelType w:val="hybridMultilevel"/>
    <w:tmpl w:val="3E82590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num w:numId="1" w16cid:durableId="314645914">
    <w:abstractNumId w:val="2"/>
  </w:num>
  <w:num w:numId="2" w16cid:durableId="1978563538">
    <w:abstractNumId w:val="8"/>
  </w:num>
  <w:num w:numId="3" w16cid:durableId="349113405">
    <w:abstractNumId w:val="12"/>
  </w:num>
  <w:num w:numId="4" w16cid:durableId="589387648">
    <w:abstractNumId w:val="10"/>
  </w:num>
  <w:num w:numId="5" w16cid:durableId="637999579">
    <w:abstractNumId w:val="24"/>
  </w:num>
  <w:num w:numId="6" w16cid:durableId="21102706">
    <w:abstractNumId w:val="4"/>
  </w:num>
  <w:num w:numId="7" w16cid:durableId="1666739071">
    <w:abstractNumId w:val="5"/>
  </w:num>
  <w:num w:numId="8" w16cid:durableId="1224606331">
    <w:abstractNumId w:val="22"/>
  </w:num>
  <w:num w:numId="9" w16cid:durableId="1624506461">
    <w:abstractNumId w:val="33"/>
  </w:num>
  <w:num w:numId="10" w16cid:durableId="2087343079">
    <w:abstractNumId w:val="6"/>
  </w:num>
  <w:num w:numId="11" w16cid:durableId="126975948">
    <w:abstractNumId w:val="0"/>
  </w:num>
  <w:num w:numId="12" w16cid:durableId="364529137">
    <w:abstractNumId w:val="16"/>
  </w:num>
  <w:num w:numId="13" w16cid:durableId="15270606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0428523">
    <w:abstractNumId w:val="31"/>
  </w:num>
  <w:num w:numId="15" w16cid:durableId="700402222">
    <w:abstractNumId w:val="23"/>
  </w:num>
  <w:num w:numId="16" w16cid:durableId="1628655497">
    <w:abstractNumId w:val="26"/>
  </w:num>
  <w:num w:numId="17" w16cid:durableId="1246768852">
    <w:abstractNumId w:val="25"/>
  </w:num>
  <w:num w:numId="18" w16cid:durableId="819155188">
    <w:abstractNumId w:val="15"/>
  </w:num>
  <w:num w:numId="19" w16cid:durableId="2000503499">
    <w:abstractNumId w:val="19"/>
  </w:num>
  <w:num w:numId="20" w16cid:durableId="1030758985">
    <w:abstractNumId w:val="35"/>
  </w:num>
  <w:num w:numId="21" w16cid:durableId="1566525094">
    <w:abstractNumId w:val="17"/>
  </w:num>
  <w:num w:numId="22" w16cid:durableId="1089930071">
    <w:abstractNumId w:val="34"/>
  </w:num>
  <w:num w:numId="23" w16cid:durableId="1463962566">
    <w:abstractNumId w:val="14"/>
  </w:num>
  <w:num w:numId="24" w16cid:durableId="181475614">
    <w:abstractNumId w:val="1"/>
  </w:num>
  <w:num w:numId="25" w16cid:durableId="582303698">
    <w:abstractNumId w:val="9"/>
  </w:num>
  <w:num w:numId="26" w16cid:durableId="651063625">
    <w:abstractNumId w:val="3"/>
  </w:num>
  <w:num w:numId="27" w16cid:durableId="754859924">
    <w:abstractNumId w:val="20"/>
  </w:num>
  <w:num w:numId="28" w16cid:durableId="1060522280">
    <w:abstractNumId w:val="13"/>
  </w:num>
  <w:num w:numId="29" w16cid:durableId="2137136969">
    <w:abstractNumId w:val="32"/>
  </w:num>
  <w:num w:numId="30" w16cid:durableId="1689863889">
    <w:abstractNumId w:val="18"/>
  </w:num>
  <w:num w:numId="31" w16cid:durableId="1663923813">
    <w:abstractNumId w:val="21"/>
  </w:num>
  <w:num w:numId="32" w16cid:durableId="619336064">
    <w:abstractNumId w:val="28"/>
  </w:num>
  <w:num w:numId="33" w16cid:durableId="102699867">
    <w:abstractNumId w:val="11"/>
  </w:num>
  <w:num w:numId="34" w16cid:durableId="1506552575">
    <w:abstractNumId w:val="7"/>
  </w:num>
  <w:num w:numId="35" w16cid:durableId="626199964">
    <w:abstractNumId w:val="29"/>
  </w:num>
  <w:num w:numId="36" w16cid:durableId="95368770">
    <w:abstractNumId w:val="30"/>
  </w:num>
  <w:num w:numId="37" w16cid:durableId="844513336">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49"/>
    <w:rsid w:val="000000C4"/>
    <w:rsid w:val="0000058B"/>
    <w:rsid w:val="000019DC"/>
    <w:rsid w:val="00001C4B"/>
    <w:rsid w:val="000024C5"/>
    <w:rsid w:val="0000281F"/>
    <w:rsid w:val="0000298E"/>
    <w:rsid w:val="00003976"/>
    <w:rsid w:val="0000414A"/>
    <w:rsid w:val="00004361"/>
    <w:rsid w:val="000046E8"/>
    <w:rsid w:val="00004952"/>
    <w:rsid w:val="00004B16"/>
    <w:rsid w:val="00004F98"/>
    <w:rsid w:val="000051C8"/>
    <w:rsid w:val="00005A2B"/>
    <w:rsid w:val="00006056"/>
    <w:rsid w:val="000060DC"/>
    <w:rsid w:val="00006111"/>
    <w:rsid w:val="00006AD0"/>
    <w:rsid w:val="00006B3A"/>
    <w:rsid w:val="00006DC7"/>
    <w:rsid w:val="00006E4C"/>
    <w:rsid w:val="00006EBA"/>
    <w:rsid w:val="0000754B"/>
    <w:rsid w:val="00007935"/>
    <w:rsid w:val="000100F3"/>
    <w:rsid w:val="000107F7"/>
    <w:rsid w:val="00010B77"/>
    <w:rsid w:val="00010BF3"/>
    <w:rsid w:val="00010D9E"/>
    <w:rsid w:val="00010E16"/>
    <w:rsid w:val="00010E5C"/>
    <w:rsid w:val="00011761"/>
    <w:rsid w:val="00011EA7"/>
    <w:rsid w:val="00011EDD"/>
    <w:rsid w:val="00011F77"/>
    <w:rsid w:val="00012134"/>
    <w:rsid w:val="00012247"/>
    <w:rsid w:val="00012683"/>
    <w:rsid w:val="00013582"/>
    <w:rsid w:val="000136DF"/>
    <w:rsid w:val="00013834"/>
    <w:rsid w:val="0001385E"/>
    <w:rsid w:val="0001392F"/>
    <w:rsid w:val="00013956"/>
    <w:rsid w:val="00014123"/>
    <w:rsid w:val="000142E8"/>
    <w:rsid w:val="0001441E"/>
    <w:rsid w:val="000146A4"/>
    <w:rsid w:val="00014789"/>
    <w:rsid w:val="000147C4"/>
    <w:rsid w:val="00014810"/>
    <w:rsid w:val="000148AF"/>
    <w:rsid w:val="0001492A"/>
    <w:rsid w:val="00014CAF"/>
    <w:rsid w:val="0001505C"/>
    <w:rsid w:val="000156DF"/>
    <w:rsid w:val="0001592C"/>
    <w:rsid w:val="00015BD5"/>
    <w:rsid w:val="00016339"/>
    <w:rsid w:val="000167E9"/>
    <w:rsid w:val="00016A52"/>
    <w:rsid w:val="000200F7"/>
    <w:rsid w:val="00021044"/>
    <w:rsid w:val="00021094"/>
    <w:rsid w:val="000214E2"/>
    <w:rsid w:val="000214F1"/>
    <w:rsid w:val="00021560"/>
    <w:rsid w:val="00021E05"/>
    <w:rsid w:val="00022261"/>
    <w:rsid w:val="000228BD"/>
    <w:rsid w:val="00022EB4"/>
    <w:rsid w:val="00022F10"/>
    <w:rsid w:val="0002300F"/>
    <w:rsid w:val="000230FE"/>
    <w:rsid w:val="00023942"/>
    <w:rsid w:val="0002403D"/>
    <w:rsid w:val="00024AD2"/>
    <w:rsid w:val="00024E42"/>
    <w:rsid w:val="00024E75"/>
    <w:rsid w:val="000251BE"/>
    <w:rsid w:val="00025206"/>
    <w:rsid w:val="000255D3"/>
    <w:rsid w:val="00025864"/>
    <w:rsid w:val="00025C07"/>
    <w:rsid w:val="0002697B"/>
    <w:rsid w:val="00026F4C"/>
    <w:rsid w:val="000277CB"/>
    <w:rsid w:val="0003002A"/>
    <w:rsid w:val="00030132"/>
    <w:rsid w:val="00030AE8"/>
    <w:rsid w:val="000312ED"/>
    <w:rsid w:val="000313F6"/>
    <w:rsid w:val="000316A2"/>
    <w:rsid w:val="000317F5"/>
    <w:rsid w:val="000329D8"/>
    <w:rsid w:val="00032A70"/>
    <w:rsid w:val="00032EC1"/>
    <w:rsid w:val="0003300D"/>
    <w:rsid w:val="000330CF"/>
    <w:rsid w:val="000332F9"/>
    <w:rsid w:val="00033356"/>
    <w:rsid w:val="0003347A"/>
    <w:rsid w:val="00033537"/>
    <w:rsid w:val="0003378F"/>
    <w:rsid w:val="00033AF8"/>
    <w:rsid w:val="00033CF1"/>
    <w:rsid w:val="0003424B"/>
    <w:rsid w:val="0003426C"/>
    <w:rsid w:val="00034619"/>
    <w:rsid w:val="00034749"/>
    <w:rsid w:val="00034D2D"/>
    <w:rsid w:val="00034E40"/>
    <w:rsid w:val="00034FA0"/>
    <w:rsid w:val="000354AC"/>
    <w:rsid w:val="00036B59"/>
    <w:rsid w:val="00036FE3"/>
    <w:rsid w:val="00037287"/>
    <w:rsid w:val="00037768"/>
    <w:rsid w:val="0003781C"/>
    <w:rsid w:val="00037A32"/>
    <w:rsid w:val="00037D7F"/>
    <w:rsid w:val="00037E4D"/>
    <w:rsid w:val="000402FD"/>
    <w:rsid w:val="00040BC0"/>
    <w:rsid w:val="0004103C"/>
    <w:rsid w:val="0004188E"/>
    <w:rsid w:val="0004194C"/>
    <w:rsid w:val="000419EF"/>
    <w:rsid w:val="000420C9"/>
    <w:rsid w:val="000420ED"/>
    <w:rsid w:val="00042AB4"/>
    <w:rsid w:val="00043562"/>
    <w:rsid w:val="00043A0A"/>
    <w:rsid w:val="00043AE3"/>
    <w:rsid w:val="00043CA8"/>
    <w:rsid w:val="00043EF9"/>
    <w:rsid w:val="000446CE"/>
    <w:rsid w:val="000447D4"/>
    <w:rsid w:val="000449E2"/>
    <w:rsid w:val="00045035"/>
    <w:rsid w:val="00045096"/>
    <w:rsid w:val="00045B34"/>
    <w:rsid w:val="00046453"/>
    <w:rsid w:val="0004690D"/>
    <w:rsid w:val="00046EC5"/>
    <w:rsid w:val="00046F50"/>
    <w:rsid w:val="000475C9"/>
    <w:rsid w:val="0004789F"/>
    <w:rsid w:val="00047CF4"/>
    <w:rsid w:val="000501CE"/>
    <w:rsid w:val="00050318"/>
    <w:rsid w:val="00050D64"/>
    <w:rsid w:val="00050F72"/>
    <w:rsid w:val="000513AC"/>
    <w:rsid w:val="000521E1"/>
    <w:rsid w:val="000527CA"/>
    <w:rsid w:val="000535F0"/>
    <w:rsid w:val="00053B41"/>
    <w:rsid w:val="00053E37"/>
    <w:rsid w:val="00053FF3"/>
    <w:rsid w:val="000540B6"/>
    <w:rsid w:val="000543A6"/>
    <w:rsid w:val="000545B0"/>
    <w:rsid w:val="00054A5E"/>
    <w:rsid w:val="00054AB2"/>
    <w:rsid w:val="00055400"/>
    <w:rsid w:val="00055735"/>
    <w:rsid w:val="0005582F"/>
    <w:rsid w:val="00055DAE"/>
    <w:rsid w:val="00056639"/>
    <w:rsid w:val="00056865"/>
    <w:rsid w:val="000568F9"/>
    <w:rsid w:val="00056F14"/>
    <w:rsid w:val="0005740C"/>
    <w:rsid w:val="000574C3"/>
    <w:rsid w:val="00060870"/>
    <w:rsid w:val="00060972"/>
    <w:rsid w:val="00060BA6"/>
    <w:rsid w:val="00060BDF"/>
    <w:rsid w:val="00060DE6"/>
    <w:rsid w:val="00061217"/>
    <w:rsid w:val="00061689"/>
    <w:rsid w:val="000619D6"/>
    <w:rsid w:val="00061B1D"/>
    <w:rsid w:val="00061CF8"/>
    <w:rsid w:val="00061D1E"/>
    <w:rsid w:val="0006296B"/>
    <w:rsid w:val="00062980"/>
    <w:rsid w:val="00062A2F"/>
    <w:rsid w:val="000633C3"/>
    <w:rsid w:val="00063B27"/>
    <w:rsid w:val="00063DB9"/>
    <w:rsid w:val="00063DE4"/>
    <w:rsid w:val="000648EB"/>
    <w:rsid w:val="00064ADF"/>
    <w:rsid w:val="00064DA3"/>
    <w:rsid w:val="000650B1"/>
    <w:rsid w:val="00065105"/>
    <w:rsid w:val="000655AF"/>
    <w:rsid w:val="000655C7"/>
    <w:rsid w:val="00065FF4"/>
    <w:rsid w:val="0006602B"/>
    <w:rsid w:val="000662A8"/>
    <w:rsid w:val="00066751"/>
    <w:rsid w:val="00066A34"/>
    <w:rsid w:val="00066B33"/>
    <w:rsid w:val="00066C33"/>
    <w:rsid w:val="00066C3D"/>
    <w:rsid w:val="00066C53"/>
    <w:rsid w:val="00066D78"/>
    <w:rsid w:val="00067124"/>
    <w:rsid w:val="00067246"/>
    <w:rsid w:val="00067291"/>
    <w:rsid w:val="00067526"/>
    <w:rsid w:val="00067D7C"/>
    <w:rsid w:val="00070122"/>
    <w:rsid w:val="00070720"/>
    <w:rsid w:val="00070D23"/>
    <w:rsid w:val="00070D3B"/>
    <w:rsid w:val="00070EFB"/>
    <w:rsid w:val="00071422"/>
    <w:rsid w:val="00071D0C"/>
    <w:rsid w:val="00072195"/>
    <w:rsid w:val="0007243B"/>
    <w:rsid w:val="0007288D"/>
    <w:rsid w:val="00072B17"/>
    <w:rsid w:val="00072FCF"/>
    <w:rsid w:val="000733E2"/>
    <w:rsid w:val="0007373E"/>
    <w:rsid w:val="00073C26"/>
    <w:rsid w:val="00074098"/>
    <w:rsid w:val="000746AF"/>
    <w:rsid w:val="00074739"/>
    <w:rsid w:val="00074CBF"/>
    <w:rsid w:val="00074F31"/>
    <w:rsid w:val="00075584"/>
    <w:rsid w:val="000759FA"/>
    <w:rsid w:val="00075DCC"/>
    <w:rsid w:val="00076A83"/>
    <w:rsid w:val="00076A9D"/>
    <w:rsid w:val="00076B33"/>
    <w:rsid w:val="00076B3E"/>
    <w:rsid w:val="0007704D"/>
    <w:rsid w:val="0007744A"/>
    <w:rsid w:val="00077684"/>
    <w:rsid w:val="00080621"/>
    <w:rsid w:val="00080695"/>
    <w:rsid w:val="00080735"/>
    <w:rsid w:val="0008135A"/>
    <w:rsid w:val="00082250"/>
    <w:rsid w:val="00082346"/>
    <w:rsid w:val="00082547"/>
    <w:rsid w:val="0008273C"/>
    <w:rsid w:val="0008309C"/>
    <w:rsid w:val="00083705"/>
    <w:rsid w:val="00083870"/>
    <w:rsid w:val="00083A48"/>
    <w:rsid w:val="00083F0F"/>
    <w:rsid w:val="00083F12"/>
    <w:rsid w:val="0008474B"/>
    <w:rsid w:val="00084AF8"/>
    <w:rsid w:val="00084DE3"/>
    <w:rsid w:val="000851B8"/>
    <w:rsid w:val="00085C4A"/>
    <w:rsid w:val="00085CD8"/>
    <w:rsid w:val="00086228"/>
    <w:rsid w:val="0008674D"/>
    <w:rsid w:val="00086A10"/>
    <w:rsid w:val="00086CFD"/>
    <w:rsid w:val="00087524"/>
    <w:rsid w:val="00087D07"/>
    <w:rsid w:val="00087FC2"/>
    <w:rsid w:val="00090150"/>
    <w:rsid w:val="000904B3"/>
    <w:rsid w:val="00090509"/>
    <w:rsid w:val="00090AB4"/>
    <w:rsid w:val="00091444"/>
    <w:rsid w:val="00091541"/>
    <w:rsid w:val="0009232E"/>
    <w:rsid w:val="000926A6"/>
    <w:rsid w:val="0009270D"/>
    <w:rsid w:val="00092C46"/>
    <w:rsid w:val="000931FF"/>
    <w:rsid w:val="00093388"/>
    <w:rsid w:val="0009357B"/>
    <w:rsid w:val="00093649"/>
    <w:rsid w:val="0009394A"/>
    <w:rsid w:val="00093B9E"/>
    <w:rsid w:val="00093DA0"/>
    <w:rsid w:val="000944FE"/>
    <w:rsid w:val="0009493D"/>
    <w:rsid w:val="00094A07"/>
    <w:rsid w:val="00094C99"/>
    <w:rsid w:val="00095777"/>
    <w:rsid w:val="00095A56"/>
    <w:rsid w:val="00095A81"/>
    <w:rsid w:val="0009655B"/>
    <w:rsid w:val="0009672A"/>
    <w:rsid w:val="00096FA7"/>
    <w:rsid w:val="000974AF"/>
    <w:rsid w:val="00097B36"/>
    <w:rsid w:val="000A0395"/>
    <w:rsid w:val="000A0457"/>
    <w:rsid w:val="000A0687"/>
    <w:rsid w:val="000A0B6F"/>
    <w:rsid w:val="000A0C88"/>
    <w:rsid w:val="000A0EB0"/>
    <w:rsid w:val="000A1322"/>
    <w:rsid w:val="000A1401"/>
    <w:rsid w:val="000A1530"/>
    <w:rsid w:val="000A1780"/>
    <w:rsid w:val="000A1A4E"/>
    <w:rsid w:val="000A2246"/>
    <w:rsid w:val="000A284D"/>
    <w:rsid w:val="000A294C"/>
    <w:rsid w:val="000A2E22"/>
    <w:rsid w:val="000A2EA9"/>
    <w:rsid w:val="000A3104"/>
    <w:rsid w:val="000A3B29"/>
    <w:rsid w:val="000A4101"/>
    <w:rsid w:val="000A414A"/>
    <w:rsid w:val="000A45F5"/>
    <w:rsid w:val="000A47F1"/>
    <w:rsid w:val="000A4D47"/>
    <w:rsid w:val="000A549A"/>
    <w:rsid w:val="000A6063"/>
    <w:rsid w:val="000A64A8"/>
    <w:rsid w:val="000A655F"/>
    <w:rsid w:val="000A67E4"/>
    <w:rsid w:val="000A6B44"/>
    <w:rsid w:val="000A7071"/>
    <w:rsid w:val="000A7205"/>
    <w:rsid w:val="000A7332"/>
    <w:rsid w:val="000A7D0A"/>
    <w:rsid w:val="000A7E5F"/>
    <w:rsid w:val="000A7FE9"/>
    <w:rsid w:val="000B0302"/>
    <w:rsid w:val="000B0683"/>
    <w:rsid w:val="000B0B2F"/>
    <w:rsid w:val="000B0B9D"/>
    <w:rsid w:val="000B1023"/>
    <w:rsid w:val="000B1130"/>
    <w:rsid w:val="000B1EA0"/>
    <w:rsid w:val="000B1F07"/>
    <w:rsid w:val="000B1FC3"/>
    <w:rsid w:val="000B20AB"/>
    <w:rsid w:val="000B254B"/>
    <w:rsid w:val="000B3154"/>
    <w:rsid w:val="000B3A23"/>
    <w:rsid w:val="000B412A"/>
    <w:rsid w:val="000B41E8"/>
    <w:rsid w:val="000B451E"/>
    <w:rsid w:val="000B45FF"/>
    <w:rsid w:val="000B4BB4"/>
    <w:rsid w:val="000B52B1"/>
    <w:rsid w:val="000B546B"/>
    <w:rsid w:val="000B5717"/>
    <w:rsid w:val="000B5946"/>
    <w:rsid w:val="000B6C62"/>
    <w:rsid w:val="000B7473"/>
    <w:rsid w:val="000B7AE1"/>
    <w:rsid w:val="000B7E5A"/>
    <w:rsid w:val="000C0075"/>
    <w:rsid w:val="000C02C9"/>
    <w:rsid w:val="000C0B9F"/>
    <w:rsid w:val="000C0D83"/>
    <w:rsid w:val="000C13A5"/>
    <w:rsid w:val="000C183D"/>
    <w:rsid w:val="000C1970"/>
    <w:rsid w:val="000C19E0"/>
    <w:rsid w:val="000C1C88"/>
    <w:rsid w:val="000C22DD"/>
    <w:rsid w:val="000C2561"/>
    <w:rsid w:val="000C2789"/>
    <w:rsid w:val="000C28E5"/>
    <w:rsid w:val="000C2F90"/>
    <w:rsid w:val="000C2FA0"/>
    <w:rsid w:val="000C381F"/>
    <w:rsid w:val="000C40A3"/>
    <w:rsid w:val="000C4910"/>
    <w:rsid w:val="000C4A18"/>
    <w:rsid w:val="000C4C17"/>
    <w:rsid w:val="000C4CD5"/>
    <w:rsid w:val="000C5233"/>
    <w:rsid w:val="000C5B6E"/>
    <w:rsid w:val="000C5F1C"/>
    <w:rsid w:val="000C6316"/>
    <w:rsid w:val="000C63DA"/>
    <w:rsid w:val="000C645F"/>
    <w:rsid w:val="000C6869"/>
    <w:rsid w:val="000C7193"/>
    <w:rsid w:val="000C7BD7"/>
    <w:rsid w:val="000D0132"/>
    <w:rsid w:val="000D0744"/>
    <w:rsid w:val="000D0CA4"/>
    <w:rsid w:val="000D0CE3"/>
    <w:rsid w:val="000D105A"/>
    <w:rsid w:val="000D1E28"/>
    <w:rsid w:val="000D2902"/>
    <w:rsid w:val="000D2C28"/>
    <w:rsid w:val="000D2C41"/>
    <w:rsid w:val="000D2E74"/>
    <w:rsid w:val="000D302D"/>
    <w:rsid w:val="000D313D"/>
    <w:rsid w:val="000D3A02"/>
    <w:rsid w:val="000D3DBB"/>
    <w:rsid w:val="000D414A"/>
    <w:rsid w:val="000D46A9"/>
    <w:rsid w:val="000D4835"/>
    <w:rsid w:val="000D4C6A"/>
    <w:rsid w:val="000D4F16"/>
    <w:rsid w:val="000D4F37"/>
    <w:rsid w:val="000D511E"/>
    <w:rsid w:val="000D516A"/>
    <w:rsid w:val="000D55F3"/>
    <w:rsid w:val="000D572D"/>
    <w:rsid w:val="000D61B4"/>
    <w:rsid w:val="000D632C"/>
    <w:rsid w:val="000D689E"/>
    <w:rsid w:val="000D68AB"/>
    <w:rsid w:val="000D6AD2"/>
    <w:rsid w:val="000D6AF4"/>
    <w:rsid w:val="000D6D4A"/>
    <w:rsid w:val="000D6DEF"/>
    <w:rsid w:val="000D7011"/>
    <w:rsid w:val="000D7134"/>
    <w:rsid w:val="000D79BD"/>
    <w:rsid w:val="000D7AF5"/>
    <w:rsid w:val="000D7D46"/>
    <w:rsid w:val="000D7FD5"/>
    <w:rsid w:val="000E121C"/>
    <w:rsid w:val="000E210A"/>
    <w:rsid w:val="000E27F1"/>
    <w:rsid w:val="000E2AD2"/>
    <w:rsid w:val="000E2AD4"/>
    <w:rsid w:val="000E3008"/>
    <w:rsid w:val="000E332B"/>
    <w:rsid w:val="000E368C"/>
    <w:rsid w:val="000E3948"/>
    <w:rsid w:val="000E3AEE"/>
    <w:rsid w:val="000E41FF"/>
    <w:rsid w:val="000E45BC"/>
    <w:rsid w:val="000E4A01"/>
    <w:rsid w:val="000E4CC8"/>
    <w:rsid w:val="000E4DAB"/>
    <w:rsid w:val="000E568A"/>
    <w:rsid w:val="000E5B42"/>
    <w:rsid w:val="000E5FF1"/>
    <w:rsid w:val="000E62D2"/>
    <w:rsid w:val="000E6486"/>
    <w:rsid w:val="000E68DC"/>
    <w:rsid w:val="000E6BCA"/>
    <w:rsid w:val="000E78C6"/>
    <w:rsid w:val="000E78CD"/>
    <w:rsid w:val="000E79AC"/>
    <w:rsid w:val="000E7A79"/>
    <w:rsid w:val="000F0135"/>
    <w:rsid w:val="000F0531"/>
    <w:rsid w:val="000F0577"/>
    <w:rsid w:val="000F070D"/>
    <w:rsid w:val="000F12D8"/>
    <w:rsid w:val="000F1D9B"/>
    <w:rsid w:val="000F1F4F"/>
    <w:rsid w:val="000F1F6E"/>
    <w:rsid w:val="000F2128"/>
    <w:rsid w:val="000F23DD"/>
    <w:rsid w:val="000F2E5D"/>
    <w:rsid w:val="000F3817"/>
    <w:rsid w:val="000F39C3"/>
    <w:rsid w:val="000F3E96"/>
    <w:rsid w:val="000F3F01"/>
    <w:rsid w:val="000F4043"/>
    <w:rsid w:val="000F45DA"/>
    <w:rsid w:val="000F48D9"/>
    <w:rsid w:val="000F4A2F"/>
    <w:rsid w:val="000F4FC4"/>
    <w:rsid w:val="000F52B9"/>
    <w:rsid w:val="000F5431"/>
    <w:rsid w:val="000F5466"/>
    <w:rsid w:val="000F5981"/>
    <w:rsid w:val="000F5A63"/>
    <w:rsid w:val="000F62BD"/>
    <w:rsid w:val="000F67DA"/>
    <w:rsid w:val="000F7814"/>
    <w:rsid w:val="000F7862"/>
    <w:rsid w:val="000F795A"/>
    <w:rsid w:val="000F7970"/>
    <w:rsid w:val="000F7DDC"/>
    <w:rsid w:val="0010069A"/>
    <w:rsid w:val="00100736"/>
    <w:rsid w:val="00101298"/>
    <w:rsid w:val="001013CB"/>
    <w:rsid w:val="00101ABA"/>
    <w:rsid w:val="0010248C"/>
    <w:rsid w:val="0010251C"/>
    <w:rsid w:val="001026EA"/>
    <w:rsid w:val="001029E9"/>
    <w:rsid w:val="00102EF9"/>
    <w:rsid w:val="00103175"/>
    <w:rsid w:val="00103A1A"/>
    <w:rsid w:val="00103CB0"/>
    <w:rsid w:val="00103F96"/>
    <w:rsid w:val="00104117"/>
    <w:rsid w:val="00104979"/>
    <w:rsid w:val="00104C40"/>
    <w:rsid w:val="00104CE3"/>
    <w:rsid w:val="00104EF4"/>
    <w:rsid w:val="00104FF8"/>
    <w:rsid w:val="001050CA"/>
    <w:rsid w:val="0010561D"/>
    <w:rsid w:val="0010567F"/>
    <w:rsid w:val="00105CAD"/>
    <w:rsid w:val="00106345"/>
    <w:rsid w:val="001066B7"/>
    <w:rsid w:val="00106C06"/>
    <w:rsid w:val="00107153"/>
    <w:rsid w:val="00107B0F"/>
    <w:rsid w:val="00107E8D"/>
    <w:rsid w:val="001108C7"/>
    <w:rsid w:val="00110A88"/>
    <w:rsid w:val="00110D44"/>
    <w:rsid w:val="001110F8"/>
    <w:rsid w:val="001111D9"/>
    <w:rsid w:val="001111F0"/>
    <w:rsid w:val="001118CE"/>
    <w:rsid w:val="00111CBC"/>
    <w:rsid w:val="00111ED0"/>
    <w:rsid w:val="001125D4"/>
    <w:rsid w:val="0011277D"/>
    <w:rsid w:val="00112ABC"/>
    <w:rsid w:val="00112DA6"/>
    <w:rsid w:val="00112E52"/>
    <w:rsid w:val="00113094"/>
    <w:rsid w:val="00113383"/>
    <w:rsid w:val="001137D4"/>
    <w:rsid w:val="00113828"/>
    <w:rsid w:val="00113F07"/>
    <w:rsid w:val="0011451C"/>
    <w:rsid w:val="0011473A"/>
    <w:rsid w:val="00114996"/>
    <w:rsid w:val="00114BAD"/>
    <w:rsid w:val="001151B8"/>
    <w:rsid w:val="0011527E"/>
    <w:rsid w:val="001156F2"/>
    <w:rsid w:val="0011578D"/>
    <w:rsid w:val="0011589A"/>
    <w:rsid w:val="00115FF6"/>
    <w:rsid w:val="001164FA"/>
    <w:rsid w:val="00116702"/>
    <w:rsid w:val="0011709F"/>
    <w:rsid w:val="00117298"/>
    <w:rsid w:val="001173F9"/>
    <w:rsid w:val="0011779E"/>
    <w:rsid w:val="001178CF"/>
    <w:rsid w:val="001178FD"/>
    <w:rsid w:val="00117E0B"/>
    <w:rsid w:val="00117F99"/>
    <w:rsid w:val="00120324"/>
    <w:rsid w:val="00120A3E"/>
    <w:rsid w:val="0012126C"/>
    <w:rsid w:val="001213EC"/>
    <w:rsid w:val="001219ED"/>
    <w:rsid w:val="00121B90"/>
    <w:rsid w:val="00122496"/>
    <w:rsid w:val="0012276F"/>
    <w:rsid w:val="0012324A"/>
    <w:rsid w:val="001235C1"/>
    <w:rsid w:val="00123A10"/>
    <w:rsid w:val="00123D88"/>
    <w:rsid w:val="001240DF"/>
    <w:rsid w:val="001241EB"/>
    <w:rsid w:val="001242D9"/>
    <w:rsid w:val="001254D7"/>
    <w:rsid w:val="00125690"/>
    <w:rsid w:val="0012593B"/>
    <w:rsid w:val="0012596F"/>
    <w:rsid w:val="001259B4"/>
    <w:rsid w:val="00125A58"/>
    <w:rsid w:val="00125FA0"/>
    <w:rsid w:val="001260C7"/>
    <w:rsid w:val="00126184"/>
    <w:rsid w:val="0012699E"/>
    <w:rsid w:val="00127BDE"/>
    <w:rsid w:val="00127BE0"/>
    <w:rsid w:val="00130237"/>
    <w:rsid w:val="00130684"/>
    <w:rsid w:val="001312E7"/>
    <w:rsid w:val="00131351"/>
    <w:rsid w:val="001314DC"/>
    <w:rsid w:val="0013163A"/>
    <w:rsid w:val="00131836"/>
    <w:rsid w:val="00132986"/>
    <w:rsid w:val="001329FA"/>
    <w:rsid w:val="00132F1A"/>
    <w:rsid w:val="00133645"/>
    <w:rsid w:val="00133AF2"/>
    <w:rsid w:val="00133F0B"/>
    <w:rsid w:val="0013402B"/>
    <w:rsid w:val="00134254"/>
    <w:rsid w:val="0013447A"/>
    <w:rsid w:val="001347A1"/>
    <w:rsid w:val="00134C35"/>
    <w:rsid w:val="00134EE3"/>
    <w:rsid w:val="001356F4"/>
    <w:rsid w:val="00135883"/>
    <w:rsid w:val="00135920"/>
    <w:rsid w:val="001361C9"/>
    <w:rsid w:val="001365F9"/>
    <w:rsid w:val="00136A3D"/>
    <w:rsid w:val="00137135"/>
    <w:rsid w:val="00140897"/>
    <w:rsid w:val="00140E4C"/>
    <w:rsid w:val="0014116A"/>
    <w:rsid w:val="00141512"/>
    <w:rsid w:val="00141997"/>
    <w:rsid w:val="00142369"/>
    <w:rsid w:val="00142CC3"/>
    <w:rsid w:val="00142D06"/>
    <w:rsid w:val="00143141"/>
    <w:rsid w:val="0014326F"/>
    <w:rsid w:val="001435B9"/>
    <w:rsid w:val="00143A60"/>
    <w:rsid w:val="00143D6A"/>
    <w:rsid w:val="00144680"/>
    <w:rsid w:val="00144CB1"/>
    <w:rsid w:val="00144D2C"/>
    <w:rsid w:val="00145066"/>
    <w:rsid w:val="001455C5"/>
    <w:rsid w:val="00145BCF"/>
    <w:rsid w:val="00146BC3"/>
    <w:rsid w:val="00147E0E"/>
    <w:rsid w:val="0015011A"/>
    <w:rsid w:val="00150172"/>
    <w:rsid w:val="00150CDE"/>
    <w:rsid w:val="001514E2"/>
    <w:rsid w:val="001514ED"/>
    <w:rsid w:val="001528EF"/>
    <w:rsid w:val="001535D8"/>
    <w:rsid w:val="001537C2"/>
    <w:rsid w:val="00154AD4"/>
    <w:rsid w:val="00154B61"/>
    <w:rsid w:val="00154C41"/>
    <w:rsid w:val="00154E41"/>
    <w:rsid w:val="001551D9"/>
    <w:rsid w:val="00155C1A"/>
    <w:rsid w:val="00155E37"/>
    <w:rsid w:val="0015614C"/>
    <w:rsid w:val="0015621B"/>
    <w:rsid w:val="00156575"/>
    <w:rsid w:val="00156BB6"/>
    <w:rsid w:val="001573BC"/>
    <w:rsid w:val="001575CB"/>
    <w:rsid w:val="00157BF9"/>
    <w:rsid w:val="00157C71"/>
    <w:rsid w:val="00157F12"/>
    <w:rsid w:val="0016022B"/>
    <w:rsid w:val="00160934"/>
    <w:rsid w:val="001617FE"/>
    <w:rsid w:val="0016246C"/>
    <w:rsid w:val="00162902"/>
    <w:rsid w:val="0016290C"/>
    <w:rsid w:val="00162B43"/>
    <w:rsid w:val="00162B4F"/>
    <w:rsid w:val="00162FA5"/>
    <w:rsid w:val="001632DB"/>
    <w:rsid w:val="00163333"/>
    <w:rsid w:val="00163420"/>
    <w:rsid w:val="0016358A"/>
    <w:rsid w:val="00163E33"/>
    <w:rsid w:val="00163EA1"/>
    <w:rsid w:val="001641DF"/>
    <w:rsid w:val="00164964"/>
    <w:rsid w:val="00164990"/>
    <w:rsid w:val="0016538C"/>
    <w:rsid w:val="00165A7E"/>
    <w:rsid w:val="00166028"/>
    <w:rsid w:val="001661E0"/>
    <w:rsid w:val="001666B0"/>
    <w:rsid w:val="00166C95"/>
    <w:rsid w:val="00166E1D"/>
    <w:rsid w:val="00166F4C"/>
    <w:rsid w:val="001670FA"/>
    <w:rsid w:val="00167331"/>
    <w:rsid w:val="00167537"/>
    <w:rsid w:val="001677B0"/>
    <w:rsid w:val="00167C41"/>
    <w:rsid w:val="00167FBB"/>
    <w:rsid w:val="001706F2"/>
    <w:rsid w:val="00170890"/>
    <w:rsid w:val="00170AA7"/>
    <w:rsid w:val="00170BA7"/>
    <w:rsid w:val="00170C63"/>
    <w:rsid w:val="00170C89"/>
    <w:rsid w:val="001714AF"/>
    <w:rsid w:val="001715F2"/>
    <w:rsid w:val="00171784"/>
    <w:rsid w:val="00171CC5"/>
    <w:rsid w:val="00172060"/>
    <w:rsid w:val="0017215B"/>
    <w:rsid w:val="00172193"/>
    <w:rsid w:val="001721EE"/>
    <w:rsid w:val="00172703"/>
    <w:rsid w:val="00172ADD"/>
    <w:rsid w:val="00172EBA"/>
    <w:rsid w:val="00172F05"/>
    <w:rsid w:val="00173313"/>
    <w:rsid w:val="00173A6E"/>
    <w:rsid w:val="00174416"/>
    <w:rsid w:val="00174484"/>
    <w:rsid w:val="001748C2"/>
    <w:rsid w:val="00174996"/>
    <w:rsid w:val="00174CF6"/>
    <w:rsid w:val="001759EE"/>
    <w:rsid w:val="00175B02"/>
    <w:rsid w:val="00175B94"/>
    <w:rsid w:val="00175D18"/>
    <w:rsid w:val="00175DC3"/>
    <w:rsid w:val="00176037"/>
    <w:rsid w:val="001760A5"/>
    <w:rsid w:val="00176174"/>
    <w:rsid w:val="00176335"/>
    <w:rsid w:val="00176677"/>
    <w:rsid w:val="00176682"/>
    <w:rsid w:val="0017689A"/>
    <w:rsid w:val="001768AE"/>
    <w:rsid w:val="00176CAC"/>
    <w:rsid w:val="0017717F"/>
    <w:rsid w:val="001777DC"/>
    <w:rsid w:val="00177C51"/>
    <w:rsid w:val="0018004E"/>
    <w:rsid w:val="0018005E"/>
    <w:rsid w:val="00180342"/>
    <w:rsid w:val="00180396"/>
    <w:rsid w:val="001804AD"/>
    <w:rsid w:val="00180C17"/>
    <w:rsid w:val="001811B3"/>
    <w:rsid w:val="001811CC"/>
    <w:rsid w:val="001818F0"/>
    <w:rsid w:val="00181D9F"/>
    <w:rsid w:val="00181F44"/>
    <w:rsid w:val="00182069"/>
    <w:rsid w:val="001822F5"/>
    <w:rsid w:val="00182D52"/>
    <w:rsid w:val="00182EC7"/>
    <w:rsid w:val="001830F8"/>
    <w:rsid w:val="0018313B"/>
    <w:rsid w:val="001834F4"/>
    <w:rsid w:val="00183C4E"/>
    <w:rsid w:val="0018418A"/>
    <w:rsid w:val="001844BA"/>
    <w:rsid w:val="00184F25"/>
    <w:rsid w:val="0018503B"/>
    <w:rsid w:val="001852D2"/>
    <w:rsid w:val="001854AF"/>
    <w:rsid w:val="001861D0"/>
    <w:rsid w:val="00186459"/>
    <w:rsid w:val="001867A0"/>
    <w:rsid w:val="001874D3"/>
    <w:rsid w:val="00187C96"/>
    <w:rsid w:val="00190959"/>
    <w:rsid w:val="00190A53"/>
    <w:rsid w:val="00191640"/>
    <w:rsid w:val="00191758"/>
    <w:rsid w:val="0019199E"/>
    <w:rsid w:val="00191FC3"/>
    <w:rsid w:val="00192744"/>
    <w:rsid w:val="00192AFE"/>
    <w:rsid w:val="00192B6E"/>
    <w:rsid w:val="0019311C"/>
    <w:rsid w:val="00193467"/>
    <w:rsid w:val="001937E9"/>
    <w:rsid w:val="00193B1E"/>
    <w:rsid w:val="00193C4F"/>
    <w:rsid w:val="001941C4"/>
    <w:rsid w:val="00194B9D"/>
    <w:rsid w:val="00195112"/>
    <w:rsid w:val="00195671"/>
    <w:rsid w:val="00195775"/>
    <w:rsid w:val="001959CE"/>
    <w:rsid w:val="00195B17"/>
    <w:rsid w:val="00195C03"/>
    <w:rsid w:val="00195C59"/>
    <w:rsid w:val="0019633F"/>
    <w:rsid w:val="00196640"/>
    <w:rsid w:val="001966C8"/>
    <w:rsid w:val="00196C38"/>
    <w:rsid w:val="00196C3C"/>
    <w:rsid w:val="00196D41"/>
    <w:rsid w:val="00196D86"/>
    <w:rsid w:val="00196EE2"/>
    <w:rsid w:val="001A05D6"/>
    <w:rsid w:val="001A0ED4"/>
    <w:rsid w:val="001A0F24"/>
    <w:rsid w:val="001A0FFD"/>
    <w:rsid w:val="001A11A1"/>
    <w:rsid w:val="001A1913"/>
    <w:rsid w:val="001A19F2"/>
    <w:rsid w:val="001A1D31"/>
    <w:rsid w:val="001A29E4"/>
    <w:rsid w:val="001A2BCA"/>
    <w:rsid w:val="001A331C"/>
    <w:rsid w:val="001A3673"/>
    <w:rsid w:val="001A36A0"/>
    <w:rsid w:val="001A3869"/>
    <w:rsid w:val="001A392C"/>
    <w:rsid w:val="001A4044"/>
    <w:rsid w:val="001A41EC"/>
    <w:rsid w:val="001A458A"/>
    <w:rsid w:val="001A4AC9"/>
    <w:rsid w:val="001A58CB"/>
    <w:rsid w:val="001A5932"/>
    <w:rsid w:val="001A5CEB"/>
    <w:rsid w:val="001A5D33"/>
    <w:rsid w:val="001A609C"/>
    <w:rsid w:val="001A6416"/>
    <w:rsid w:val="001A66ED"/>
    <w:rsid w:val="001A6AD8"/>
    <w:rsid w:val="001A6AFD"/>
    <w:rsid w:val="001A6CBD"/>
    <w:rsid w:val="001A6D88"/>
    <w:rsid w:val="001A77DC"/>
    <w:rsid w:val="001A7852"/>
    <w:rsid w:val="001A79EC"/>
    <w:rsid w:val="001A7C8A"/>
    <w:rsid w:val="001A7CD0"/>
    <w:rsid w:val="001B0433"/>
    <w:rsid w:val="001B0B64"/>
    <w:rsid w:val="001B0BE3"/>
    <w:rsid w:val="001B0DC1"/>
    <w:rsid w:val="001B1066"/>
    <w:rsid w:val="001B1366"/>
    <w:rsid w:val="001B1553"/>
    <w:rsid w:val="001B18E5"/>
    <w:rsid w:val="001B1BEA"/>
    <w:rsid w:val="001B201A"/>
    <w:rsid w:val="001B241E"/>
    <w:rsid w:val="001B2746"/>
    <w:rsid w:val="001B2760"/>
    <w:rsid w:val="001B2AA3"/>
    <w:rsid w:val="001B2AAD"/>
    <w:rsid w:val="001B34E5"/>
    <w:rsid w:val="001B38A8"/>
    <w:rsid w:val="001B3FAB"/>
    <w:rsid w:val="001B41AA"/>
    <w:rsid w:val="001B471D"/>
    <w:rsid w:val="001B595B"/>
    <w:rsid w:val="001B5EE9"/>
    <w:rsid w:val="001B6111"/>
    <w:rsid w:val="001B6235"/>
    <w:rsid w:val="001B6576"/>
    <w:rsid w:val="001B6A8A"/>
    <w:rsid w:val="001B6F2A"/>
    <w:rsid w:val="001B75D8"/>
    <w:rsid w:val="001B7650"/>
    <w:rsid w:val="001B7681"/>
    <w:rsid w:val="001C10C9"/>
    <w:rsid w:val="001C144F"/>
    <w:rsid w:val="001C16AD"/>
    <w:rsid w:val="001C1A56"/>
    <w:rsid w:val="001C2056"/>
    <w:rsid w:val="001C20C8"/>
    <w:rsid w:val="001C240E"/>
    <w:rsid w:val="001C2596"/>
    <w:rsid w:val="001C2889"/>
    <w:rsid w:val="001C295F"/>
    <w:rsid w:val="001C2A90"/>
    <w:rsid w:val="001C2C32"/>
    <w:rsid w:val="001C342F"/>
    <w:rsid w:val="001C373F"/>
    <w:rsid w:val="001C3BD7"/>
    <w:rsid w:val="001C3CEF"/>
    <w:rsid w:val="001C3D65"/>
    <w:rsid w:val="001C4173"/>
    <w:rsid w:val="001C4834"/>
    <w:rsid w:val="001C494B"/>
    <w:rsid w:val="001C4DD8"/>
    <w:rsid w:val="001C524F"/>
    <w:rsid w:val="001C52ED"/>
    <w:rsid w:val="001C5ABE"/>
    <w:rsid w:val="001C6621"/>
    <w:rsid w:val="001C6C98"/>
    <w:rsid w:val="001C6D05"/>
    <w:rsid w:val="001C6F8D"/>
    <w:rsid w:val="001C7214"/>
    <w:rsid w:val="001C782E"/>
    <w:rsid w:val="001C7849"/>
    <w:rsid w:val="001C796C"/>
    <w:rsid w:val="001C7E12"/>
    <w:rsid w:val="001C7F5B"/>
    <w:rsid w:val="001D0105"/>
    <w:rsid w:val="001D0471"/>
    <w:rsid w:val="001D0685"/>
    <w:rsid w:val="001D1008"/>
    <w:rsid w:val="001D12FA"/>
    <w:rsid w:val="001D14B8"/>
    <w:rsid w:val="001D1643"/>
    <w:rsid w:val="001D1DD1"/>
    <w:rsid w:val="001D1FAF"/>
    <w:rsid w:val="001D2714"/>
    <w:rsid w:val="001D299F"/>
    <w:rsid w:val="001D3071"/>
    <w:rsid w:val="001D37ED"/>
    <w:rsid w:val="001D3ADD"/>
    <w:rsid w:val="001D4208"/>
    <w:rsid w:val="001D452F"/>
    <w:rsid w:val="001D461D"/>
    <w:rsid w:val="001D4F89"/>
    <w:rsid w:val="001D5512"/>
    <w:rsid w:val="001D594A"/>
    <w:rsid w:val="001D5D12"/>
    <w:rsid w:val="001D60DE"/>
    <w:rsid w:val="001D615C"/>
    <w:rsid w:val="001D6767"/>
    <w:rsid w:val="001D67A2"/>
    <w:rsid w:val="001D764E"/>
    <w:rsid w:val="001D7D24"/>
    <w:rsid w:val="001E089B"/>
    <w:rsid w:val="001E0923"/>
    <w:rsid w:val="001E1006"/>
    <w:rsid w:val="001E11C0"/>
    <w:rsid w:val="001E17F5"/>
    <w:rsid w:val="001E190E"/>
    <w:rsid w:val="001E2535"/>
    <w:rsid w:val="001E2ACA"/>
    <w:rsid w:val="001E2D4D"/>
    <w:rsid w:val="001E3588"/>
    <w:rsid w:val="001E3C7F"/>
    <w:rsid w:val="001E3D37"/>
    <w:rsid w:val="001E3F2B"/>
    <w:rsid w:val="001E40EA"/>
    <w:rsid w:val="001E4A9A"/>
    <w:rsid w:val="001E4C5A"/>
    <w:rsid w:val="001E4F2D"/>
    <w:rsid w:val="001E5501"/>
    <w:rsid w:val="001E5737"/>
    <w:rsid w:val="001E5E65"/>
    <w:rsid w:val="001E5FC1"/>
    <w:rsid w:val="001E68C1"/>
    <w:rsid w:val="001E6EE2"/>
    <w:rsid w:val="001E729A"/>
    <w:rsid w:val="001E7553"/>
    <w:rsid w:val="001E79D8"/>
    <w:rsid w:val="001E7B6C"/>
    <w:rsid w:val="001E7CB8"/>
    <w:rsid w:val="001E7D7A"/>
    <w:rsid w:val="001F0419"/>
    <w:rsid w:val="001F046A"/>
    <w:rsid w:val="001F04B3"/>
    <w:rsid w:val="001F04B6"/>
    <w:rsid w:val="001F0755"/>
    <w:rsid w:val="001F08F9"/>
    <w:rsid w:val="001F0B2D"/>
    <w:rsid w:val="001F0B8D"/>
    <w:rsid w:val="001F0EBB"/>
    <w:rsid w:val="001F0F85"/>
    <w:rsid w:val="001F1010"/>
    <w:rsid w:val="001F1639"/>
    <w:rsid w:val="001F19F5"/>
    <w:rsid w:val="001F1B79"/>
    <w:rsid w:val="001F2522"/>
    <w:rsid w:val="001F2AE3"/>
    <w:rsid w:val="001F3A39"/>
    <w:rsid w:val="001F3BF7"/>
    <w:rsid w:val="001F45EE"/>
    <w:rsid w:val="001F4943"/>
    <w:rsid w:val="001F4E97"/>
    <w:rsid w:val="001F51CA"/>
    <w:rsid w:val="001F5403"/>
    <w:rsid w:val="001F57F5"/>
    <w:rsid w:val="001F593B"/>
    <w:rsid w:val="001F5958"/>
    <w:rsid w:val="001F5D3D"/>
    <w:rsid w:val="001F5E1B"/>
    <w:rsid w:val="001F6B5B"/>
    <w:rsid w:val="001F6C30"/>
    <w:rsid w:val="001F6E68"/>
    <w:rsid w:val="001F7518"/>
    <w:rsid w:val="00200B90"/>
    <w:rsid w:val="00200DF5"/>
    <w:rsid w:val="00201255"/>
    <w:rsid w:val="002018F4"/>
    <w:rsid w:val="00201D78"/>
    <w:rsid w:val="00201DF8"/>
    <w:rsid w:val="00202B96"/>
    <w:rsid w:val="00202F85"/>
    <w:rsid w:val="00203450"/>
    <w:rsid w:val="00204A93"/>
    <w:rsid w:val="00205596"/>
    <w:rsid w:val="0020574E"/>
    <w:rsid w:val="0020605F"/>
    <w:rsid w:val="002066AA"/>
    <w:rsid w:val="00206F3D"/>
    <w:rsid w:val="00207460"/>
    <w:rsid w:val="00207B68"/>
    <w:rsid w:val="0021007A"/>
    <w:rsid w:val="002101E6"/>
    <w:rsid w:val="00210F08"/>
    <w:rsid w:val="002111E0"/>
    <w:rsid w:val="0021123E"/>
    <w:rsid w:val="002113C0"/>
    <w:rsid w:val="00211CDE"/>
    <w:rsid w:val="00211D59"/>
    <w:rsid w:val="00211F3A"/>
    <w:rsid w:val="00212161"/>
    <w:rsid w:val="00212283"/>
    <w:rsid w:val="00212FE0"/>
    <w:rsid w:val="002130AC"/>
    <w:rsid w:val="002132B7"/>
    <w:rsid w:val="00213390"/>
    <w:rsid w:val="00213517"/>
    <w:rsid w:val="00213C69"/>
    <w:rsid w:val="00213EA5"/>
    <w:rsid w:val="00214494"/>
    <w:rsid w:val="002144AC"/>
    <w:rsid w:val="00214B6F"/>
    <w:rsid w:val="00214CF7"/>
    <w:rsid w:val="002151CD"/>
    <w:rsid w:val="0021625A"/>
    <w:rsid w:val="002166AA"/>
    <w:rsid w:val="002166EF"/>
    <w:rsid w:val="002169FA"/>
    <w:rsid w:val="00216E64"/>
    <w:rsid w:val="002176B7"/>
    <w:rsid w:val="00217D48"/>
    <w:rsid w:val="00217E8B"/>
    <w:rsid w:val="00220591"/>
    <w:rsid w:val="0022094D"/>
    <w:rsid w:val="002215ED"/>
    <w:rsid w:val="002217EF"/>
    <w:rsid w:val="00221D26"/>
    <w:rsid w:val="00222123"/>
    <w:rsid w:val="002224BB"/>
    <w:rsid w:val="00222B16"/>
    <w:rsid w:val="00223831"/>
    <w:rsid w:val="00223BA8"/>
    <w:rsid w:val="00223CD1"/>
    <w:rsid w:val="00223DC3"/>
    <w:rsid w:val="00223EAC"/>
    <w:rsid w:val="00224829"/>
    <w:rsid w:val="00224CAA"/>
    <w:rsid w:val="002254B9"/>
    <w:rsid w:val="00225792"/>
    <w:rsid w:val="00225D09"/>
    <w:rsid w:val="002260F1"/>
    <w:rsid w:val="00226769"/>
    <w:rsid w:val="00226A64"/>
    <w:rsid w:val="00230005"/>
    <w:rsid w:val="002302FC"/>
    <w:rsid w:val="002306C6"/>
    <w:rsid w:val="00231215"/>
    <w:rsid w:val="002315E9"/>
    <w:rsid w:val="00231802"/>
    <w:rsid w:val="002319DE"/>
    <w:rsid w:val="00231B0C"/>
    <w:rsid w:val="00231CBC"/>
    <w:rsid w:val="00232019"/>
    <w:rsid w:val="0023253F"/>
    <w:rsid w:val="002328E0"/>
    <w:rsid w:val="002328F6"/>
    <w:rsid w:val="00232A4C"/>
    <w:rsid w:val="00232C7A"/>
    <w:rsid w:val="002331CC"/>
    <w:rsid w:val="0023388C"/>
    <w:rsid w:val="002339B3"/>
    <w:rsid w:val="00233B07"/>
    <w:rsid w:val="00233CAD"/>
    <w:rsid w:val="002346F1"/>
    <w:rsid w:val="002348A3"/>
    <w:rsid w:val="00234B98"/>
    <w:rsid w:val="00234CDF"/>
    <w:rsid w:val="00234F95"/>
    <w:rsid w:val="002355BD"/>
    <w:rsid w:val="00235C94"/>
    <w:rsid w:val="00235D0D"/>
    <w:rsid w:val="00236605"/>
    <w:rsid w:val="002366F0"/>
    <w:rsid w:val="00236994"/>
    <w:rsid w:val="00236DFD"/>
    <w:rsid w:val="0023717F"/>
    <w:rsid w:val="00237C05"/>
    <w:rsid w:val="002401AA"/>
    <w:rsid w:val="0024044C"/>
    <w:rsid w:val="002405A8"/>
    <w:rsid w:val="0024087A"/>
    <w:rsid w:val="00240F65"/>
    <w:rsid w:val="00240FAB"/>
    <w:rsid w:val="0024152A"/>
    <w:rsid w:val="00241543"/>
    <w:rsid w:val="0024194D"/>
    <w:rsid w:val="00242649"/>
    <w:rsid w:val="002430AA"/>
    <w:rsid w:val="002433F7"/>
    <w:rsid w:val="00243717"/>
    <w:rsid w:val="002439B6"/>
    <w:rsid w:val="00243E64"/>
    <w:rsid w:val="00243E87"/>
    <w:rsid w:val="002440BE"/>
    <w:rsid w:val="002441FB"/>
    <w:rsid w:val="00245C26"/>
    <w:rsid w:val="002461CF"/>
    <w:rsid w:val="00246AA0"/>
    <w:rsid w:val="002472FB"/>
    <w:rsid w:val="0024734B"/>
    <w:rsid w:val="00247944"/>
    <w:rsid w:val="00247F0E"/>
    <w:rsid w:val="00250253"/>
    <w:rsid w:val="00250A2D"/>
    <w:rsid w:val="00250ABD"/>
    <w:rsid w:val="00251691"/>
    <w:rsid w:val="00251AA9"/>
    <w:rsid w:val="002520E0"/>
    <w:rsid w:val="0025224D"/>
    <w:rsid w:val="0025237F"/>
    <w:rsid w:val="00252462"/>
    <w:rsid w:val="00252AB5"/>
    <w:rsid w:val="00252B0D"/>
    <w:rsid w:val="0025307F"/>
    <w:rsid w:val="002530D0"/>
    <w:rsid w:val="00253447"/>
    <w:rsid w:val="002534E1"/>
    <w:rsid w:val="00253F2B"/>
    <w:rsid w:val="00254020"/>
    <w:rsid w:val="0025414B"/>
    <w:rsid w:val="002541A3"/>
    <w:rsid w:val="00254CE3"/>
    <w:rsid w:val="002554BF"/>
    <w:rsid w:val="002558B7"/>
    <w:rsid w:val="00255A98"/>
    <w:rsid w:val="00255C6A"/>
    <w:rsid w:val="0025618D"/>
    <w:rsid w:val="002569E3"/>
    <w:rsid w:val="00256E02"/>
    <w:rsid w:val="002573F2"/>
    <w:rsid w:val="00257787"/>
    <w:rsid w:val="00257815"/>
    <w:rsid w:val="00257F84"/>
    <w:rsid w:val="002604D9"/>
    <w:rsid w:val="0026080D"/>
    <w:rsid w:val="00260B2E"/>
    <w:rsid w:val="00260BDB"/>
    <w:rsid w:val="00260BE9"/>
    <w:rsid w:val="00261007"/>
    <w:rsid w:val="002614B0"/>
    <w:rsid w:val="0026188D"/>
    <w:rsid w:val="00261AC4"/>
    <w:rsid w:val="00261CCC"/>
    <w:rsid w:val="00261D02"/>
    <w:rsid w:val="00261FC5"/>
    <w:rsid w:val="002621A4"/>
    <w:rsid w:val="00262551"/>
    <w:rsid w:val="00263413"/>
    <w:rsid w:val="00263B86"/>
    <w:rsid w:val="00263D68"/>
    <w:rsid w:val="0026417A"/>
    <w:rsid w:val="002643FF"/>
    <w:rsid w:val="002649B9"/>
    <w:rsid w:val="00264DAB"/>
    <w:rsid w:val="002654F5"/>
    <w:rsid w:val="0026573B"/>
    <w:rsid w:val="00266187"/>
    <w:rsid w:val="00266559"/>
    <w:rsid w:val="00266583"/>
    <w:rsid w:val="002671C0"/>
    <w:rsid w:val="00267BD0"/>
    <w:rsid w:val="00267C90"/>
    <w:rsid w:val="00270AA8"/>
    <w:rsid w:val="00270CC2"/>
    <w:rsid w:val="002716AB"/>
    <w:rsid w:val="00271C8C"/>
    <w:rsid w:val="00272502"/>
    <w:rsid w:val="00272D13"/>
    <w:rsid w:val="00273697"/>
    <w:rsid w:val="0027386D"/>
    <w:rsid w:val="00273BFC"/>
    <w:rsid w:val="00273DF5"/>
    <w:rsid w:val="002740C7"/>
    <w:rsid w:val="002743C3"/>
    <w:rsid w:val="00274416"/>
    <w:rsid w:val="002744D7"/>
    <w:rsid w:val="00274740"/>
    <w:rsid w:val="00275009"/>
    <w:rsid w:val="00275247"/>
    <w:rsid w:val="00275500"/>
    <w:rsid w:val="0027595C"/>
    <w:rsid w:val="00275BA1"/>
    <w:rsid w:val="0027603D"/>
    <w:rsid w:val="002763D3"/>
    <w:rsid w:val="002765E2"/>
    <w:rsid w:val="002766AF"/>
    <w:rsid w:val="002766CE"/>
    <w:rsid w:val="00276EE2"/>
    <w:rsid w:val="00276FA4"/>
    <w:rsid w:val="0027716F"/>
    <w:rsid w:val="002772EC"/>
    <w:rsid w:val="002776ED"/>
    <w:rsid w:val="00277E20"/>
    <w:rsid w:val="00277E28"/>
    <w:rsid w:val="00280310"/>
    <w:rsid w:val="00280314"/>
    <w:rsid w:val="002806BE"/>
    <w:rsid w:val="00280D91"/>
    <w:rsid w:val="00280EFE"/>
    <w:rsid w:val="00281072"/>
    <w:rsid w:val="002811DF"/>
    <w:rsid w:val="0028129F"/>
    <w:rsid w:val="0028198C"/>
    <w:rsid w:val="00281DED"/>
    <w:rsid w:val="002822C1"/>
    <w:rsid w:val="0028264F"/>
    <w:rsid w:val="00282A97"/>
    <w:rsid w:val="002834CF"/>
    <w:rsid w:val="00283679"/>
    <w:rsid w:val="00283BF4"/>
    <w:rsid w:val="002840E0"/>
    <w:rsid w:val="002842B5"/>
    <w:rsid w:val="00284492"/>
    <w:rsid w:val="002848E3"/>
    <w:rsid w:val="002851E7"/>
    <w:rsid w:val="00285230"/>
    <w:rsid w:val="002853E9"/>
    <w:rsid w:val="00285C0E"/>
    <w:rsid w:val="00285FFD"/>
    <w:rsid w:val="002861BA"/>
    <w:rsid w:val="002862F3"/>
    <w:rsid w:val="00286601"/>
    <w:rsid w:val="00286810"/>
    <w:rsid w:val="00286E87"/>
    <w:rsid w:val="002873F3"/>
    <w:rsid w:val="00287411"/>
    <w:rsid w:val="002874F6"/>
    <w:rsid w:val="00287809"/>
    <w:rsid w:val="00290054"/>
    <w:rsid w:val="0029005A"/>
    <w:rsid w:val="00290076"/>
    <w:rsid w:val="002901EE"/>
    <w:rsid w:val="002902E1"/>
    <w:rsid w:val="00290378"/>
    <w:rsid w:val="0029045E"/>
    <w:rsid w:val="00290616"/>
    <w:rsid w:val="00290941"/>
    <w:rsid w:val="0029116E"/>
    <w:rsid w:val="00291C7C"/>
    <w:rsid w:val="00292068"/>
    <w:rsid w:val="002925D5"/>
    <w:rsid w:val="00292B18"/>
    <w:rsid w:val="00292D38"/>
    <w:rsid w:val="00293B38"/>
    <w:rsid w:val="00293DDC"/>
    <w:rsid w:val="00293F9D"/>
    <w:rsid w:val="002943F5"/>
    <w:rsid w:val="00294AC9"/>
    <w:rsid w:val="00294DEC"/>
    <w:rsid w:val="002954F1"/>
    <w:rsid w:val="00295D2C"/>
    <w:rsid w:val="002964A9"/>
    <w:rsid w:val="002965AE"/>
    <w:rsid w:val="0029676D"/>
    <w:rsid w:val="00296E04"/>
    <w:rsid w:val="00297D78"/>
    <w:rsid w:val="00297E9F"/>
    <w:rsid w:val="00297ED9"/>
    <w:rsid w:val="002A03B6"/>
    <w:rsid w:val="002A0496"/>
    <w:rsid w:val="002A0643"/>
    <w:rsid w:val="002A0951"/>
    <w:rsid w:val="002A1B71"/>
    <w:rsid w:val="002A1D6F"/>
    <w:rsid w:val="002A1F4D"/>
    <w:rsid w:val="002A2042"/>
    <w:rsid w:val="002A2149"/>
    <w:rsid w:val="002A2210"/>
    <w:rsid w:val="002A26CA"/>
    <w:rsid w:val="002A2A16"/>
    <w:rsid w:val="002A2B58"/>
    <w:rsid w:val="002A2FB6"/>
    <w:rsid w:val="002A30D1"/>
    <w:rsid w:val="002A318B"/>
    <w:rsid w:val="002A3A62"/>
    <w:rsid w:val="002A3B72"/>
    <w:rsid w:val="002A41E4"/>
    <w:rsid w:val="002A428E"/>
    <w:rsid w:val="002A44A6"/>
    <w:rsid w:val="002A46C9"/>
    <w:rsid w:val="002A487C"/>
    <w:rsid w:val="002A4A0B"/>
    <w:rsid w:val="002A4F55"/>
    <w:rsid w:val="002A524F"/>
    <w:rsid w:val="002A5A1F"/>
    <w:rsid w:val="002A5CA7"/>
    <w:rsid w:val="002A5D74"/>
    <w:rsid w:val="002A5E4D"/>
    <w:rsid w:val="002A5F79"/>
    <w:rsid w:val="002A605F"/>
    <w:rsid w:val="002A61D6"/>
    <w:rsid w:val="002A68F8"/>
    <w:rsid w:val="002A6D88"/>
    <w:rsid w:val="002A7EC5"/>
    <w:rsid w:val="002B0042"/>
    <w:rsid w:val="002B02B6"/>
    <w:rsid w:val="002B04AC"/>
    <w:rsid w:val="002B0EE5"/>
    <w:rsid w:val="002B1322"/>
    <w:rsid w:val="002B1325"/>
    <w:rsid w:val="002B146B"/>
    <w:rsid w:val="002B1BAB"/>
    <w:rsid w:val="002B1EC8"/>
    <w:rsid w:val="002B25CA"/>
    <w:rsid w:val="002B28F1"/>
    <w:rsid w:val="002B2D16"/>
    <w:rsid w:val="002B2E1B"/>
    <w:rsid w:val="002B325C"/>
    <w:rsid w:val="002B4CB9"/>
    <w:rsid w:val="002B4D42"/>
    <w:rsid w:val="002B51C4"/>
    <w:rsid w:val="002B5263"/>
    <w:rsid w:val="002B53CE"/>
    <w:rsid w:val="002B6536"/>
    <w:rsid w:val="002B655A"/>
    <w:rsid w:val="002B6DD4"/>
    <w:rsid w:val="002B6F8C"/>
    <w:rsid w:val="002B7239"/>
    <w:rsid w:val="002B72E2"/>
    <w:rsid w:val="002B72E6"/>
    <w:rsid w:val="002B7448"/>
    <w:rsid w:val="002B792C"/>
    <w:rsid w:val="002B7FE8"/>
    <w:rsid w:val="002C001F"/>
    <w:rsid w:val="002C03CA"/>
    <w:rsid w:val="002C0524"/>
    <w:rsid w:val="002C1301"/>
    <w:rsid w:val="002C1465"/>
    <w:rsid w:val="002C1868"/>
    <w:rsid w:val="002C2265"/>
    <w:rsid w:val="002C2581"/>
    <w:rsid w:val="002C26FF"/>
    <w:rsid w:val="002C36E6"/>
    <w:rsid w:val="002C4608"/>
    <w:rsid w:val="002C4F5B"/>
    <w:rsid w:val="002C5297"/>
    <w:rsid w:val="002C53F9"/>
    <w:rsid w:val="002C575E"/>
    <w:rsid w:val="002C65EC"/>
    <w:rsid w:val="002C70AB"/>
    <w:rsid w:val="002C7404"/>
    <w:rsid w:val="002C7A9D"/>
    <w:rsid w:val="002C7CCF"/>
    <w:rsid w:val="002D006C"/>
    <w:rsid w:val="002D04EA"/>
    <w:rsid w:val="002D0850"/>
    <w:rsid w:val="002D1585"/>
    <w:rsid w:val="002D15D4"/>
    <w:rsid w:val="002D1947"/>
    <w:rsid w:val="002D20F4"/>
    <w:rsid w:val="002D2951"/>
    <w:rsid w:val="002D2C00"/>
    <w:rsid w:val="002D2CF9"/>
    <w:rsid w:val="002D2D49"/>
    <w:rsid w:val="002D2D5F"/>
    <w:rsid w:val="002D2DE2"/>
    <w:rsid w:val="002D2E21"/>
    <w:rsid w:val="002D3794"/>
    <w:rsid w:val="002D3830"/>
    <w:rsid w:val="002D3955"/>
    <w:rsid w:val="002D3BE7"/>
    <w:rsid w:val="002D3F19"/>
    <w:rsid w:val="002D46C3"/>
    <w:rsid w:val="002D4782"/>
    <w:rsid w:val="002D491A"/>
    <w:rsid w:val="002D5391"/>
    <w:rsid w:val="002D5689"/>
    <w:rsid w:val="002D5813"/>
    <w:rsid w:val="002D5A5D"/>
    <w:rsid w:val="002D5EDB"/>
    <w:rsid w:val="002D63A9"/>
    <w:rsid w:val="002D6653"/>
    <w:rsid w:val="002D6BBE"/>
    <w:rsid w:val="002D6D09"/>
    <w:rsid w:val="002D6F0F"/>
    <w:rsid w:val="002D6FA5"/>
    <w:rsid w:val="002D72E5"/>
    <w:rsid w:val="002D73B5"/>
    <w:rsid w:val="002D74BF"/>
    <w:rsid w:val="002D7AEC"/>
    <w:rsid w:val="002E04E3"/>
    <w:rsid w:val="002E0684"/>
    <w:rsid w:val="002E0D96"/>
    <w:rsid w:val="002E0EA3"/>
    <w:rsid w:val="002E0F9C"/>
    <w:rsid w:val="002E0FFD"/>
    <w:rsid w:val="002E13A4"/>
    <w:rsid w:val="002E1502"/>
    <w:rsid w:val="002E1B0B"/>
    <w:rsid w:val="002E1E9A"/>
    <w:rsid w:val="002E2475"/>
    <w:rsid w:val="002E2600"/>
    <w:rsid w:val="002E309F"/>
    <w:rsid w:val="002E3897"/>
    <w:rsid w:val="002E4946"/>
    <w:rsid w:val="002E4C65"/>
    <w:rsid w:val="002E4E6A"/>
    <w:rsid w:val="002E4F39"/>
    <w:rsid w:val="002E510F"/>
    <w:rsid w:val="002E5D08"/>
    <w:rsid w:val="002E5D61"/>
    <w:rsid w:val="002E615E"/>
    <w:rsid w:val="002E722F"/>
    <w:rsid w:val="002E74FD"/>
    <w:rsid w:val="002E75DE"/>
    <w:rsid w:val="002E7795"/>
    <w:rsid w:val="002E77C3"/>
    <w:rsid w:val="002E7953"/>
    <w:rsid w:val="002E7F63"/>
    <w:rsid w:val="002F001F"/>
    <w:rsid w:val="002F02BA"/>
    <w:rsid w:val="002F046D"/>
    <w:rsid w:val="002F0B74"/>
    <w:rsid w:val="002F1363"/>
    <w:rsid w:val="002F1945"/>
    <w:rsid w:val="002F23BB"/>
    <w:rsid w:val="002F2C17"/>
    <w:rsid w:val="002F3126"/>
    <w:rsid w:val="002F4080"/>
    <w:rsid w:val="002F42EA"/>
    <w:rsid w:val="002F4370"/>
    <w:rsid w:val="002F4524"/>
    <w:rsid w:val="002F54EA"/>
    <w:rsid w:val="002F5656"/>
    <w:rsid w:val="002F5BF6"/>
    <w:rsid w:val="002F6381"/>
    <w:rsid w:val="002F6449"/>
    <w:rsid w:val="002F65A8"/>
    <w:rsid w:val="002F6620"/>
    <w:rsid w:val="002F671D"/>
    <w:rsid w:val="002F6BA2"/>
    <w:rsid w:val="002F6BCF"/>
    <w:rsid w:val="002F7249"/>
    <w:rsid w:val="002F7B01"/>
    <w:rsid w:val="0030039E"/>
    <w:rsid w:val="00300A7E"/>
    <w:rsid w:val="00301767"/>
    <w:rsid w:val="00302941"/>
    <w:rsid w:val="00302BCD"/>
    <w:rsid w:val="00302DF5"/>
    <w:rsid w:val="00303025"/>
    <w:rsid w:val="0030372C"/>
    <w:rsid w:val="00303AE6"/>
    <w:rsid w:val="00304465"/>
    <w:rsid w:val="00305046"/>
    <w:rsid w:val="0030504B"/>
    <w:rsid w:val="003053AC"/>
    <w:rsid w:val="00305406"/>
    <w:rsid w:val="003055D1"/>
    <w:rsid w:val="0030584A"/>
    <w:rsid w:val="003059B1"/>
    <w:rsid w:val="00306261"/>
    <w:rsid w:val="00306502"/>
    <w:rsid w:val="0030657B"/>
    <w:rsid w:val="003067BC"/>
    <w:rsid w:val="003071C2"/>
    <w:rsid w:val="0030778D"/>
    <w:rsid w:val="003102D9"/>
    <w:rsid w:val="0031049E"/>
    <w:rsid w:val="0031057F"/>
    <w:rsid w:val="00310E9F"/>
    <w:rsid w:val="00310F1D"/>
    <w:rsid w:val="0031103C"/>
    <w:rsid w:val="00311462"/>
    <w:rsid w:val="003117EA"/>
    <w:rsid w:val="00311E2C"/>
    <w:rsid w:val="003128BE"/>
    <w:rsid w:val="0031293B"/>
    <w:rsid w:val="00312A5E"/>
    <w:rsid w:val="003133B4"/>
    <w:rsid w:val="00313B06"/>
    <w:rsid w:val="003154F9"/>
    <w:rsid w:val="003156CD"/>
    <w:rsid w:val="00315899"/>
    <w:rsid w:val="0031599B"/>
    <w:rsid w:val="00315C82"/>
    <w:rsid w:val="00315F28"/>
    <w:rsid w:val="0031651F"/>
    <w:rsid w:val="00316A35"/>
    <w:rsid w:val="00316F7C"/>
    <w:rsid w:val="0031711D"/>
    <w:rsid w:val="00317562"/>
    <w:rsid w:val="00317BB9"/>
    <w:rsid w:val="0032080A"/>
    <w:rsid w:val="00320F15"/>
    <w:rsid w:val="0032102A"/>
    <w:rsid w:val="00321875"/>
    <w:rsid w:val="00321A28"/>
    <w:rsid w:val="00321EF8"/>
    <w:rsid w:val="00321FFB"/>
    <w:rsid w:val="0032283D"/>
    <w:rsid w:val="00322850"/>
    <w:rsid w:val="00322C29"/>
    <w:rsid w:val="00322C4B"/>
    <w:rsid w:val="003234F7"/>
    <w:rsid w:val="003237E8"/>
    <w:rsid w:val="00324226"/>
    <w:rsid w:val="00324243"/>
    <w:rsid w:val="0032451B"/>
    <w:rsid w:val="00324A58"/>
    <w:rsid w:val="00324AF2"/>
    <w:rsid w:val="00324D36"/>
    <w:rsid w:val="00324E35"/>
    <w:rsid w:val="00325019"/>
    <w:rsid w:val="00325063"/>
    <w:rsid w:val="0032536A"/>
    <w:rsid w:val="003254D4"/>
    <w:rsid w:val="00325832"/>
    <w:rsid w:val="00325E23"/>
    <w:rsid w:val="00326352"/>
    <w:rsid w:val="00326C9F"/>
    <w:rsid w:val="00326FAE"/>
    <w:rsid w:val="003272F4"/>
    <w:rsid w:val="003276D7"/>
    <w:rsid w:val="00327796"/>
    <w:rsid w:val="0033063A"/>
    <w:rsid w:val="00330664"/>
    <w:rsid w:val="0033069E"/>
    <w:rsid w:val="00330997"/>
    <w:rsid w:val="00330BF4"/>
    <w:rsid w:val="00330E04"/>
    <w:rsid w:val="00330F4C"/>
    <w:rsid w:val="00331559"/>
    <w:rsid w:val="003316FC"/>
    <w:rsid w:val="00331972"/>
    <w:rsid w:val="003319AA"/>
    <w:rsid w:val="00331BBF"/>
    <w:rsid w:val="00331C30"/>
    <w:rsid w:val="00331C80"/>
    <w:rsid w:val="00331D09"/>
    <w:rsid w:val="003328A3"/>
    <w:rsid w:val="00332A1B"/>
    <w:rsid w:val="003333AC"/>
    <w:rsid w:val="00333CE3"/>
    <w:rsid w:val="00333DA6"/>
    <w:rsid w:val="0033506D"/>
    <w:rsid w:val="0033529F"/>
    <w:rsid w:val="0033564C"/>
    <w:rsid w:val="003357A6"/>
    <w:rsid w:val="00335FD3"/>
    <w:rsid w:val="0033619B"/>
    <w:rsid w:val="00336657"/>
    <w:rsid w:val="00336D4A"/>
    <w:rsid w:val="00336F01"/>
    <w:rsid w:val="00336F93"/>
    <w:rsid w:val="00337377"/>
    <w:rsid w:val="003377F5"/>
    <w:rsid w:val="00337852"/>
    <w:rsid w:val="00337CF8"/>
    <w:rsid w:val="00337CFC"/>
    <w:rsid w:val="00337E89"/>
    <w:rsid w:val="00340419"/>
    <w:rsid w:val="003407C4"/>
    <w:rsid w:val="00340CA5"/>
    <w:rsid w:val="0034123E"/>
    <w:rsid w:val="00341770"/>
    <w:rsid w:val="00341831"/>
    <w:rsid w:val="00341C46"/>
    <w:rsid w:val="00341C7C"/>
    <w:rsid w:val="0034225D"/>
    <w:rsid w:val="003423E0"/>
    <w:rsid w:val="00342666"/>
    <w:rsid w:val="003428C3"/>
    <w:rsid w:val="0034329B"/>
    <w:rsid w:val="00343F57"/>
    <w:rsid w:val="00344360"/>
    <w:rsid w:val="0034449A"/>
    <w:rsid w:val="0034460B"/>
    <w:rsid w:val="00344813"/>
    <w:rsid w:val="0034494D"/>
    <w:rsid w:val="00344B0E"/>
    <w:rsid w:val="00344C27"/>
    <w:rsid w:val="003451B1"/>
    <w:rsid w:val="00345808"/>
    <w:rsid w:val="00345D14"/>
    <w:rsid w:val="00345D3B"/>
    <w:rsid w:val="00345E75"/>
    <w:rsid w:val="003464B2"/>
    <w:rsid w:val="0034660D"/>
    <w:rsid w:val="003469A5"/>
    <w:rsid w:val="00346AEB"/>
    <w:rsid w:val="0034733F"/>
    <w:rsid w:val="00347A2F"/>
    <w:rsid w:val="00347CBD"/>
    <w:rsid w:val="0035005A"/>
    <w:rsid w:val="003500FE"/>
    <w:rsid w:val="00350925"/>
    <w:rsid w:val="00350D4A"/>
    <w:rsid w:val="00351374"/>
    <w:rsid w:val="003516BB"/>
    <w:rsid w:val="00351769"/>
    <w:rsid w:val="0035283C"/>
    <w:rsid w:val="00352FE1"/>
    <w:rsid w:val="00353769"/>
    <w:rsid w:val="0035383B"/>
    <w:rsid w:val="00353994"/>
    <w:rsid w:val="00353B0C"/>
    <w:rsid w:val="00354137"/>
    <w:rsid w:val="0035468F"/>
    <w:rsid w:val="003548FF"/>
    <w:rsid w:val="00354914"/>
    <w:rsid w:val="00354A16"/>
    <w:rsid w:val="00354AB6"/>
    <w:rsid w:val="00354DBD"/>
    <w:rsid w:val="00354EC3"/>
    <w:rsid w:val="0035536F"/>
    <w:rsid w:val="003557EB"/>
    <w:rsid w:val="003559FD"/>
    <w:rsid w:val="003562D2"/>
    <w:rsid w:val="00356C84"/>
    <w:rsid w:val="00356CE2"/>
    <w:rsid w:val="00356EDB"/>
    <w:rsid w:val="00357211"/>
    <w:rsid w:val="003579AB"/>
    <w:rsid w:val="00357DC8"/>
    <w:rsid w:val="00360268"/>
    <w:rsid w:val="003602FB"/>
    <w:rsid w:val="00360311"/>
    <w:rsid w:val="003603BF"/>
    <w:rsid w:val="00360C06"/>
    <w:rsid w:val="00361035"/>
    <w:rsid w:val="0036196D"/>
    <w:rsid w:val="00362025"/>
    <w:rsid w:val="00362267"/>
    <w:rsid w:val="003623D5"/>
    <w:rsid w:val="00362485"/>
    <w:rsid w:val="00362840"/>
    <w:rsid w:val="003628C0"/>
    <w:rsid w:val="003637A2"/>
    <w:rsid w:val="003638A0"/>
    <w:rsid w:val="003639AD"/>
    <w:rsid w:val="00363A26"/>
    <w:rsid w:val="00363BE3"/>
    <w:rsid w:val="00363C4F"/>
    <w:rsid w:val="00364103"/>
    <w:rsid w:val="003643C7"/>
    <w:rsid w:val="00364493"/>
    <w:rsid w:val="00364567"/>
    <w:rsid w:val="00364A5E"/>
    <w:rsid w:val="00364B46"/>
    <w:rsid w:val="00364E72"/>
    <w:rsid w:val="00365BA4"/>
    <w:rsid w:val="00365C77"/>
    <w:rsid w:val="00366775"/>
    <w:rsid w:val="00366A94"/>
    <w:rsid w:val="00367447"/>
    <w:rsid w:val="003677FA"/>
    <w:rsid w:val="00367D7A"/>
    <w:rsid w:val="00367D9F"/>
    <w:rsid w:val="0037004E"/>
    <w:rsid w:val="003704A4"/>
    <w:rsid w:val="003707CD"/>
    <w:rsid w:val="00370F12"/>
    <w:rsid w:val="003712CF"/>
    <w:rsid w:val="00371603"/>
    <w:rsid w:val="00371BBF"/>
    <w:rsid w:val="00371C90"/>
    <w:rsid w:val="00371D1D"/>
    <w:rsid w:val="00372245"/>
    <w:rsid w:val="00372397"/>
    <w:rsid w:val="0037261D"/>
    <w:rsid w:val="00372E28"/>
    <w:rsid w:val="00373699"/>
    <w:rsid w:val="00373AB6"/>
    <w:rsid w:val="003747E4"/>
    <w:rsid w:val="00374964"/>
    <w:rsid w:val="0037499D"/>
    <w:rsid w:val="00375006"/>
    <w:rsid w:val="0037505D"/>
    <w:rsid w:val="003751E2"/>
    <w:rsid w:val="00375752"/>
    <w:rsid w:val="00375917"/>
    <w:rsid w:val="0037592D"/>
    <w:rsid w:val="00376051"/>
    <w:rsid w:val="003763E8"/>
    <w:rsid w:val="00376468"/>
    <w:rsid w:val="003766A1"/>
    <w:rsid w:val="00376A26"/>
    <w:rsid w:val="00376B0F"/>
    <w:rsid w:val="00376EA9"/>
    <w:rsid w:val="0037703D"/>
    <w:rsid w:val="00377291"/>
    <w:rsid w:val="00377BB6"/>
    <w:rsid w:val="00380702"/>
    <w:rsid w:val="00380735"/>
    <w:rsid w:val="00380808"/>
    <w:rsid w:val="00380BA1"/>
    <w:rsid w:val="00380BE3"/>
    <w:rsid w:val="00380CBE"/>
    <w:rsid w:val="00380CCB"/>
    <w:rsid w:val="00380E3C"/>
    <w:rsid w:val="00380EFE"/>
    <w:rsid w:val="003815C0"/>
    <w:rsid w:val="003816E8"/>
    <w:rsid w:val="00381778"/>
    <w:rsid w:val="003818B4"/>
    <w:rsid w:val="00381A5F"/>
    <w:rsid w:val="00381BC6"/>
    <w:rsid w:val="00382A4E"/>
    <w:rsid w:val="00382BFF"/>
    <w:rsid w:val="00382D3C"/>
    <w:rsid w:val="00383A61"/>
    <w:rsid w:val="00383C78"/>
    <w:rsid w:val="00383E34"/>
    <w:rsid w:val="003841C0"/>
    <w:rsid w:val="00384404"/>
    <w:rsid w:val="00384A0C"/>
    <w:rsid w:val="00384E1D"/>
    <w:rsid w:val="00385296"/>
    <w:rsid w:val="003858E9"/>
    <w:rsid w:val="00385B37"/>
    <w:rsid w:val="00385C95"/>
    <w:rsid w:val="003867BB"/>
    <w:rsid w:val="003867F6"/>
    <w:rsid w:val="00386C2D"/>
    <w:rsid w:val="00386C4D"/>
    <w:rsid w:val="00386D5C"/>
    <w:rsid w:val="00387271"/>
    <w:rsid w:val="003872BB"/>
    <w:rsid w:val="003876CD"/>
    <w:rsid w:val="0038786A"/>
    <w:rsid w:val="003878FE"/>
    <w:rsid w:val="00387F73"/>
    <w:rsid w:val="0039013D"/>
    <w:rsid w:val="0039032F"/>
    <w:rsid w:val="003906A6"/>
    <w:rsid w:val="003908F5"/>
    <w:rsid w:val="00390982"/>
    <w:rsid w:val="00390AEE"/>
    <w:rsid w:val="00390CD4"/>
    <w:rsid w:val="00391285"/>
    <w:rsid w:val="00391BE9"/>
    <w:rsid w:val="00391E19"/>
    <w:rsid w:val="0039230E"/>
    <w:rsid w:val="00392770"/>
    <w:rsid w:val="003927B7"/>
    <w:rsid w:val="00392CEF"/>
    <w:rsid w:val="00393052"/>
    <w:rsid w:val="00393749"/>
    <w:rsid w:val="00393C69"/>
    <w:rsid w:val="00393D85"/>
    <w:rsid w:val="003942DF"/>
    <w:rsid w:val="00394325"/>
    <w:rsid w:val="0039485A"/>
    <w:rsid w:val="003949E3"/>
    <w:rsid w:val="00394C00"/>
    <w:rsid w:val="003950DE"/>
    <w:rsid w:val="003952F8"/>
    <w:rsid w:val="003957AE"/>
    <w:rsid w:val="00395FA0"/>
    <w:rsid w:val="00396952"/>
    <w:rsid w:val="0039695B"/>
    <w:rsid w:val="00396ED5"/>
    <w:rsid w:val="003975E4"/>
    <w:rsid w:val="00397B17"/>
    <w:rsid w:val="00397CCC"/>
    <w:rsid w:val="003A000E"/>
    <w:rsid w:val="003A0314"/>
    <w:rsid w:val="003A040E"/>
    <w:rsid w:val="003A17C8"/>
    <w:rsid w:val="003A1A77"/>
    <w:rsid w:val="003A1C94"/>
    <w:rsid w:val="003A1E8F"/>
    <w:rsid w:val="003A1E9A"/>
    <w:rsid w:val="003A26E0"/>
    <w:rsid w:val="003A38BA"/>
    <w:rsid w:val="003A39E6"/>
    <w:rsid w:val="003A4377"/>
    <w:rsid w:val="003A45B0"/>
    <w:rsid w:val="003A4CB2"/>
    <w:rsid w:val="003A5ACC"/>
    <w:rsid w:val="003A6144"/>
    <w:rsid w:val="003A680D"/>
    <w:rsid w:val="003A76A7"/>
    <w:rsid w:val="003A77EE"/>
    <w:rsid w:val="003A7EBE"/>
    <w:rsid w:val="003B02A6"/>
    <w:rsid w:val="003B0A1C"/>
    <w:rsid w:val="003B0B21"/>
    <w:rsid w:val="003B0C84"/>
    <w:rsid w:val="003B0FC8"/>
    <w:rsid w:val="003B11D0"/>
    <w:rsid w:val="003B18C5"/>
    <w:rsid w:val="003B1C2B"/>
    <w:rsid w:val="003B2489"/>
    <w:rsid w:val="003B35D8"/>
    <w:rsid w:val="003B392A"/>
    <w:rsid w:val="003B397C"/>
    <w:rsid w:val="003B3F02"/>
    <w:rsid w:val="003B3F47"/>
    <w:rsid w:val="003B413D"/>
    <w:rsid w:val="003B45EA"/>
    <w:rsid w:val="003B4889"/>
    <w:rsid w:val="003B4C48"/>
    <w:rsid w:val="003B5324"/>
    <w:rsid w:val="003B5337"/>
    <w:rsid w:val="003B5C7F"/>
    <w:rsid w:val="003B5EB1"/>
    <w:rsid w:val="003B60A1"/>
    <w:rsid w:val="003B681C"/>
    <w:rsid w:val="003B740C"/>
    <w:rsid w:val="003C01A2"/>
    <w:rsid w:val="003C081B"/>
    <w:rsid w:val="003C0E4D"/>
    <w:rsid w:val="003C132B"/>
    <w:rsid w:val="003C14B4"/>
    <w:rsid w:val="003C1874"/>
    <w:rsid w:val="003C19EF"/>
    <w:rsid w:val="003C1BD2"/>
    <w:rsid w:val="003C1CCF"/>
    <w:rsid w:val="003C1D1C"/>
    <w:rsid w:val="003C2131"/>
    <w:rsid w:val="003C2A91"/>
    <w:rsid w:val="003C2B38"/>
    <w:rsid w:val="003C2BEE"/>
    <w:rsid w:val="003C2C40"/>
    <w:rsid w:val="003C2D41"/>
    <w:rsid w:val="003C4A7A"/>
    <w:rsid w:val="003C4AB8"/>
    <w:rsid w:val="003C595C"/>
    <w:rsid w:val="003C5F51"/>
    <w:rsid w:val="003C616F"/>
    <w:rsid w:val="003C688E"/>
    <w:rsid w:val="003C6A75"/>
    <w:rsid w:val="003C6BBF"/>
    <w:rsid w:val="003C7CC9"/>
    <w:rsid w:val="003C7F7D"/>
    <w:rsid w:val="003D03B5"/>
    <w:rsid w:val="003D0486"/>
    <w:rsid w:val="003D070A"/>
    <w:rsid w:val="003D0F1D"/>
    <w:rsid w:val="003D10EF"/>
    <w:rsid w:val="003D1253"/>
    <w:rsid w:val="003D174F"/>
    <w:rsid w:val="003D1863"/>
    <w:rsid w:val="003D1DD8"/>
    <w:rsid w:val="003D1F8D"/>
    <w:rsid w:val="003D22D8"/>
    <w:rsid w:val="003D2576"/>
    <w:rsid w:val="003D2760"/>
    <w:rsid w:val="003D282C"/>
    <w:rsid w:val="003D2CB4"/>
    <w:rsid w:val="003D3432"/>
    <w:rsid w:val="003D3A08"/>
    <w:rsid w:val="003D3B3C"/>
    <w:rsid w:val="003D40F1"/>
    <w:rsid w:val="003D47AC"/>
    <w:rsid w:val="003D4F81"/>
    <w:rsid w:val="003D5099"/>
    <w:rsid w:val="003D5656"/>
    <w:rsid w:val="003D567D"/>
    <w:rsid w:val="003D5E0A"/>
    <w:rsid w:val="003D5FD9"/>
    <w:rsid w:val="003D5FFB"/>
    <w:rsid w:val="003D6108"/>
    <w:rsid w:val="003D61BB"/>
    <w:rsid w:val="003D6318"/>
    <w:rsid w:val="003D6426"/>
    <w:rsid w:val="003D6F3F"/>
    <w:rsid w:val="003D7037"/>
    <w:rsid w:val="003D74B0"/>
    <w:rsid w:val="003D7ABA"/>
    <w:rsid w:val="003D7FBD"/>
    <w:rsid w:val="003E0226"/>
    <w:rsid w:val="003E0F6B"/>
    <w:rsid w:val="003E13BB"/>
    <w:rsid w:val="003E1D44"/>
    <w:rsid w:val="003E2306"/>
    <w:rsid w:val="003E23F1"/>
    <w:rsid w:val="003E25D4"/>
    <w:rsid w:val="003E26E8"/>
    <w:rsid w:val="003E27D9"/>
    <w:rsid w:val="003E2ADD"/>
    <w:rsid w:val="003E2BDC"/>
    <w:rsid w:val="003E2C7F"/>
    <w:rsid w:val="003E326B"/>
    <w:rsid w:val="003E3467"/>
    <w:rsid w:val="003E34F2"/>
    <w:rsid w:val="003E3CC3"/>
    <w:rsid w:val="003E3DCA"/>
    <w:rsid w:val="003E3FE4"/>
    <w:rsid w:val="003E4043"/>
    <w:rsid w:val="003E4157"/>
    <w:rsid w:val="003E44ED"/>
    <w:rsid w:val="003E456D"/>
    <w:rsid w:val="003E4996"/>
    <w:rsid w:val="003E4C49"/>
    <w:rsid w:val="003E4D57"/>
    <w:rsid w:val="003E565E"/>
    <w:rsid w:val="003E5D1B"/>
    <w:rsid w:val="003E6037"/>
    <w:rsid w:val="003E6E62"/>
    <w:rsid w:val="003E6F4D"/>
    <w:rsid w:val="003E72B2"/>
    <w:rsid w:val="003E7865"/>
    <w:rsid w:val="003E7B4F"/>
    <w:rsid w:val="003E7C43"/>
    <w:rsid w:val="003F0008"/>
    <w:rsid w:val="003F1382"/>
    <w:rsid w:val="003F1961"/>
    <w:rsid w:val="003F1963"/>
    <w:rsid w:val="003F1E11"/>
    <w:rsid w:val="003F2043"/>
    <w:rsid w:val="003F20F7"/>
    <w:rsid w:val="003F2FBD"/>
    <w:rsid w:val="003F35BA"/>
    <w:rsid w:val="003F3647"/>
    <w:rsid w:val="003F36CE"/>
    <w:rsid w:val="003F3B0A"/>
    <w:rsid w:val="003F4251"/>
    <w:rsid w:val="003F4262"/>
    <w:rsid w:val="003F4AF3"/>
    <w:rsid w:val="003F4CFF"/>
    <w:rsid w:val="003F522B"/>
    <w:rsid w:val="003F5840"/>
    <w:rsid w:val="003F5C20"/>
    <w:rsid w:val="003F6449"/>
    <w:rsid w:val="003F76C5"/>
    <w:rsid w:val="003F7C01"/>
    <w:rsid w:val="003F7D68"/>
    <w:rsid w:val="00400067"/>
    <w:rsid w:val="00400552"/>
    <w:rsid w:val="00400BFB"/>
    <w:rsid w:val="00400D77"/>
    <w:rsid w:val="004015BF"/>
    <w:rsid w:val="004017B0"/>
    <w:rsid w:val="00401829"/>
    <w:rsid w:val="00401B4E"/>
    <w:rsid w:val="00401E46"/>
    <w:rsid w:val="00401EC3"/>
    <w:rsid w:val="00402027"/>
    <w:rsid w:val="0040219A"/>
    <w:rsid w:val="004021FE"/>
    <w:rsid w:val="00402551"/>
    <w:rsid w:val="0040266E"/>
    <w:rsid w:val="0040295B"/>
    <w:rsid w:val="00402BD3"/>
    <w:rsid w:val="004042E6"/>
    <w:rsid w:val="004045F6"/>
    <w:rsid w:val="00404B00"/>
    <w:rsid w:val="00405327"/>
    <w:rsid w:val="00405749"/>
    <w:rsid w:val="00405CF1"/>
    <w:rsid w:val="00406126"/>
    <w:rsid w:val="0040624E"/>
    <w:rsid w:val="0040638C"/>
    <w:rsid w:val="00407C02"/>
    <w:rsid w:val="00407C1E"/>
    <w:rsid w:val="00407D92"/>
    <w:rsid w:val="0041023C"/>
    <w:rsid w:val="004102C2"/>
    <w:rsid w:val="0041037D"/>
    <w:rsid w:val="0041077C"/>
    <w:rsid w:val="0041105A"/>
    <w:rsid w:val="00411AF0"/>
    <w:rsid w:val="004125F7"/>
    <w:rsid w:val="00412B2B"/>
    <w:rsid w:val="00412C4A"/>
    <w:rsid w:val="00413357"/>
    <w:rsid w:val="00413477"/>
    <w:rsid w:val="00413732"/>
    <w:rsid w:val="00413BBF"/>
    <w:rsid w:val="00414546"/>
    <w:rsid w:val="00414B69"/>
    <w:rsid w:val="00414BA0"/>
    <w:rsid w:val="00414C2F"/>
    <w:rsid w:val="00414C99"/>
    <w:rsid w:val="00414F3B"/>
    <w:rsid w:val="0041508A"/>
    <w:rsid w:val="00415310"/>
    <w:rsid w:val="0041572B"/>
    <w:rsid w:val="00415A56"/>
    <w:rsid w:val="00415BE9"/>
    <w:rsid w:val="00416AC0"/>
    <w:rsid w:val="00417202"/>
    <w:rsid w:val="00417307"/>
    <w:rsid w:val="00417658"/>
    <w:rsid w:val="0042073C"/>
    <w:rsid w:val="00420DFE"/>
    <w:rsid w:val="004214AB"/>
    <w:rsid w:val="004216C1"/>
    <w:rsid w:val="00421DB2"/>
    <w:rsid w:val="00422032"/>
    <w:rsid w:val="00422790"/>
    <w:rsid w:val="00422F20"/>
    <w:rsid w:val="00422FDD"/>
    <w:rsid w:val="0042325C"/>
    <w:rsid w:val="0042407F"/>
    <w:rsid w:val="004241A6"/>
    <w:rsid w:val="004242A5"/>
    <w:rsid w:val="00424A03"/>
    <w:rsid w:val="00424FDC"/>
    <w:rsid w:val="00425159"/>
    <w:rsid w:val="004256F3"/>
    <w:rsid w:val="00425D21"/>
    <w:rsid w:val="00426074"/>
    <w:rsid w:val="00426645"/>
    <w:rsid w:val="004266E8"/>
    <w:rsid w:val="004267C7"/>
    <w:rsid w:val="00426D07"/>
    <w:rsid w:val="00426DDD"/>
    <w:rsid w:val="00426EEA"/>
    <w:rsid w:val="0042702B"/>
    <w:rsid w:val="004270E5"/>
    <w:rsid w:val="00427264"/>
    <w:rsid w:val="004273EC"/>
    <w:rsid w:val="00427474"/>
    <w:rsid w:val="004300B5"/>
    <w:rsid w:val="00430326"/>
    <w:rsid w:val="00430335"/>
    <w:rsid w:val="00430CDB"/>
    <w:rsid w:val="00430EEA"/>
    <w:rsid w:val="00431012"/>
    <w:rsid w:val="004311B5"/>
    <w:rsid w:val="004318AC"/>
    <w:rsid w:val="00431B5B"/>
    <w:rsid w:val="00431F00"/>
    <w:rsid w:val="00432727"/>
    <w:rsid w:val="004328E9"/>
    <w:rsid w:val="00432A84"/>
    <w:rsid w:val="00432F4F"/>
    <w:rsid w:val="004330C9"/>
    <w:rsid w:val="0043313D"/>
    <w:rsid w:val="00433B85"/>
    <w:rsid w:val="004342EA"/>
    <w:rsid w:val="00434694"/>
    <w:rsid w:val="00434D53"/>
    <w:rsid w:val="00435089"/>
    <w:rsid w:val="0043521E"/>
    <w:rsid w:val="00435936"/>
    <w:rsid w:val="00435B52"/>
    <w:rsid w:val="00435BB2"/>
    <w:rsid w:val="00435C46"/>
    <w:rsid w:val="00436084"/>
    <w:rsid w:val="0043656D"/>
    <w:rsid w:val="00436F56"/>
    <w:rsid w:val="00436F82"/>
    <w:rsid w:val="0043710C"/>
    <w:rsid w:val="004372D3"/>
    <w:rsid w:val="00437487"/>
    <w:rsid w:val="004400C1"/>
    <w:rsid w:val="004400DA"/>
    <w:rsid w:val="004404A3"/>
    <w:rsid w:val="004404D5"/>
    <w:rsid w:val="00440E9F"/>
    <w:rsid w:val="00441367"/>
    <w:rsid w:val="004413D9"/>
    <w:rsid w:val="00441A14"/>
    <w:rsid w:val="00441A6F"/>
    <w:rsid w:val="004420B0"/>
    <w:rsid w:val="004425F0"/>
    <w:rsid w:val="004426DA"/>
    <w:rsid w:val="004427F0"/>
    <w:rsid w:val="00442F0A"/>
    <w:rsid w:val="0044311C"/>
    <w:rsid w:val="004432C7"/>
    <w:rsid w:val="004435E6"/>
    <w:rsid w:val="004435FE"/>
    <w:rsid w:val="00443C83"/>
    <w:rsid w:val="00443C96"/>
    <w:rsid w:val="00444136"/>
    <w:rsid w:val="00444491"/>
    <w:rsid w:val="00444582"/>
    <w:rsid w:val="00444B31"/>
    <w:rsid w:val="004454E3"/>
    <w:rsid w:val="00445683"/>
    <w:rsid w:val="004459B5"/>
    <w:rsid w:val="00445CDB"/>
    <w:rsid w:val="00445DFC"/>
    <w:rsid w:val="004462E2"/>
    <w:rsid w:val="00446468"/>
    <w:rsid w:val="0044662E"/>
    <w:rsid w:val="00446829"/>
    <w:rsid w:val="004469E1"/>
    <w:rsid w:val="00446A33"/>
    <w:rsid w:val="00446CA6"/>
    <w:rsid w:val="00446FCA"/>
    <w:rsid w:val="004476D1"/>
    <w:rsid w:val="004477CA"/>
    <w:rsid w:val="00447E35"/>
    <w:rsid w:val="00447FB5"/>
    <w:rsid w:val="00450442"/>
    <w:rsid w:val="004505D7"/>
    <w:rsid w:val="0045101A"/>
    <w:rsid w:val="00451D1E"/>
    <w:rsid w:val="00451FCA"/>
    <w:rsid w:val="0045203E"/>
    <w:rsid w:val="00452931"/>
    <w:rsid w:val="00453488"/>
    <w:rsid w:val="004534AD"/>
    <w:rsid w:val="004535B3"/>
    <w:rsid w:val="00453A84"/>
    <w:rsid w:val="00454308"/>
    <w:rsid w:val="00454420"/>
    <w:rsid w:val="00454FE6"/>
    <w:rsid w:val="004569EE"/>
    <w:rsid w:val="00456F51"/>
    <w:rsid w:val="0045702D"/>
    <w:rsid w:val="0045751E"/>
    <w:rsid w:val="004576E2"/>
    <w:rsid w:val="004576E5"/>
    <w:rsid w:val="00460680"/>
    <w:rsid w:val="00460CB6"/>
    <w:rsid w:val="00460FEE"/>
    <w:rsid w:val="00461156"/>
    <w:rsid w:val="00461245"/>
    <w:rsid w:val="00461263"/>
    <w:rsid w:val="00461311"/>
    <w:rsid w:val="0046182A"/>
    <w:rsid w:val="0046186C"/>
    <w:rsid w:val="00461BE4"/>
    <w:rsid w:val="00461F99"/>
    <w:rsid w:val="00461FA8"/>
    <w:rsid w:val="0046277F"/>
    <w:rsid w:val="004627B0"/>
    <w:rsid w:val="004628CA"/>
    <w:rsid w:val="00462F28"/>
    <w:rsid w:val="00462FED"/>
    <w:rsid w:val="00463163"/>
    <w:rsid w:val="00463254"/>
    <w:rsid w:val="004634E4"/>
    <w:rsid w:val="004639D9"/>
    <w:rsid w:val="0046439E"/>
    <w:rsid w:val="004645A2"/>
    <w:rsid w:val="00464626"/>
    <w:rsid w:val="004647B9"/>
    <w:rsid w:val="00464F9C"/>
    <w:rsid w:val="00465B6C"/>
    <w:rsid w:val="00465C43"/>
    <w:rsid w:val="00466205"/>
    <w:rsid w:val="004662A5"/>
    <w:rsid w:val="004670E1"/>
    <w:rsid w:val="00467A88"/>
    <w:rsid w:val="00467BFE"/>
    <w:rsid w:val="00467E9C"/>
    <w:rsid w:val="004700E3"/>
    <w:rsid w:val="004701EC"/>
    <w:rsid w:val="004708EB"/>
    <w:rsid w:val="004709E6"/>
    <w:rsid w:val="00470C82"/>
    <w:rsid w:val="00471E17"/>
    <w:rsid w:val="004723B3"/>
    <w:rsid w:val="004723F2"/>
    <w:rsid w:val="00472A4F"/>
    <w:rsid w:val="0047370F"/>
    <w:rsid w:val="00473D21"/>
    <w:rsid w:val="00473E34"/>
    <w:rsid w:val="004742C3"/>
    <w:rsid w:val="00474366"/>
    <w:rsid w:val="0047532C"/>
    <w:rsid w:val="0047546B"/>
    <w:rsid w:val="00476B9C"/>
    <w:rsid w:val="00476F11"/>
    <w:rsid w:val="00476F40"/>
    <w:rsid w:val="004770C1"/>
    <w:rsid w:val="00477E8A"/>
    <w:rsid w:val="00480144"/>
    <w:rsid w:val="004805DD"/>
    <w:rsid w:val="00481476"/>
    <w:rsid w:val="00481A4F"/>
    <w:rsid w:val="00481C60"/>
    <w:rsid w:val="00481E10"/>
    <w:rsid w:val="004820CD"/>
    <w:rsid w:val="00482178"/>
    <w:rsid w:val="00482E6E"/>
    <w:rsid w:val="00482EA6"/>
    <w:rsid w:val="00482EB4"/>
    <w:rsid w:val="00482F58"/>
    <w:rsid w:val="00483348"/>
    <w:rsid w:val="004839D7"/>
    <w:rsid w:val="00483E63"/>
    <w:rsid w:val="00484482"/>
    <w:rsid w:val="004844CF"/>
    <w:rsid w:val="00484A4B"/>
    <w:rsid w:val="00484AEA"/>
    <w:rsid w:val="00484F8D"/>
    <w:rsid w:val="00485101"/>
    <w:rsid w:val="00485221"/>
    <w:rsid w:val="004857AC"/>
    <w:rsid w:val="00486662"/>
    <w:rsid w:val="00486880"/>
    <w:rsid w:val="0048708B"/>
    <w:rsid w:val="0048716C"/>
    <w:rsid w:val="0048719D"/>
    <w:rsid w:val="0048731B"/>
    <w:rsid w:val="0048748B"/>
    <w:rsid w:val="00487814"/>
    <w:rsid w:val="00487AFC"/>
    <w:rsid w:val="00487B7A"/>
    <w:rsid w:val="00487DCE"/>
    <w:rsid w:val="00487FCA"/>
    <w:rsid w:val="00490172"/>
    <w:rsid w:val="00490437"/>
    <w:rsid w:val="004907F6"/>
    <w:rsid w:val="0049080B"/>
    <w:rsid w:val="0049093A"/>
    <w:rsid w:val="00490E41"/>
    <w:rsid w:val="00491AC3"/>
    <w:rsid w:val="00491AD7"/>
    <w:rsid w:val="00491ED6"/>
    <w:rsid w:val="00491FA9"/>
    <w:rsid w:val="00492093"/>
    <w:rsid w:val="0049248C"/>
    <w:rsid w:val="0049251F"/>
    <w:rsid w:val="0049293B"/>
    <w:rsid w:val="004929E5"/>
    <w:rsid w:val="00492BEA"/>
    <w:rsid w:val="00493365"/>
    <w:rsid w:val="00493574"/>
    <w:rsid w:val="00493911"/>
    <w:rsid w:val="00493BC8"/>
    <w:rsid w:val="00493C4A"/>
    <w:rsid w:val="00494270"/>
    <w:rsid w:val="00494B03"/>
    <w:rsid w:val="00494E2B"/>
    <w:rsid w:val="00494F5E"/>
    <w:rsid w:val="0049514A"/>
    <w:rsid w:val="004954A2"/>
    <w:rsid w:val="00495928"/>
    <w:rsid w:val="00495929"/>
    <w:rsid w:val="00495B6B"/>
    <w:rsid w:val="004964C4"/>
    <w:rsid w:val="004968D8"/>
    <w:rsid w:val="004969FF"/>
    <w:rsid w:val="00496A04"/>
    <w:rsid w:val="00496EF5"/>
    <w:rsid w:val="00497C4E"/>
    <w:rsid w:val="00497D58"/>
    <w:rsid w:val="004A022C"/>
    <w:rsid w:val="004A04E9"/>
    <w:rsid w:val="004A0CAA"/>
    <w:rsid w:val="004A0F3D"/>
    <w:rsid w:val="004A11EE"/>
    <w:rsid w:val="004A1422"/>
    <w:rsid w:val="004A1461"/>
    <w:rsid w:val="004A1747"/>
    <w:rsid w:val="004A1839"/>
    <w:rsid w:val="004A1856"/>
    <w:rsid w:val="004A19A1"/>
    <w:rsid w:val="004A19C0"/>
    <w:rsid w:val="004A1DA6"/>
    <w:rsid w:val="004A1DC0"/>
    <w:rsid w:val="004A25FF"/>
    <w:rsid w:val="004A2BE9"/>
    <w:rsid w:val="004A2C54"/>
    <w:rsid w:val="004A336A"/>
    <w:rsid w:val="004A340E"/>
    <w:rsid w:val="004A3877"/>
    <w:rsid w:val="004A3FB7"/>
    <w:rsid w:val="004A4593"/>
    <w:rsid w:val="004A4735"/>
    <w:rsid w:val="004A47BB"/>
    <w:rsid w:val="004A4914"/>
    <w:rsid w:val="004A54F6"/>
    <w:rsid w:val="004A5796"/>
    <w:rsid w:val="004A5B54"/>
    <w:rsid w:val="004A5D66"/>
    <w:rsid w:val="004A5F8C"/>
    <w:rsid w:val="004A6332"/>
    <w:rsid w:val="004A6896"/>
    <w:rsid w:val="004A6936"/>
    <w:rsid w:val="004A697B"/>
    <w:rsid w:val="004A6FE9"/>
    <w:rsid w:val="004A7024"/>
    <w:rsid w:val="004A746D"/>
    <w:rsid w:val="004A7865"/>
    <w:rsid w:val="004A78C1"/>
    <w:rsid w:val="004A7D74"/>
    <w:rsid w:val="004B011E"/>
    <w:rsid w:val="004B01D3"/>
    <w:rsid w:val="004B03FB"/>
    <w:rsid w:val="004B0F64"/>
    <w:rsid w:val="004B134D"/>
    <w:rsid w:val="004B1AEA"/>
    <w:rsid w:val="004B250A"/>
    <w:rsid w:val="004B3530"/>
    <w:rsid w:val="004B36AF"/>
    <w:rsid w:val="004B3768"/>
    <w:rsid w:val="004B419D"/>
    <w:rsid w:val="004B41F5"/>
    <w:rsid w:val="004B41FE"/>
    <w:rsid w:val="004B467F"/>
    <w:rsid w:val="004B4972"/>
    <w:rsid w:val="004B4C4C"/>
    <w:rsid w:val="004B4D3C"/>
    <w:rsid w:val="004B5015"/>
    <w:rsid w:val="004B52FF"/>
    <w:rsid w:val="004B5324"/>
    <w:rsid w:val="004B54FC"/>
    <w:rsid w:val="004B5E4B"/>
    <w:rsid w:val="004B6018"/>
    <w:rsid w:val="004B6129"/>
    <w:rsid w:val="004B640B"/>
    <w:rsid w:val="004B64B6"/>
    <w:rsid w:val="004B68B8"/>
    <w:rsid w:val="004B69E7"/>
    <w:rsid w:val="004B6D11"/>
    <w:rsid w:val="004B7982"/>
    <w:rsid w:val="004B7E89"/>
    <w:rsid w:val="004C0B24"/>
    <w:rsid w:val="004C1270"/>
    <w:rsid w:val="004C1825"/>
    <w:rsid w:val="004C19B9"/>
    <w:rsid w:val="004C1C76"/>
    <w:rsid w:val="004C1CF9"/>
    <w:rsid w:val="004C2868"/>
    <w:rsid w:val="004C2BCD"/>
    <w:rsid w:val="004C2F3C"/>
    <w:rsid w:val="004C3352"/>
    <w:rsid w:val="004C345A"/>
    <w:rsid w:val="004C34B6"/>
    <w:rsid w:val="004C3716"/>
    <w:rsid w:val="004C39BD"/>
    <w:rsid w:val="004C3D57"/>
    <w:rsid w:val="004C3F4F"/>
    <w:rsid w:val="004C4498"/>
    <w:rsid w:val="004C4C66"/>
    <w:rsid w:val="004C4C67"/>
    <w:rsid w:val="004C4CEB"/>
    <w:rsid w:val="004C50E0"/>
    <w:rsid w:val="004C54A0"/>
    <w:rsid w:val="004C5648"/>
    <w:rsid w:val="004C6DE9"/>
    <w:rsid w:val="004C7400"/>
    <w:rsid w:val="004C7556"/>
    <w:rsid w:val="004C769E"/>
    <w:rsid w:val="004C7712"/>
    <w:rsid w:val="004C78BD"/>
    <w:rsid w:val="004C7A5C"/>
    <w:rsid w:val="004C7A61"/>
    <w:rsid w:val="004C7E69"/>
    <w:rsid w:val="004C7EDB"/>
    <w:rsid w:val="004C7F12"/>
    <w:rsid w:val="004D004F"/>
    <w:rsid w:val="004D04A3"/>
    <w:rsid w:val="004D0B19"/>
    <w:rsid w:val="004D0BF6"/>
    <w:rsid w:val="004D0CE0"/>
    <w:rsid w:val="004D139A"/>
    <w:rsid w:val="004D14DF"/>
    <w:rsid w:val="004D15B3"/>
    <w:rsid w:val="004D185F"/>
    <w:rsid w:val="004D198F"/>
    <w:rsid w:val="004D1CBF"/>
    <w:rsid w:val="004D24E0"/>
    <w:rsid w:val="004D25D8"/>
    <w:rsid w:val="004D272B"/>
    <w:rsid w:val="004D2915"/>
    <w:rsid w:val="004D2A0E"/>
    <w:rsid w:val="004D2AF7"/>
    <w:rsid w:val="004D2E44"/>
    <w:rsid w:val="004D2E9A"/>
    <w:rsid w:val="004D35B3"/>
    <w:rsid w:val="004D35DF"/>
    <w:rsid w:val="004D38DB"/>
    <w:rsid w:val="004D3CBC"/>
    <w:rsid w:val="004D436E"/>
    <w:rsid w:val="004D44B9"/>
    <w:rsid w:val="004D48C0"/>
    <w:rsid w:val="004D4932"/>
    <w:rsid w:val="004D4E88"/>
    <w:rsid w:val="004D5061"/>
    <w:rsid w:val="004D50A4"/>
    <w:rsid w:val="004D56C5"/>
    <w:rsid w:val="004D60A9"/>
    <w:rsid w:val="004D6504"/>
    <w:rsid w:val="004D68E8"/>
    <w:rsid w:val="004D725F"/>
    <w:rsid w:val="004D770E"/>
    <w:rsid w:val="004D7D46"/>
    <w:rsid w:val="004E0794"/>
    <w:rsid w:val="004E093E"/>
    <w:rsid w:val="004E151B"/>
    <w:rsid w:val="004E152C"/>
    <w:rsid w:val="004E1AD3"/>
    <w:rsid w:val="004E1E8B"/>
    <w:rsid w:val="004E1FAA"/>
    <w:rsid w:val="004E2558"/>
    <w:rsid w:val="004E271C"/>
    <w:rsid w:val="004E28BF"/>
    <w:rsid w:val="004E2A2F"/>
    <w:rsid w:val="004E2A81"/>
    <w:rsid w:val="004E2D76"/>
    <w:rsid w:val="004E301E"/>
    <w:rsid w:val="004E3120"/>
    <w:rsid w:val="004E320C"/>
    <w:rsid w:val="004E3BCC"/>
    <w:rsid w:val="004E3D45"/>
    <w:rsid w:val="004E3D97"/>
    <w:rsid w:val="004E3DC2"/>
    <w:rsid w:val="004E3DE2"/>
    <w:rsid w:val="004E42A5"/>
    <w:rsid w:val="004E42AC"/>
    <w:rsid w:val="004E42F8"/>
    <w:rsid w:val="004E48E1"/>
    <w:rsid w:val="004E4AEA"/>
    <w:rsid w:val="004E5346"/>
    <w:rsid w:val="004E575F"/>
    <w:rsid w:val="004E5B65"/>
    <w:rsid w:val="004E623E"/>
    <w:rsid w:val="004E6F81"/>
    <w:rsid w:val="004E7966"/>
    <w:rsid w:val="004E7A5A"/>
    <w:rsid w:val="004E7B93"/>
    <w:rsid w:val="004E7C5C"/>
    <w:rsid w:val="004E7F56"/>
    <w:rsid w:val="004E7F84"/>
    <w:rsid w:val="004E7FDC"/>
    <w:rsid w:val="004F063C"/>
    <w:rsid w:val="004F0694"/>
    <w:rsid w:val="004F0AE8"/>
    <w:rsid w:val="004F106A"/>
    <w:rsid w:val="004F1852"/>
    <w:rsid w:val="004F186F"/>
    <w:rsid w:val="004F18B6"/>
    <w:rsid w:val="004F1B2E"/>
    <w:rsid w:val="004F1D36"/>
    <w:rsid w:val="004F2DB9"/>
    <w:rsid w:val="004F2E83"/>
    <w:rsid w:val="004F2E8B"/>
    <w:rsid w:val="004F2FE9"/>
    <w:rsid w:val="004F3366"/>
    <w:rsid w:val="004F3377"/>
    <w:rsid w:val="004F3A4A"/>
    <w:rsid w:val="004F3DEC"/>
    <w:rsid w:val="004F50BB"/>
    <w:rsid w:val="004F538E"/>
    <w:rsid w:val="004F5A4B"/>
    <w:rsid w:val="004F5D66"/>
    <w:rsid w:val="004F5E1E"/>
    <w:rsid w:val="004F5E65"/>
    <w:rsid w:val="004F5FF1"/>
    <w:rsid w:val="004F5FF5"/>
    <w:rsid w:val="004F6058"/>
    <w:rsid w:val="004F6242"/>
    <w:rsid w:val="004F64E3"/>
    <w:rsid w:val="004F6A8D"/>
    <w:rsid w:val="004F76C0"/>
    <w:rsid w:val="004F7BE3"/>
    <w:rsid w:val="00500868"/>
    <w:rsid w:val="005008C0"/>
    <w:rsid w:val="005008DD"/>
    <w:rsid w:val="005010AD"/>
    <w:rsid w:val="0050289D"/>
    <w:rsid w:val="00502C5A"/>
    <w:rsid w:val="00503042"/>
    <w:rsid w:val="00503152"/>
    <w:rsid w:val="00503A48"/>
    <w:rsid w:val="00504072"/>
    <w:rsid w:val="005043F7"/>
    <w:rsid w:val="00504562"/>
    <w:rsid w:val="00504852"/>
    <w:rsid w:val="00504F34"/>
    <w:rsid w:val="00504F96"/>
    <w:rsid w:val="005050E7"/>
    <w:rsid w:val="00505693"/>
    <w:rsid w:val="00505813"/>
    <w:rsid w:val="00505DDF"/>
    <w:rsid w:val="005067E1"/>
    <w:rsid w:val="00506B60"/>
    <w:rsid w:val="00506C5C"/>
    <w:rsid w:val="005073D7"/>
    <w:rsid w:val="00507E33"/>
    <w:rsid w:val="005108EB"/>
    <w:rsid w:val="0051095C"/>
    <w:rsid w:val="00510A11"/>
    <w:rsid w:val="00510F94"/>
    <w:rsid w:val="005110B3"/>
    <w:rsid w:val="0051119E"/>
    <w:rsid w:val="0051179D"/>
    <w:rsid w:val="00511B06"/>
    <w:rsid w:val="005123D5"/>
    <w:rsid w:val="005125D7"/>
    <w:rsid w:val="00512622"/>
    <w:rsid w:val="005126A9"/>
    <w:rsid w:val="005127A0"/>
    <w:rsid w:val="005130CE"/>
    <w:rsid w:val="005131EC"/>
    <w:rsid w:val="005132FB"/>
    <w:rsid w:val="005135B8"/>
    <w:rsid w:val="005136B6"/>
    <w:rsid w:val="00513E2B"/>
    <w:rsid w:val="00513FCE"/>
    <w:rsid w:val="005141C2"/>
    <w:rsid w:val="00514220"/>
    <w:rsid w:val="00514781"/>
    <w:rsid w:val="005148A2"/>
    <w:rsid w:val="00514BDA"/>
    <w:rsid w:val="00514F95"/>
    <w:rsid w:val="00515632"/>
    <w:rsid w:val="00515BC2"/>
    <w:rsid w:val="00515C35"/>
    <w:rsid w:val="0051604F"/>
    <w:rsid w:val="0051652B"/>
    <w:rsid w:val="00516A65"/>
    <w:rsid w:val="00516ADA"/>
    <w:rsid w:val="00516ED0"/>
    <w:rsid w:val="00517366"/>
    <w:rsid w:val="00517A24"/>
    <w:rsid w:val="00517F24"/>
    <w:rsid w:val="005200BB"/>
    <w:rsid w:val="00520627"/>
    <w:rsid w:val="005207BC"/>
    <w:rsid w:val="00520C65"/>
    <w:rsid w:val="00521045"/>
    <w:rsid w:val="00521220"/>
    <w:rsid w:val="005216E3"/>
    <w:rsid w:val="005220F7"/>
    <w:rsid w:val="0052216C"/>
    <w:rsid w:val="0052247D"/>
    <w:rsid w:val="00522830"/>
    <w:rsid w:val="00522979"/>
    <w:rsid w:val="00522D60"/>
    <w:rsid w:val="00522FAB"/>
    <w:rsid w:val="005230BF"/>
    <w:rsid w:val="005234AF"/>
    <w:rsid w:val="0052394B"/>
    <w:rsid w:val="005239F6"/>
    <w:rsid w:val="00523F70"/>
    <w:rsid w:val="005243F0"/>
    <w:rsid w:val="00524497"/>
    <w:rsid w:val="005246AC"/>
    <w:rsid w:val="00524E51"/>
    <w:rsid w:val="00524F26"/>
    <w:rsid w:val="00524FD8"/>
    <w:rsid w:val="005254F0"/>
    <w:rsid w:val="00525646"/>
    <w:rsid w:val="005256A9"/>
    <w:rsid w:val="00525942"/>
    <w:rsid w:val="0052594D"/>
    <w:rsid w:val="00525CA3"/>
    <w:rsid w:val="00525F04"/>
    <w:rsid w:val="0052676E"/>
    <w:rsid w:val="00526A5C"/>
    <w:rsid w:val="00527882"/>
    <w:rsid w:val="00530422"/>
    <w:rsid w:val="005308E0"/>
    <w:rsid w:val="00530954"/>
    <w:rsid w:val="00530E40"/>
    <w:rsid w:val="005313C1"/>
    <w:rsid w:val="005319EF"/>
    <w:rsid w:val="00531A0C"/>
    <w:rsid w:val="00531A3B"/>
    <w:rsid w:val="00531A6F"/>
    <w:rsid w:val="00531E66"/>
    <w:rsid w:val="00532682"/>
    <w:rsid w:val="005327A9"/>
    <w:rsid w:val="00532B62"/>
    <w:rsid w:val="00532C07"/>
    <w:rsid w:val="00533296"/>
    <w:rsid w:val="005334FA"/>
    <w:rsid w:val="00533795"/>
    <w:rsid w:val="0053410D"/>
    <w:rsid w:val="005345C9"/>
    <w:rsid w:val="00534680"/>
    <w:rsid w:val="00534C3B"/>
    <w:rsid w:val="00534E65"/>
    <w:rsid w:val="00535144"/>
    <w:rsid w:val="005351A7"/>
    <w:rsid w:val="00535872"/>
    <w:rsid w:val="005358FE"/>
    <w:rsid w:val="00536019"/>
    <w:rsid w:val="0053679D"/>
    <w:rsid w:val="00536811"/>
    <w:rsid w:val="0053699B"/>
    <w:rsid w:val="00536D5F"/>
    <w:rsid w:val="00536DE7"/>
    <w:rsid w:val="00536DF1"/>
    <w:rsid w:val="00536F3E"/>
    <w:rsid w:val="0053748C"/>
    <w:rsid w:val="005374D0"/>
    <w:rsid w:val="005375BA"/>
    <w:rsid w:val="005379C7"/>
    <w:rsid w:val="00537B59"/>
    <w:rsid w:val="00540199"/>
    <w:rsid w:val="005406FA"/>
    <w:rsid w:val="00540859"/>
    <w:rsid w:val="00540F69"/>
    <w:rsid w:val="005412C1"/>
    <w:rsid w:val="005414D2"/>
    <w:rsid w:val="00541679"/>
    <w:rsid w:val="00541A3E"/>
    <w:rsid w:val="00541E05"/>
    <w:rsid w:val="005420A7"/>
    <w:rsid w:val="00542103"/>
    <w:rsid w:val="0054291A"/>
    <w:rsid w:val="0054298E"/>
    <w:rsid w:val="00542B6C"/>
    <w:rsid w:val="00542C14"/>
    <w:rsid w:val="00543B96"/>
    <w:rsid w:val="00543D23"/>
    <w:rsid w:val="0054400E"/>
    <w:rsid w:val="0054410F"/>
    <w:rsid w:val="0054435C"/>
    <w:rsid w:val="00544633"/>
    <w:rsid w:val="005449A3"/>
    <w:rsid w:val="00544A7C"/>
    <w:rsid w:val="005450F0"/>
    <w:rsid w:val="005456D2"/>
    <w:rsid w:val="00545D05"/>
    <w:rsid w:val="00546C14"/>
    <w:rsid w:val="00546C83"/>
    <w:rsid w:val="00546EDA"/>
    <w:rsid w:val="005472B2"/>
    <w:rsid w:val="00547358"/>
    <w:rsid w:val="0054743A"/>
    <w:rsid w:val="005479DF"/>
    <w:rsid w:val="00550089"/>
    <w:rsid w:val="00550549"/>
    <w:rsid w:val="00550E49"/>
    <w:rsid w:val="0055119D"/>
    <w:rsid w:val="005511AB"/>
    <w:rsid w:val="00551A29"/>
    <w:rsid w:val="00552D51"/>
    <w:rsid w:val="00553529"/>
    <w:rsid w:val="005538A7"/>
    <w:rsid w:val="0055402A"/>
    <w:rsid w:val="005543B1"/>
    <w:rsid w:val="00554439"/>
    <w:rsid w:val="005547F3"/>
    <w:rsid w:val="005549B0"/>
    <w:rsid w:val="005549C8"/>
    <w:rsid w:val="00554C9A"/>
    <w:rsid w:val="00554CC9"/>
    <w:rsid w:val="00554DBD"/>
    <w:rsid w:val="0055526E"/>
    <w:rsid w:val="0055562D"/>
    <w:rsid w:val="005558F3"/>
    <w:rsid w:val="00555F51"/>
    <w:rsid w:val="0055623B"/>
    <w:rsid w:val="00556ED0"/>
    <w:rsid w:val="005576F7"/>
    <w:rsid w:val="00557854"/>
    <w:rsid w:val="005579C8"/>
    <w:rsid w:val="005579CD"/>
    <w:rsid w:val="00557CEA"/>
    <w:rsid w:val="00557D0A"/>
    <w:rsid w:val="00560614"/>
    <w:rsid w:val="0056077A"/>
    <w:rsid w:val="00560929"/>
    <w:rsid w:val="00560A02"/>
    <w:rsid w:val="00560A8E"/>
    <w:rsid w:val="00560D59"/>
    <w:rsid w:val="00560FF4"/>
    <w:rsid w:val="005615BD"/>
    <w:rsid w:val="005619F2"/>
    <w:rsid w:val="00561A57"/>
    <w:rsid w:val="00561B30"/>
    <w:rsid w:val="005620AB"/>
    <w:rsid w:val="00562925"/>
    <w:rsid w:val="00562BAD"/>
    <w:rsid w:val="00562BE7"/>
    <w:rsid w:val="005630B7"/>
    <w:rsid w:val="00563444"/>
    <w:rsid w:val="0056356B"/>
    <w:rsid w:val="00563609"/>
    <w:rsid w:val="0056374B"/>
    <w:rsid w:val="00563999"/>
    <w:rsid w:val="005639A4"/>
    <w:rsid w:val="00563B92"/>
    <w:rsid w:val="00563BB9"/>
    <w:rsid w:val="00563E80"/>
    <w:rsid w:val="00563FB3"/>
    <w:rsid w:val="00563FDD"/>
    <w:rsid w:val="005644ED"/>
    <w:rsid w:val="00564A0D"/>
    <w:rsid w:val="00564ACF"/>
    <w:rsid w:val="00564EC3"/>
    <w:rsid w:val="00565818"/>
    <w:rsid w:val="00565BE9"/>
    <w:rsid w:val="0056649A"/>
    <w:rsid w:val="00567049"/>
    <w:rsid w:val="005674D7"/>
    <w:rsid w:val="00567541"/>
    <w:rsid w:val="005679D7"/>
    <w:rsid w:val="005709AA"/>
    <w:rsid w:val="00570A8A"/>
    <w:rsid w:val="00570E89"/>
    <w:rsid w:val="00571C65"/>
    <w:rsid w:val="00571D84"/>
    <w:rsid w:val="00572052"/>
    <w:rsid w:val="0057222B"/>
    <w:rsid w:val="00572CB4"/>
    <w:rsid w:val="00572EE0"/>
    <w:rsid w:val="00573963"/>
    <w:rsid w:val="00573C76"/>
    <w:rsid w:val="00574148"/>
    <w:rsid w:val="0057416D"/>
    <w:rsid w:val="005744F4"/>
    <w:rsid w:val="0057454C"/>
    <w:rsid w:val="005749B2"/>
    <w:rsid w:val="00574A76"/>
    <w:rsid w:val="00574C83"/>
    <w:rsid w:val="00574F2C"/>
    <w:rsid w:val="00574F8A"/>
    <w:rsid w:val="00575AFE"/>
    <w:rsid w:val="005769C1"/>
    <w:rsid w:val="00576D6E"/>
    <w:rsid w:val="00577105"/>
    <w:rsid w:val="00577256"/>
    <w:rsid w:val="005774CD"/>
    <w:rsid w:val="005775D4"/>
    <w:rsid w:val="005776B4"/>
    <w:rsid w:val="00577DF2"/>
    <w:rsid w:val="00577E9C"/>
    <w:rsid w:val="005806A4"/>
    <w:rsid w:val="00580795"/>
    <w:rsid w:val="0058095E"/>
    <w:rsid w:val="00580B9B"/>
    <w:rsid w:val="00580C68"/>
    <w:rsid w:val="00580F6E"/>
    <w:rsid w:val="00581A6C"/>
    <w:rsid w:val="00581AF2"/>
    <w:rsid w:val="00582466"/>
    <w:rsid w:val="005824B1"/>
    <w:rsid w:val="005824E7"/>
    <w:rsid w:val="0058260F"/>
    <w:rsid w:val="00582A6A"/>
    <w:rsid w:val="0058324E"/>
    <w:rsid w:val="00583527"/>
    <w:rsid w:val="005835E4"/>
    <w:rsid w:val="00583A7F"/>
    <w:rsid w:val="00583B38"/>
    <w:rsid w:val="00583D20"/>
    <w:rsid w:val="00584327"/>
    <w:rsid w:val="0058441D"/>
    <w:rsid w:val="0058448A"/>
    <w:rsid w:val="005845E4"/>
    <w:rsid w:val="00584716"/>
    <w:rsid w:val="00584A86"/>
    <w:rsid w:val="00584CD0"/>
    <w:rsid w:val="00584CD2"/>
    <w:rsid w:val="00585D71"/>
    <w:rsid w:val="00585FD6"/>
    <w:rsid w:val="005861AF"/>
    <w:rsid w:val="00586C16"/>
    <w:rsid w:val="00587016"/>
    <w:rsid w:val="00587144"/>
    <w:rsid w:val="0058738E"/>
    <w:rsid w:val="00587575"/>
    <w:rsid w:val="0058768F"/>
    <w:rsid w:val="0058773F"/>
    <w:rsid w:val="005878AB"/>
    <w:rsid w:val="00587B3F"/>
    <w:rsid w:val="00587D4A"/>
    <w:rsid w:val="00587DC4"/>
    <w:rsid w:val="00590081"/>
    <w:rsid w:val="005900DF"/>
    <w:rsid w:val="005901DD"/>
    <w:rsid w:val="00590AE0"/>
    <w:rsid w:val="00592973"/>
    <w:rsid w:val="005929A9"/>
    <w:rsid w:val="00592E03"/>
    <w:rsid w:val="005930A3"/>
    <w:rsid w:val="005932E0"/>
    <w:rsid w:val="0059389A"/>
    <w:rsid w:val="00593ACD"/>
    <w:rsid w:val="0059413D"/>
    <w:rsid w:val="0059473A"/>
    <w:rsid w:val="00594877"/>
    <w:rsid w:val="00594B63"/>
    <w:rsid w:val="00595459"/>
    <w:rsid w:val="0059577D"/>
    <w:rsid w:val="00595A4C"/>
    <w:rsid w:val="00595C12"/>
    <w:rsid w:val="005960BB"/>
    <w:rsid w:val="0059654D"/>
    <w:rsid w:val="00596D65"/>
    <w:rsid w:val="005978F4"/>
    <w:rsid w:val="00597F10"/>
    <w:rsid w:val="005A04C6"/>
    <w:rsid w:val="005A054D"/>
    <w:rsid w:val="005A06EA"/>
    <w:rsid w:val="005A0752"/>
    <w:rsid w:val="005A0785"/>
    <w:rsid w:val="005A0AB0"/>
    <w:rsid w:val="005A0CDF"/>
    <w:rsid w:val="005A0F6E"/>
    <w:rsid w:val="005A0FDA"/>
    <w:rsid w:val="005A132E"/>
    <w:rsid w:val="005A1A70"/>
    <w:rsid w:val="005A1AE6"/>
    <w:rsid w:val="005A1BD3"/>
    <w:rsid w:val="005A2517"/>
    <w:rsid w:val="005A2D00"/>
    <w:rsid w:val="005A2D90"/>
    <w:rsid w:val="005A2F92"/>
    <w:rsid w:val="005A31D1"/>
    <w:rsid w:val="005A35CB"/>
    <w:rsid w:val="005A37C4"/>
    <w:rsid w:val="005A3A95"/>
    <w:rsid w:val="005A3C5C"/>
    <w:rsid w:val="005A3F08"/>
    <w:rsid w:val="005A3F95"/>
    <w:rsid w:val="005A4378"/>
    <w:rsid w:val="005A43CD"/>
    <w:rsid w:val="005A4414"/>
    <w:rsid w:val="005A48BA"/>
    <w:rsid w:val="005A4B47"/>
    <w:rsid w:val="005A4CB4"/>
    <w:rsid w:val="005A4CDB"/>
    <w:rsid w:val="005A4F17"/>
    <w:rsid w:val="005A516B"/>
    <w:rsid w:val="005A52AE"/>
    <w:rsid w:val="005A5416"/>
    <w:rsid w:val="005A5676"/>
    <w:rsid w:val="005A56DD"/>
    <w:rsid w:val="005A5BF8"/>
    <w:rsid w:val="005A6281"/>
    <w:rsid w:val="005A65E6"/>
    <w:rsid w:val="005A699C"/>
    <w:rsid w:val="005A6C06"/>
    <w:rsid w:val="005A6DFC"/>
    <w:rsid w:val="005A6FE7"/>
    <w:rsid w:val="005A70B2"/>
    <w:rsid w:val="005A720A"/>
    <w:rsid w:val="005A7864"/>
    <w:rsid w:val="005A7C58"/>
    <w:rsid w:val="005A7FF3"/>
    <w:rsid w:val="005B0160"/>
    <w:rsid w:val="005B0891"/>
    <w:rsid w:val="005B0974"/>
    <w:rsid w:val="005B0A76"/>
    <w:rsid w:val="005B1813"/>
    <w:rsid w:val="005B1BE8"/>
    <w:rsid w:val="005B1D8A"/>
    <w:rsid w:val="005B207B"/>
    <w:rsid w:val="005B2157"/>
    <w:rsid w:val="005B2603"/>
    <w:rsid w:val="005B27D0"/>
    <w:rsid w:val="005B313E"/>
    <w:rsid w:val="005B3DD5"/>
    <w:rsid w:val="005B43C9"/>
    <w:rsid w:val="005B445F"/>
    <w:rsid w:val="005B4501"/>
    <w:rsid w:val="005B4558"/>
    <w:rsid w:val="005B4CDF"/>
    <w:rsid w:val="005B4E52"/>
    <w:rsid w:val="005B59AA"/>
    <w:rsid w:val="005B6BE9"/>
    <w:rsid w:val="005B6C7E"/>
    <w:rsid w:val="005B6ED1"/>
    <w:rsid w:val="005B7B97"/>
    <w:rsid w:val="005B7D0F"/>
    <w:rsid w:val="005C043C"/>
    <w:rsid w:val="005C0811"/>
    <w:rsid w:val="005C0EA9"/>
    <w:rsid w:val="005C0FFC"/>
    <w:rsid w:val="005C17EC"/>
    <w:rsid w:val="005C1810"/>
    <w:rsid w:val="005C24B2"/>
    <w:rsid w:val="005C3724"/>
    <w:rsid w:val="005C3E95"/>
    <w:rsid w:val="005C46B9"/>
    <w:rsid w:val="005C48DE"/>
    <w:rsid w:val="005C4B0D"/>
    <w:rsid w:val="005C5643"/>
    <w:rsid w:val="005C5652"/>
    <w:rsid w:val="005C56E4"/>
    <w:rsid w:val="005C5754"/>
    <w:rsid w:val="005C598A"/>
    <w:rsid w:val="005C5EB7"/>
    <w:rsid w:val="005C669A"/>
    <w:rsid w:val="005C6C63"/>
    <w:rsid w:val="005C762D"/>
    <w:rsid w:val="005C7D0C"/>
    <w:rsid w:val="005C7E56"/>
    <w:rsid w:val="005D05C9"/>
    <w:rsid w:val="005D07A3"/>
    <w:rsid w:val="005D0967"/>
    <w:rsid w:val="005D0D13"/>
    <w:rsid w:val="005D1416"/>
    <w:rsid w:val="005D165C"/>
    <w:rsid w:val="005D1C11"/>
    <w:rsid w:val="005D1D43"/>
    <w:rsid w:val="005D2188"/>
    <w:rsid w:val="005D239D"/>
    <w:rsid w:val="005D2411"/>
    <w:rsid w:val="005D286E"/>
    <w:rsid w:val="005D2F04"/>
    <w:rsid w:val="005D31AA"/>
    <w:rsid w:val="005D36A8"/>
    <w:rsid w:val="005D3B09"/>
    <w:rsid w:val="005D4044"/>
    <w:rsid w:val="005D42D6"/>
    <w:rsid w:val="005D447B"/>
    <w:rsid w:val="005D44AC"/>
    <w:rsid w:val="005D47AA"/>
    <w:rsid w:val="005D4A11"/>
    <w:rsid w:val="005D5611"/>
    <w:rsid w:val="005D5A84"/>
    <w:rsid w:val="005D675E"/>
    <w:rsid w:val="005D6B03"/>
    <w:rsid w:val="005D73F7"/>
    <w:rsid w:val="005D7C2F"/>
    <w:rsid w:val="005D7F35"/>
    <w:rsid w:val="005E09B3"/>
    <w:rsid w:val="005E0A13"/>
    <w:rsid w:val="005E0A1D"/>
    <w:rsid w:val="005E12A6"/>
    <w:rsid w:val="005E19CF"/>
    <w:rsid w:val="005E1C50"/>
    <w:rsid w:val="005E1E15"/>
    <w:rsid w:val="005E1E36"/>
    <w:rsid w:val="005E22F0"/>
    <w:rsid w:val="005E275D"/>
    <w:rsid w:val="005E2A5C"/>
    <w:rsid w:val="005E2D4E"/>
    <w:rsid w:val="005E2EF4"/>
    <w:rsid w:val="005E33A4"/>
    <w:rsid w:val="005E357A"/>
    <w:rsid w:val="005E39C7"/>
    <w:rsid w:val="005E436D"/>
    <w:rsid w:val="005E49EF"/>
    <w:rsid w:val="005E4A27"/>
    <w:rsid w:val="005E4A35"/>
    <w:rsid w:val="005E5043"/>
    <w:rsid w:val="005E51D6"/>
    <w:rsid w:val="005E53F4"/>
    <w:rsid w:val="005E55E1"/>
    <w:rsid w:val="005E56DC"/>
    <w:rsid w:val="005E5C12"/>
    <w:rsid w:val="005E5F08"/>
    <w:rsid w:val="005E6CCC"/>
    <w:rsid w:val="005E77C6"/>
    <w:rsid w:val="005E7CD8"/>
    <w:rsid w:val="005E7DF4"/>
    <w:rsid w:val="005E7F6D"/>
    <w:rsid w:val="005F031B"/>
    <w:rsid w:val="005F0F35"/>
    <w:rsid w:val="005F15B4"/>
    <w:rsid w:val="005F15FB"/>
    <w:rsid w:val="005F1A34"/>
    <w:rsid w:val="005F2C73"/>
    <w:rsid w:val="005F2CA7"/>
    <w:rsid w:val="005F2CBA"/>
    <w:rsid w:val="005F2F24"/>
    <w:rsid w:val="005F2F9B"/>
    <w:rsid w:val="005F2FE6"/>
    <w:rsid w:val="005F42B8"/>
    <w:rsid w:val="005F49A7"/>
    <w:rsid w:val="005F4C91"/>
    <w:rsid w:val="005F4DE5"/>
    <w:rsid w:val="005F591A"/>
    <w:rsid w:val="005F5CB5"/>
    <w:rsid w:val="005F5E88"/>
    <w:rsid w:val="005F623E"/>
    <w:rsid w:val="005F6426"/>
    <w:rsid w:val="005F672A"/>
    <w:rsid w:val="005F6B2D"/>
    <w:rsid w:val="005F7152"/>
    <w:rsid w:val="005F73D0"/>
    <w:rsid w:val="005F7644"/>
    <w:rsid w:val="005F766F"/>
    <w:rsid w:val="005F7673"/>
    <w:rsid w:val="005F7BB4"/>
    <w:rsid w:val="005F7BF4"/>
    <w:rsid w:val="00600BE1"/>
    <w:rsid w:val="006010FD"/>
    <w:rsid w:val="00601518"/>
    <w:rsid w:val="00602BEB"/>
    <w:rsid w:val="00602DD7"/>
    <w:rsid w:val="00602F8B"/>
    <w:rsid w:val="006035CC"/>
    <w:rsid w:val="0060362A"/>
    <w:rsid w:val="00603F3E"/>
    <w:rsid w:val="00603FB8"/>
    <w:rsid w:val="006042E6"/>
    <w:rsid w:val="006044E2"/>
    <w:rsid w:val="00604EA9"/>
    <w:rsid w:val="00605243"/>
    <w:rsid w:val="00605426"/>
    <w:rsid w:val="00605D08"/>
    <w:rsid w:val="00605EF1"/>
    <w:rsid w:val="0060642D"/>
    <w:rsid w:val="0060663D"/>
    <w:rsid w:val="0060680C"/>
    <w:rsid w:val="00606BF9"/>
    <w:rsid w:val="00606E6F"/>
    <w:rsid w:val="006071CB"/>
    <w:rsid w:val="006073D4"/>
    <w:rsid w:val="00607438"/>
    <w:rsid w:val="006076DD"/>
    <w:rsid w:val="00607E0E"/>
    <w:rsid w:val="00607EB0"/>
    <w:rsid w:val="0061018B"/>
    <w:rsid w:val="00610220"/>
    <w:rsid w:val="00611213"/>
    <w:rsid w:val="006117E4"/>
    <w:rsid w:val="006118EF"/>
    <w:rsid w:val="00611A29"/>
    <w:rsid w:val="00611C6F"/>
    <w:rsid w:val="00611D11"/>
    <w:rsid w:val="00611F93"/>
    <w:rsid w:val="00611FC4"/>
    <w:rsid w:val="00612744"/>
    <w:rsid w:val="00612AAA"/>
    <w:rsid w:val="00612D8C"/>
    <w:rsid w:val="00612DBD"/>
    <w:rsid w:val="00612E62"/>
    <w:rsid w:val="00613280"/>
    <w:rsid w:val="006135F1"/>
    <w:rsid w:val="00613C16"/>
    <w:rsid w:val="006141B2"/>
    <w:rsid w:val="006141CD"/>
    <w:rsid w:val="00614956"/>
    <w:rsid w:val="00614A11"/>
    <w:rsid w:val="00614A70"/>
    <w:rsid w:val="00614B14"/>
    <w:rsid w:val="00614D1F"/>
    <w:rsid w:val="006156B0"/>
    <w:rsid w:val="006159A3"/>
    <w:rsid w:val="00615C75"/>
    <w:rsid w:val="0061640B"/>
    <w:rsid w:val="006169E0"/>
    <w:rsid w:val="00616DBA"/>
    <w:rsid w:val="00620108"/>
    <w:rsid w:val="0062019C"/>
    <w:rsid w:val="0062072D"/>
    <w:rsid w:val="00620E86"/>
    <w:rsid w:val="0062111E"/>
    <w:rsid w:val="00621566"/>
    <w:rsid w:val="00621946"/>
    <w:rsid w:val="00621F0A"/>
    <w:rsid w:val="0062209A"/>
    <w:rsid w:val="00622202"/>
    <w:rsid w:val="006228BA"/>
    <w:rsid w:val="006228E7"/>
    <w:rsid w:val="006232C6"/>
    <w:rsid w:val="00623A7B"/>
    <w:rsid w:val="00623B9F"/>
    <w:rsid w:val="00623C83"/>
    <w:rsid w:val="006249FB"/>
    <w:rsid w:val="00624C2B"/>
    <w:rsid w:val="00624F0D"/>
    <w:rsid w:val="00624FF5"/>
    <w:rsid w:val="00625AD9"/>
    <w:rsid w:val="00625B57"/>
    <w:rsid w:val="006261AC"/>
    <w:rsid w:val="00626CC1"/>
    <w:rsid w:val="00627226"/>
    <w:rsid w:val="0062723D"/>
    <w:rsid w:val="006274F7"/>
    <w:rsid w:val="0062770B"/>
    <w:rsid w:val="0062786C"/>
    <w:rsid w:val="00627AB7"/>
    <w:rsid w:val="00627B23"/>
    <w:rsid w:val="00627BFD"/>
    <w:rsid w:val="00627EC0"/>
    <w:rsid w:val="006303A8"/>
    <w:rsid w:val="00630524"/>
    <w:rsid w:val="00630643"/>
    <w:rsid w:val="006307A1"/>
    <w:rsid w:val="00631973"/>
    <w:rsid w:val="00632773"/>
    <w:rsid w:val="006328A5"/>
    <w:rsid w:val="00632E14"/>
    <w:rsid w:val="00633FE2"/>
    <w:rsid w:val="0063411B"/>
    <w:rsid w:val="00634727"/>
    <w:rsid w:val="00634C16"/>
    <w:rsid w:val="006352B7"/>
    <w:rsid w:val="006352DA"/>
    <w:rsid w:val="0063560F"/>
    <w:rsid w:val="00635758"/>
    <w:rsid w:val="00635A3E"/>
    <w:rsid w:val="00635AEF"/>
    <w:rsid w:val="00636097"/>
    <w:rsid w:val="006363C5"/>
    <w:rsid w:val="006367C3"/>
    <w:rsid w:val="00636C82"/>
    <w:rsid w:val="00636DB1"/>
    <w:rsid w:val="0063734D"/>
    <w:rsid w:val="00637444"/>
    <w:rsid w:val="00637579"/>
    <w:rsid w:val="00637C92"/>
    <w:rsid w:val="0064058C"/>
    <w:rsid w:val="00640F39"/>
    <w:rsid w:val="00641721"/>
    <w:rsid w:val="0064193F"/>
    <w:rsid w:val="00641F5F"/>
    <w:rsid w:val="00641FC1"/>
    <w:rsid w:val="0064219A"/>
    <w:rsid w:val="00642265"/>
    <w:rsid w:val="00642842"/>
    <w:rsid w:val="0064317E"/>
    <w:rsid w:val="0064328B"/>
    <w:rsid w:val="0064362D"/>
    <w:rsid w:val="00643CE5"/>
    <w:rsid w:val="00643E82"/>
    <w:rsid w:val="006440A4"/>
    <w:rsid w:val="006441A8"/>
    <w:rsid w:val="006443AE"/>
    <w:rsid w:val="00644542"/>
    <w:rsid w:val="00644DD8"/>
    <w:rsid w:val="00645ADA"/>
    <w:rsid w:val="00645BCB"/>
    <w:rsid w:val="00646B55"/>
    <w:rsid w:val="00646F0D"/>
    <w:rsid w:val="00647135"/>
    <w:rsid w:val="0064724F"/>
    <w:rsid w:val="006472A2"/>
    <w:rsid w:val="0064781C"/>
    <w:rsid w:val="00647A40"/>
    <w:rsid w:val="00647A78"/>
    <w:rsid w:val="00650564"/>
    <w:rsid w:val="0065068B"/>
    <w:rsid w:val="006508D7"/>
    <w:rsid w:val="00651143"/>
    <w:rsid w:val="006511D1"/>
    <w:rsid w:val="00651343"/>
    <w:rsid w:val="00651377"/>
    <w:rsid w:val="00651475"/>
    <w:rsid w:val="00651A0F"/>
    <w:rsid w:val="00651E12"/>
    <w:rsid w:val="0065209D"/>
    <w:rsid w:val="0065213B"/>
    <w:rsid w:val="00652396"/>
    <w:rsid w:val="00652E7D"/>
    <w:rsid w:val="00653470"/>
    <w:rsid w:val="00653538"/>
    <w:rsid w:val="0065357F"/>
    <w:rsid w:val="00653A4E"/>
    <w:rsid w:val="00653BEA"/>
    <w:rsid w:val="00654BC3"/>
    <w:rsid w:val="00655330"/>
    <w:rsid w:val="00655B2D"/>
    <w:rsid w:val="006563DC"/>
    <w:rsid w:val="0065659C"/>
    <w:rsid w:val="00656657"/>
    <w:rsid w:val="00656729"/>
    <w:rsid w:val="00656A2D"/>
    <w:rsid w:val="006571E1"/>
    <w:rsid w:val="00657376"/>
    <w:rsid w:val="006573D4"/>
    <w:rsid w:val="00657753"/>
    <w:rsid w:val="006605A0"/>
    <w:rsid w:val="00660D94"/>
    <w:rsid w:val="00660DD2"/>
    <w:rsid w:val="0066123B"/>
    <w:rsid w:val="00661C06"/>
    <w:rsid w:val="00661C29"/>
    <w:rsid w:val="006620D5"/>
    <w:rsid w:val="00662262"/>
    <w:rsid w:val="00662B91"/>
    <w:rsid w:val="00662C0E"/>
    <w:rsid w:val="00662EA2"/>
    <w:rsid w:val="006632FF"/>
    <w:rsid w:val="006637F1"/>
    <w:rsid w:val="00663D4A"/>
    <w:rsid w:val="00663D66"/>
    <w:rsid w:val="0066440E"/>
    <w:rsid w:val="0066545C"/>
    <w:rsid w:val="00665CB6"/>
    <w:rsid w:val="00665F5C"/>
    <w:rsid w:val="006660ED"/>
    <w:rsid w:val="00666426"/>
    <w:rsid w:val="0066646F"/>
    <w:rsid w:val="00666790"/>
    <w:rsid w:val="00666E18"/>
    <w:rsid w:val="00666EE4"/>
    <w:rsid w:val="00666FE4"/>
    <w:rsid w:val="006674ED"/>
    <w:rsid w:val="00667758"/>
    <w:rsid w:val="0066780C"/>
    <w:rsid w:val="00670379"/>
    <w:rsid w:val="006710FB"/>
    <w:rsid w:val="00671A96"/>
    <w:rsid w:val="00672B53"/>
    <w:rsid w:val="00672B6A"/>
    <w:rsid w:val="00672C47"/>
    <w:rsid w:val="00673360"/>
    <w:rsid w:val="0067356D"/>
    <w:rsid w:val="006745E1"/>
    <w:rsid w:val="0067488D"/>
    <w:rsid w:val="00674BE1"/>
    <w:rsid w:val="00675295"/>
    <w:rsid w:val="006752EB"/>
    <w:rsid w:val="00675408"/>
    <w:rsid w:val="0067576E"/>
    <w:rsid w:val="006758BC"/>
    <w:rsid w:val="00675BB7"/>
    <w:rsid w:val="00675D10"/>
    <w:rsid w:val="00675DB6"/>
    <w:rsid w:val="00675FC4"/>
    <w:rsid w:val="006761C7"/>
    <w:rsid w:val="00676357"/>
    <w:rsid w:val="006764A2"/>
    <w:rsid w:val="00676B92"/>
    <w:rsid w:val="0067704E"/>
    <w:rsid w:val="0067739C"/>
    <w:rsid w:val="006776DD"/>
    <w:rsid w:val="00677CE1"/>
    <w:rsid w:val="00677DCD"/>
    <w:rsid w:val="006804CD"/>
    <w:rsid w:val="00680AD9"/>
    <w:rsid w:val="00680BD8"/>
    <w:rsid w:val="00680D68"/>
    <w:rsid w:val="006811C9"/>
    <w:rsid w:val="0068158D"/>
    <w:rsid w:val="006820AD"/>
    <w:rsid w:val="006829B4"/>
    <w:rsid w:val="00683538"/>
    <w:rsid w:val="0068365F"/>
    <w:rsid w:val="00683917"/>
    <w:rsid w:val="006844A6"/>
    <w:rsid w:val="006844E0"/>
    <w:rsid w:val="006848E0"/>
    <w:rsid w:val="00684E8C"/>
    <w:rsid w:val="00684ECE"/>
    <w:rsid w:val="006852D6"/>
    <w:rsid w:val="0068565F"/>
    <w:rsid w:val="006857EB"/>
    <w:rsid w:val="00685AEA"/>
    <w:rsid w:val="00685BC4"/>
    <w:rsid w:val="00685E07"/>
    <w:rsid w:val="00686403"/>
    <w:rsid w:val="00686452"/>
    <w:rsid w:val="00686A6B"/>
    <w:rsid w:val="00686B5D"/>
    <w:rsid w:val="00686DBB"/>
    <w:rsid w:val="00686DFD"/>
    <w:rsid w:val="006873B9"/>
    <w:rsid w:val="006877CC"/>
    <w:rsid w:val="0068796C"/>
    <w:rsid w:val="00687B55"/>
    <w:rsid w:val="00687E74"/>
    <w:rsid w:val="00690977"/>
    <w:rsid w:val="006911A7"/>
    <w:rsid w:val="006911B1"/>
    <w:rsid w:val="0069171E"/>
    <w:rsid w:val="00691E32"/>
    <w:rsid w:val="00691E8D"/>
    <w:rsid w:val="00691ED9"/>
    <w:rsid w:val="00692082"/>
    <w:rsid w:val="006920E7"/>
    <w:rsid w:val="006924EC"/>
    <w:rsid w:val="00692A4A"/>
    <w:rsid w:val="00692D93"/>
    <w:rsid w:val="006932DF"/>
    <w:rsid w:val="00693BFE"/>
    <w:rsid w:val="00693CF7"/>
    <w:rsid w:val="006943C3"/>
    <w:rsid w:val="00694411"/>
    <w:rsid w:val="0069443F"/>
    <w:rsid w:val="006947F0"/>
    <w:rsid w:val="006947F6"/>
    <w:rsid w:val="00694D80"/>
    <w:rsid w:val="006954ED"/>
    <w:rsid w:val="00695810"/>
    <w:rsid w:val="00695A76"/>
    <w:rsid w:val="0069610E"/>
    <w:rsid w:val="00696358"/>
    <w:rsid w:val="006964A4"/>
    <w:rsid w:val="006965C9"/>
    <w:rsid w:val="006967CC"/>
    <w:rsid w:val="00696DFA"/>
    <w:rsid w:val="00697092"/>
    <w:rsid w:val="00697441"/>
    <w:rsid w:val="00697D83"/>
    <w:rsid w:val="006A077D"/>
    <w:rsid w:val="006A18A6"/>
    <w:rsid w:val="006A1980"/>
    <w:rsid w:val="006A1C66"/>
    <w:rsid w:val="006A1DF0"/>
    <w:rsid w:val="006A2041"/>
    <w:rsid w:val="006A219A"/>
    <w:rsid w:val="006A2328"/>
    <w:rsid w:val="006A2549"/>
    <w:rsid w:val="006A2C26"/>
    <w:rsid w:val="006A2DCB"/>
    <w:rsid w:val="006A3837"/>
    <w:rsid w:val="006A384F"/>
    <w:rsid w:val="006A39DD"/>
    <w:rsid w:val="006A3E2C"/>
    <w:rsid w:val="006A3FC0"/>
    <w:rsid w:val="006A432D"/>
    <w:rsid w:val="006A4345"/>
    <w:rsid w:val="006A44C8"/>
    <w:rsid w:val="006A4D53"/>
    <w:rsid w:val="006A4E8E"/>
    <w:rsid w:val="006A5DF2"/>
    <w:rsid w:val="006A5F90"/>
    <w:rsid w:val="006A6506"/>
    <w:rsid w:val="006A6904"/>
    <w:rsid w:val="006A75D1"/>
    <w:rsid w:val="006A7A7A"/>
    <w:rsid w:val="006A7E73"/>
    <w:rsid w:val="006A7EC3"/>
    <w:rsid w:val="006A7FCE"/>
    <w:rsid w:val="006B06EE"/>
    <w:rsid w:val="006B0725"/>
    <w:rsid w:val="006B0D3A"/>
    <w:rsid w:val="006B0D94"/>
    <w:rsid w:val="006B13AD"/>
    <w:rsid w:val="006B14D8"/>
    <w:rsid w:val="006B1594"/>
    <w:rsid w:val="006B2093"/>
    <w:rsid w:val="006B22AF"/>
    <w:rsid w:val="006B22D8"/>
    <w:rsid w:val="006B2837"/>
    <w:rsid w:val="006B29A0"/>
    <w:rsid w:val="006B2B87"/>
    <w:rsid w:val="006B2CDE"/>
    <w:rsid w:val="006B2DBD"/>
    <w:rsid w:val="006B3109"/>
    <w:rsid w:val="006B31F2"/>
    <w:rsid w:val="006B35BB"/>
    <w:rsid w:val="006B3842"/>
    <w:rsid w:val="006B3A52"/>
    <w:rsid w:val="006B3C5F"/>
    <w:rsid w:val="006B3C62"/>
    <w:rsid w:val="006B3D11"/>
    <w:rsid w:val="006B3EA5"/>
    <w:rsid w:val="006B402A"/>
    <w:rsid w:val="006B46ED"/>
    <w:rsid w:val="006B4D7F"/>
    <w:rsid w:val="006B4E36"/>
    <w:rsid w:val="006B4EB7"/>
    <w:rsid w:val="006B62DF"/>
    <w:rsid w:val="006B6322"/>
    <w:rsid w:val="006B6462"/>
    <w:rsid w:val="006B67A5"/>
    <w:rsid w:val="006B690D"/>
    <w:rsid w:val="006B6951"/>
    <w:rsid w:val="006B6B09"/>
    <w:rsid w:val="006B6D13"/>
    <w:rsid w:val="006B7660"/>
    <w:rsid w:val="006B7FC2"/>
    <w:rsid w:val="006C07A3"/>
    <w:rsid w:val="006C12BB"/>
    <w:rsid w:val="006C130E"/>
    <w:rsid w:val="006C159F"/>
    <w:rsid w:val="006C1D0C"/>
    <w:rsid w:val="006C20BA"/>
    <w:rsid w:val="006C279B"/>
    <w:rsid w:val="006C3569"/>
    <w:rsid w:val="006C3B3C"/>
    <w:rsid w:val="006C3BA1"/>
    <w:rsid w:val="006C45B3"/>
    <w:rsid w:val="006C478E"/>
    <w:rsid w:val="006C48C3"/>
    <w:rsid w:val="006C4B4C"/>
    <w:rsid w:val="006C512C"/>
    <w:rsid w:val="006C54B6"/>
    <w:rsid w:val="006C5676"/>
    <w:rsid w:val="006C57E6"/>
    <w:rsid w:val="006C5FEC"/>
    <w:rsid w:val="006C6274"/>
    <w:rsid w:val="006C71BF"/>
    <w:rsid w:val="006C7204"/>
    <w:rsid w:val="006C75E5"/>
    <w:rsid w:val="006C7999"/>
    <w:rsid w:val="006C7B4A"/>
    <w:rsid w:val="006D08A6"/>
    <w:rsid w:val="006D1064"/>
    <w:rsid w:val="006D141B"/>
    <w:rsid w:val="006D1D89"/>
    <w:rsid w:val="006D219B"/>
    <w:rsid w:val="006D219E"/>
    <w:rsid w:val="006D2CED"/>
    <w:rsid w:val="006D2F6A"/>
    <w:rsid w:val="006D2FDD"/>
    <w:rsid w:val="006D30A0"/>
    <w:rsid w:val="006D31A9"/>
    <w:rsid w:val="006D326C"/>
    <w:rsid w:val="006D34A7"/>
    <w:rsid w:val="006D35AF"/>
    <w:rsid w:val="006D35D7"/>
    <w:rsid w:val="006D3C20"/>
    <w:rsid w:val="006D3CA1"/>
    <w:rsid w:val="006D3F52"/>
    <w:rsid w:val="006D40C4"/>
    <w:rsid w:val="006D465F"/>
    <w:rsid w:val="006D4D85"/>
    <w:rsid w:val="006D511D"/>
    <w:rsid w:val="006D589C"/>
    <w:rsid w:val="006D622B"/>
    <w:rsid w:val="006D700F"/>
    <w:rsid w:val="006D70BD"/>
    <w:rsid w:val="006D73E3"/>
    <w:rsid w:val="006D753F"/>
    <w:rsid w:val="006D7936"/>
    <w:rsid w:val="006D7B18"/>
    <w:rsid w:val="006E0381"/>
    <w:rsid w:val="006E09A7"/>
    <w:rsid w:val="006E0D0D"/>
    <w:rsid w:val="006E14CF"/>
    <w:rsid w:val="006E17E3"/>
    <w:rsid w:val="006E1AA8"/>
    <w:rsid w:val="006E1C65"/>
    <w:rsid w:val="006E287E"/>
    <w:rsid w:val="006E327B"/>
    <w:rsid w:val="006E340C"/>
    <w:rsid w:val="006E3936"/>
    <w:rsid w:val="006E3942"/>
    <w:rsid w:val="006E3E79"/>
    <w:rsid w:val="006E472E"/>
    <w:rsid w:val="006E486D"/>
    <w:rsid w:val="006E489B"/>
    <w:rsid w:val="006E52D8"/>
    <w:rsid w:val="006E5F63"/>
    <w:rsid w:val="006E6123"/>
    <w:rsid w:val="006E6813"/>
    <w:rsid w:val="006E6A66"/>
    <w:rsid w:val="006E72C8"/>
    <w:rsid w:val="006E732C"/>
    <w:rsid w:val="006E758D"/>
    <w:rsid w:val="006E7960"/>
    <w:rsid w:val="006E7F03"/>
    <w:rsid w:val="006F0CFB"/>
    <w:rsid w:val="006F122D"/>
    <w:rsid w:val="006F174C"/>
    <w:rsid w:val="006F1881"/>
    <w:rsid w:val="006F1B53"/>
    <w:rsid w:val="006F20A7"/>
    <w:rsid w:val="006F247D"/>
    <w:rsid w:val="006F250A"/>
    <w:rsid w:val="006F2892"/>
    <w:rsid w:val="006F2B11"/>
    <w:rsid w:val="006F2D56"/>
    <w:rsid w:val="006F36C5"/>
    <w:rsid w:val="006F3A37"/>
    <w:rsid w:val="006F3C0F"/>
    <w:rsid w:val="006F3F23"/>
    <w:rsid w:val="006F43A9"/>
    <w:rsid w:val="006F452E"/>
    <w:rsid w:val="006F4907"/>
    <w:rsid w:val="006F4B58"/>
    <w:rsid w:val="006F562C"/>
    <w:rsid w:val="006F57E4"/>
    <w:rsid w:val="006F5DA4"/>
    <w:rsid w:val="006F6300"/>
    <w:rsid w:val="006F65B6"/>
    <w:rsid w:val="006F696E"/>
    <w:rsid w:val="006F6F98"/>
    <w:rsid w:val="006F787D"/>
    <w:rsid w:val="006F788D"/>
    <w:rsid w:val="006F79BF"/>
    <w:rsid w:val="006F7A1F"/>
    <w:rsid w:val="006F7BE5"/>
    <w:rsid w:val="006F7D55"/>
    <w:rsid w:val="006F7FF6"/>
    <w:rsid w:val="00700965"/>
    <w:rsid w:val="00700B1D"/>
    <w:rsid w:val="00700F47"/>
    <w:rsid w:val="00700FC1"/>
    <w:rsid w:val="007014AF"/>
    <w:rsid w:val="007019B3"/>
    <w:rsid w:val="007028FD"/>
    <w:rsid w:val="00702EC5"/>
    <w:rsid w:val="007035B5"/>
    <w:rsid w:val="007037B9"/>
    <w:rsid w:val="00703A6F"/>
    <w:rsid w:val="0070418C"/>
    <w:rsid w:val="007046EE"/>
    <w:rsid w:val="00704821"/>
    <w:rsid w:val="00704DA9"/>
    <w:rsid w:val="007052E1"/>
    <w:rsid w:val="00705680"/>
    <w:rsid w:val="007059D2"/>
    <w:rsid w:val="00705B91"/>
    <w:rsid w:val="00706450"/>
    <w:rsid w:val="007065F3"/>
    <w:rsid w:val="0070689D"/>
    <w:rsid w:val="00706BFD"/>
    <w:rsid w:val="00707642"/>
    <w:rsid w:val="0070784C"/>
    <w:rsid w:val="007106C5"/>
    <w:rsid w:val="007106D6"/>
    <w:rsid w:val="00710749"/>
    <w:rsid w:val="0071075F"/>
    <w:rsid w:val="007117B7"/>
    <w:rsid w:val="007117CF"/>
    <w:rsid w:val="007117D8"/>
    <w:rsid w:val="00711DF5"/>
    <w:rsid w:val="00711ED9"/>
    <w:rsid w:val="00711F64"/>
    <w:rsid w:val="00712335"/>
    <w:rsid w:val="007125E4"/>
    <w:rsid w:val="007126A0"/>
    <w:rsid w:val="00712F59"/>
    <w:rsid w:val="00713072"/>
    <w:rsid w:val="007131FD"/>
    <w:rsid w:val="00713892"/>
    <w:rsid w:val="00714084"/>
    <w:rsid w:val="007142E1"/>
    <w:rsid w:val="007144A1"/>
    <w:rsid w:val="00715060"/>
    <w:rsid w:val="00715760"/>
    <w:rsid w:val="007159A8"/>
    <w:rsid w:val="007159D3"/>
    <w:rsid w:val="00715CE6"/>
    <w:rsid w:val="00715EAB"/>
    <w:rsid w:val="00715F3B"/>
    <w:rsid w:val="007160B5"/>
    <w:rsid w:val="00716232"/>
    <w:rsid w:val="00716F3D"/>
    <w:rsid w:val="00717A20"/>
    <w:rsid w:val="00717AB6"/>
    <w:rsid w:val="00717B8E"/>
    <w:rsid w:val="00717CBD"/>
    <w:rsid w:val="00720423"/>
    <w:rsid w:val="0072047F"/>
    <w:rsid w:val="00720A5C"/>
    <w:rsid w:val="00720A64"/>
    <w:rsid w:val="00721153"/>
    <w:rsid w:val="007212B7"/>
    <w:rsid w:val="00721820"/>
    <w:rsid w:val="00721B02"/>
    <w:rsid w:val="00722125"/>
    <w:rsid w:val="00722BA6"/>
    <w:rsid w:val="00722E79"/>
    <w:rsid w:val="0072342E"/>
    <w:rsid w:val="007237A0"/>
    <w:rsid w:val="00723A3B"/>
    <w:rsid w:val="00723D46"/>
    <w:rsid w:val="00723F44"/>
    <w:rsid w:val="00724518"/>
    <w:rsid w:val="00724598"/>
    <w:rsid w:val="00724872"/>
    <w:rsid w:val="00724C33"/>
    <w:rsid w:val="00724C3E"/>
    <w:rsid w:val="00725194"/>
    <w:rsid w:val="007251D0"/>
    <w:rsid w:val="007254C5"/>
    <w:rsid w:val="00725699"/>
    <w:rsid w:val="007257B8"/>
    <w:rsid w:val="00725B2A"/>
    <w:rsid w:val="00725E6A"/>
    <w:rsid w:val="007264A0"/>
    <w:rsid w:val="007267DB"/>
    <w:rsid w:val="007270B6"/>
    <w:rsid w:val="007273AE"/>
    <w:rsid w:val="007276D9"/>
    <w:rsid w:val="00727D32"/>
    <w:rsid w:val="00727E04"/>
    <w:rsid w:val="00730408"/>
    <w:rsid w:val="00730A3F"/>
    <w:rsid w:val="00730DD1"/>
    <w:rsid w:val="00731183"/>
    <w:rsid w:val="007311E0"/>
    <w:rsid w:val="0073166A"/>
    <w:rsid w:val="007318D3"/>
    <w:rsid w:val="00731AB9"/>
    <w:rsid w:val="00731DCD"/>
    <w:rsid w:val="007320E2"/>
    <w:rsid w:val="007322A8"/>
    <w:rsid w:val="0073253E"/>
    <w:rsid w:val="007325E5"/>
    <w:rsid w:val="0073316C"/>
    <w:rsid w:val="007332C1"/>
    <w:rsid w:val="007332E3"/>
    <w:rsid w:val="00733360"/>
    <w:rsid w:val="007339D7"/>
    <w:rsid w:val="00733A8E"/>
    <w:rsid w:val="00734631"/>
    <w:rsid w:val="00734727"/>
    <w:rsid w:val="00734868"/>
    <w:rsid w:val="0073496C"/>
    <w:rsid w:val="00734995"/>
    <w:rsid w:val="00734A50"/>
    <w:rsid w:val="00734C31"/>
    <w:rsid w:val="00734E98"/>
    <w:rsid w:val="00734EA5"/>
    <w:rsid w:val="007350AD"/>
    <w:rsid w:val="00735179"/>
    <w:rsid w:val="00735699"/>
    <w:rsid w:val="0073595A"/>
    <w:rsid w:val="007359BD"/>
    <w:rsid w:val="00735D7D"/>
    <w:rsid w:val="0073646F"/>
    <w:rsid w:val="00736725"/>
    <w:rsid w:val="00736CAC"/>
    <w:rsid w:val="00736F26"/>
    <w:rsid w:val="00736F88"/>
    <w:rsid w:val="00737033"/>
    <w:rsid w:val="007375E3"/>
    <w:rsid w:val="00737676"/>
    <w:rsid w:val="00737940"/>
    <w:rsid w:val="00737D3C"/>
    <w:rsid w:val="00737FEE"/>
    <w:rsid w:val="00740010"/>
    <w:rsid w:val="0074012C"/>
    <w:rsid w:val="007402C5"/>
    <w:rsid w:val="007402F3"/>
    <w:rsid w:val="0074061C"/>
    <w:rsid w:val="00740A56"/>
    <w:rsid w:val="007416D0"/>
    <w:rsid w:val="00741701"/>
    <w:rsid w:val="00741724"/>
    <w:rsid w:val="00741A4B"/>
    <w:rsid w:val="00741D83"/>
    <w:rsid w:val="00742478"/>
    <w:rsid w:val="0074290B"/>
    <w:rsid w:val="007429B1"/>
    <w:rsid w:val="00742A6F"/>
    <w:rsid w:val="00742AB0"/>
    <w:rsid w:val="00742D8A"/>
    <w:rsid w:val="007435AC"/>
    <w:rsid w:val="00743C41"/>
    <w:rsid w:val="0074407E"/>
    <w:rsid w:val="007447A7"/>
    <w:rsid w:val="00744EDE"/>
    <w:rsid w:val="00745160"/>
    <w:rsid w:val="00745277"/>
    <w:rsid w:val="00745E04"/>
    <w:rsid w:val="007463DE"/>
    <w:rsid w:val="00746845"/>
    <w:rsid w:val="00746949"/>
    <w:rsid w:val="00747029"/>
    <w:rsid w:val="00747233"/>
    <w:rsid w:val="0074764F"/>
    <w:rsid w:val="007476FB"/>
    <w:rsid w:val="00747988"/>
    <w:rsid w:val="0075016E"/>
    <w:rsid w:val="00750346"/>
    <w:rsid w:val="007507AF"/>
    <w:rsid w:val="00750F8B"/>
    <w:rsid w:val="00751B52"/>
    <w:rsid w:val="00751E71"/>
    <w:rsid w:val="00752929"/>
    <w:rsid w:val="007529E5"/>
    <w:rsid w:val="00752D9A"/>
    <w:rsid w:val="00753351"/>
    <w:rsid w:val="007536F7"/>
    <w:rsid w:val="00753C7C"/>
    <w:rsid w:val="00754016"/>
    <w:rsid w:val="0075464D"/>
    <w:rsid w:val="0075485F"/>
    <w:rsid w:val="00754907"/>
    <w:rsid w:val="00755B33"/>
    <w:rsid w:val="0075604B"/>
    <w:rsid w:val="00756090"/>
    <w:rsid w:val="00756B38"/>
    <w:rsid w:val="00756D36"/>
    <w:rsid w:val="007571B2"/>
    <w:rsid w:val="0075735B"/>
    <w:rsid w:val="00757656"/>
    <w:rsid w:val="007578F3"/>
    <w:rsid w:val="007601FB"/>
    <w:rsid w:val="00760687"/>
    <w:rsid w:val="007613C5"/>
    <w:rsid w:val="0076240B"/>
    <w:rsid w:val="00762B4A"/>
    <w:rsid w:val="00763039"/>
    <w:rsid w:val="007632B4"/>
    <w:rsid w:val="007633C6"/>
    <w:rsid w:val="00763B47"/>
    <w:rsid w:val="00763C67"/>
    <w:rsid w:val="00763C81"/>
    <w:rsid w:val="00763D67"/>
    <w:rsid w:val="00764109"/>
    <w:rsid w:val="00764179"/>
    <w:rsid w:val="007649D2"/>
    <w:rsid w:val="00764A0F"/>
    <w:rsid w:val="00764C35"/>
    <w:rsid w:val="007652DF"/>
    <w:rsid w:val="00765433"/>
    <w:rsid w:val="007657B5"/>
    <w:rsid w:val="00765EFD"/>
    <w:rsid w:val="0076608E"/>
    <w:rsid w:val="00766170"/>
    <w:rsid w:val="00766564"/>
    <w:rsid w:val="00766BB9"/>
    <w:rsid w:val="0076713C"/>
    <w:rsid w:val="007672D8"/>
    <w:rsid w:val="0077115C"/>
    <w:rsid w:val="007719B5"/>
    <w:rsid w:val="00771A52"/>
    <w:rsid w:val="00771C5A"/>
    <w:rsid w:val="00771C75"/>
    <w:rsid w:val="00771EBE"/>
    <w:rsid w:val="007720DA"/>
    <w:rsid w:val="00772DD8"/>
    <w:rsid w:val="007731B0"/>
    <w:rsid w:val="007731BD"/>
    <w:rsid w:val="00773477"/>
    <w:rsid w:val="007739EB"/>
    <w:rsid w:val="00773A85"/>
    <w:rsid w:val="00773E5A"/>
    <w:rsid w:val="007740A5"/>
    <w:rsid w:val="00774C9A"/>
    <w:rsid w:val="00774D72"/>
    <w:rsid w:val="00775368"/>
    <w:rsid w:val="00775570"/>
    <w:rsid w:val="00775B54"/>
    <w:rsid w:val="0077646D"/>
    <w:rsid w:val="007764C6"/>
    <w:rsid w:val="00776665"/>
    <w:rsid w:val="00776854"/>
    <w:rsid w:val="0077696B"/>
    <w:rsid w:val="00776D09"/>
    <w:rsid w:val="0077704F"/>
    <w:rsid w:val="0077715E"/>
    <w:rsid w:val="007774AC"/>
    <w:rsid w:val="007775B4"/>
    <w:rsid w:val="0077799D"/>
    <w:rsid w:val="00777C48"/>
    <w:rsid w:val="0078057A"/>
    <w:rsid w:val="00780E49"/>
    <w:rsid w:val="00780FA9"/>
    <w:rsid w:val="00781042"/>
    <w:rsid w:val="0078105B"/>
    <w:rsid w:val="007814EB"/>
    <w:rsid w:val="00781AE0"/>
    <w:rsid w:val="007826F8"/>
    <w:rsid w:val="007827FD"/>
    <w:rsid w:val="00782DA0"/>
    <w:rsid w:val="00782E93"/>
    <w:rsid w:val="00783331"/>
    <w:rsid w:val="007835A2"/>
    <w:rsid w:val="00783A0E"/>
    <w:rsid w:val="00783BBD"/>
    <w:rsid w:val="00783DB4"/>
    <w:rsid w:val="0078408F"/>
    <w:rsid w:val="00784499"/>
    <w:rsid w:val="007849BF"/>
    <w:rsid w:val="00784DC5"/>
    <w:rsid w:val="00784F4F"/>
    <w:rsid w:val="00784F59"/>
    <w:rsid w:val="0078562A"/>
    <w:rsid w:val="00785DAE"/>
    <w:rsid w:val="0078601E"/>
    <w:rsid w:val="0078643E"/>
    <w:rsid w:val="007865AC"/>
    <w:rsid w:val="00786826"/>
    <w:rsid w:val="00786A6E"/>
    <w:rsid w:val="00787244"/>
    <w:rsid w:val="00787C1A"/>
    <w:rsid w:val="00787C53"/>
    <w:rsid w:val="00787E0A"/>
    <w:rsid w:val="00787F0F"/>
    <w:rsid w:val="00790042"/>
    <w:rsid w:val="0079067E"/>
    <w:rsid w:val="00790B58"/>
    <w:rsid w:val="00790E32"/>
    <w:rsid w:val="00790F27"/>
    <w:rsid w:val="00791186"/>
    <w:rsid w:val="007912FF"/>
    <w:rsid w:val="00791337"/>
    <w:rsid w:val="007915FC"/>
    <w:rsid w:val="00791835"/>
    <w:rsid w:val="00791969"/>
    <w:rsid w:val="00791A8C"/>
    <w:rsid w:val="00791BFF"/>
    <w:rsid w:val="00791D59"/>
    <w:rsid w:val="00792184"/>
    <w:rsid w:val="0079261A"/>
    <w:rsid w:val="00792692"/>
    <w:rsid w:val="0079274D"/>
    <w:rsid w:val="00792F1A"/>
    <w:rsid w:val="00793095"/>
    <w:rsid w:val="0079346E"/>
    <w:rsid w:val="00793490"/>
    <w:rsid w:val="007935B2"/>
    <w:rsid w:val="00793A9D"/>
    <w:rsid w:val="00793E37"/>
    <w:rsid w:val="007947F3"/>
    <w:rsid w:val="00794B1A"/>
    <w:rsid w:val="00795201"/>
    <w:rsid w:val="007959C2"/>
    <w:rsid w:val="0079606A"/>
    <w:rsid w:val="007960F4"/>
    <w:rsid w:val="0079616A"/>
    <w:rsid w:val="00796866"/>
    <w:rsid w:val="00796F00"/>
    <w:rsid w:val="00796F3F"/>
    <w:rsid w:val="00796F75"/>
    <w:rsid w:val="007972A7"/>
    <w:rsid w:val="00797F86"/>
    <w:rsid w:val="007A0483"/>
    <w:rsid w:val="007A05FE"/>
    <w:rsid w:val="007A0825"/>
    <w:rsid w:val="007A096B"/>
    <w:rsid w:val="007A12C2"/>
    <w:rsid w:val="007A1416"/>
    <w:rsid w:val="007A1467"/>
    <w:rsid w:val="007A178D"/>
    <w:rsid w:val="007A18D7"/>
    <w:rsid w:val="007A19AC"/>
    <w:rsid w:val="007A2139"/>
    <w:rsid w:val="007A2287"/>
    <w:rsid w:val="007A24A8"/>
    <w:rsid w:val="007A29DA"/>
    <w:rsid w:val="007A4761"/>
    <w:rsid w:val="007A4F07"/>
    <w:rsid w:val="007A5D91"/>
    <w:rsid w:val="007A6262"/>
    <w:rsid w:val="007A642F"/>
    <w:rsid w:val="007A64D7"/>
    <w:rsid w:val="007A6EA5"/>
    <w:rsid w:val="007A741D"/>
    <w:rsid w:val="007A7669"/>
    <w:rsid w:val="007A78E0"/>
    <w:rsid w:val="007A7B9B"/>
    <w:rsid w:val="007B0101"/>
    <w:rsid w:val="007B02C8"/>
    <w:rsid w:val="007B0628"/>
    <w:rsid w:val="007B0D2F"/>
    <w:rsid w:val="007B0E58"/>
    <w:rsid w:val="007B1079"/>
    <w:rsid w:val="007B1212"/>
    <w:rsid w:val="007B1257"/>
    <w:rsid w:val="007B1298"/>
    <w:rsid w:val="007B12A8"/>
    <w:rsid w:val="007B130D"/>
    <w:rsid w:val="007B1323"/>
    <w:rsid w:val="007B156B"/>
    <w:rsid w:val="007B1B21"/>
    <w:rsid w:val="007B2098"/>
    <w:rsid w:val="007B2196"/>
    <w:rsid w:val="007B256A"/>
    <w:rsid w:val="007B2AA8"/>
    <w:rsid w:val="007B2DD6"/>
    <w:rsid w:val="007B35E5"/>
    <w:rsid w:val="007B375B"/>
    <w:rsid w:val="007B3B8B"/>
    <w:rsid w:val="007B3FAA"/>
    <w:rsid w:val="007B429D"/>
    <w:rsid w:val="007B4374"/>
    <w:rsid w:val="007B473C"/>
    <w:rsid w:val="007B482A"/>
    <w:rsid w:val="007B4899"/>
    <w:rsid w:val="007B4E37"/>
    <w:rsid w:val="007B5152"/>
    <w:rsid w:val="007B5761"/>
    <w:rsid w:val="007B5AB9"/>
    <w:rsid w:val="007B5E8B"/>
    <w:rsid w:val="007B6478"/>
    <w:rsid w:val="007B69E1"/>
    <w:rsid w:val="007B7205"/>
    <w:rsid w:val="007B7348"/>
    <w:rsid w:val="007B774D"/>
    <w:rsid w:val="007B774E"/>
    <w:rsid w:val="007B79A3"/>
    <w:rsid w:val="007B7F40"/>
    <w:rsid w:val="007C0A70"/>
    <w:rsid w:val="007C188C"/>
    <w:rsid w:val="007C18EF"/>
    <w:rsid w:val="007C1CE3"/>
    <w:rsid w:val="007C2014"/>
    <w:rsid w:val="007C2049"/>
    <w:rsid w:val="007C23DB"/>
    <w:rsid w:val="007C27A0"/>
    <w:rsid w:val="007C2A46"/>
    <w:rsid w:val="007C2DC3"/>
    <w:rsid w:val="007C2EDF"/>
    <w:rsid w:val="007C2FC1"/>
    <w:rsid w:val="007C31C5"/>
    <w:rsid w:val="007C3521"/>
    <w:rsid w:val="007C41E6"/>
    <w:rsid w:val="007C4A8F"/>
    <w:rsid w:val="007C4BA2"/>
    <w:rsid w:val="007C4C61"/>
    <w:rsid w:val="007C4C87"/>
    <w:rsid w:val="007C4CA1"/>
    <w:rsid w:val="007C5601"/>
    <w:rsid w:val="007C5789"/>
    <w:rsid w:val="007C5B39"/>
    <w:rsid w:val="007C5F00"/>
    <w:rsid w:val="007C60C4"/>
    <w:rsid w:val="007C66DC"/>
    <w:rsid w:val="007C6A75"/>
    <w:rsid w:val="007C6D76"/>
    <w:rsid w:val="007C716B"/>
    <w:rsid w:val="007C7BCE"/>
    <w:rsid w:val="007C7C21"/>
    <w:rsid w:val="007D05B6"/>
    <w:rsid w:val="007D125F"/>
    <w:rsid w:val="007D12F4"/>
    <w:rsid w:val="007D14C3"/>
    <w:rsid w:val="007D1699"/>
    <w:rsid w:val="007D19D1"/>
    <w:rsid w:val="007D1CC8"/>
    <w:rsid w:val="007D1DD6"/>
    <w:rsid w:val="007D2381"/>
    <w:rsid w:val="007D28F5"/>
    <w:rsid w:val="007D2DF0"/>
    <w:rsid w:val="007D30FE"/>
    <w:rsid w:val="007D3156"/>
    <w:rsid w:val="007D3468"/>
    <w:rsid w:val="007D34CC"/>
    <w:rsid w:val="007D3678"/>
    <w:rsid w:val="007D3A85"/>
    <w:rsid w:val="007D4566"/>
    <w:rsid w:val="007D45BC"/>
    <w:rsid w:val="007D48DF"/>
    <w:rsid w:val="007D4D35"/>
    <w:rsid w:val="007D4DAF"/>
    <w:rsid w:val="007D5481"/>
    <w:rsid w:val="007D5A7E"/>
    <w:rsid w:val="007D5DFB"/>
    <w:rsid w:val="007D60FF"/>
    <w:rsid w:val="007D6320"/>
    <w:rsid w:val="007D6C20"/>
    <w:rsid w:val="007D6F6C"/>
    <w:rsid w:val="007E0059"/>
    <w:rsid w:val="007E0301"/>
    <w:rsid w:val="007E0824"/>
    <w:rsid w:val="007E0F72"/>
    <w:rsid w:val="007E17D5"/>
    <w:rsid w:val="007E19E4"/>
    <w:rsid w:val="007E1D0C"/>
    <w:rsid w:val="007E23A7"/>
    <w:rsid w:val="007E243B"/>
    <w:rsid w:val="007E2B1A"/>
    <w:rsid w:val="007E2C22"/>
    <w:rsid w:val="007E2CD9"/>
    <w:rsid w:val="007E2D64"/>
    <w:rsid w:val="007E2E3C"/>
    <w:rsid w:val="007E321A"/>
    <w:rsid w:val="007E329A"/>
    <w:rsid w:val="007E33ED"/>
    <w:rsid w:val="007E34F0"/>
    <w:rsid w:val="007E3A60"/>
    <w:rsid w:val="007E3C97"/>
    <w:rsid w:val="007E3D8E"/>
    <w:rsid w:val="007E3E56"/>
    <w:rsid w:val="007E3E58"/>
    <w:rsid w:val="007E426E"/>
    <w:rsid w:val="007E45DB"/>
    <w:rsid w:val="007E4782"/>
    <w:rsid w:val="007E59A2"/>
    <w:rsid w:val="007E5D2B"/>
    <w:rsid w:val="007E5FCE"/>
    <w:rsid w:val="007E6155"/>
    <w:rsid w:val="007E615C"/>
    <w:rsid w:val="007E65AC"/>
    <w:rsid w:val="007E6C53"/>
    <w:rsid w:val="007E6F6D"/>
    <w:rsid w:val="007E6F7E"/>
    <w:rsid w:val="007E6F82"/>
    <w:rsid w:val="007E730F"/>
    <w:rsid w:val="007E7671"/>
    <w:rsid w:val="007E7FBC"/>
    <w:rsid w:val="007F0662"/>
    <w:rsid w:val="007F0ED6"/>
    <w:rsid w:val="007F12DC"/>
    <w:rsid w:val="007F13A7"/>
    <w:rsid w:val="007F1BBA"/>
    <w:rsid w:val="007F1E44"/>
    <w:rsid w:val="007F1ED7"/>
    <w:rsid w:val="007F2585"/>
    <w:rsid w:val="007F2820"/>
    <w:rsid w:val="007F2980"/>
    <w:rsid w:val="007F2DB6"/>
    <w:rsid w:val="007F2F1F"/>
    <w:rsid w:val="007F3286"/>
    <w:rsid w:val="007F49F2"/>
    <w:rsid w:val="007F4A69"/>
    <w:rsid w:val="007F4D54"/>
    <w:rsid w:val="007F54AB"/>
    <w:rsid w:val="007F58A4"/>
    <w:rsid w:val="007F67D2"/>
    <w:rsid w:val="007F69F4"/>
    <w:rsid w:val="007F6B2F"/>
    <w:rsid w:val="007F7273"/>
    <w:rsid w:val="007F7393"/>
    <w:rsid w:val="008000D4"/>
    <w:rsid w:val="008001C8"/>
    <w:rsid w:val="008001F8"/>
    <w:rsid w:val="008003B3"/>
    <w:rsid w:val="008011DD"/>
    <w:rsid w:val="00801ABF"/>
    <w:rsid w:val="00801FB6"/>
    <w:rsid w:val="0080223B"/>
    <w:rsid w:val="00802373"/>
    <w:rsid w:val="008028F0"/>
    <w:rsid w:val="0080302E"/>
    <w:rsid w:val="008033C1"/>
    <w:rsid w:val="00803494"/>
    <w:rsid w:val="00803600"/>
    <w:rsid w:val="00803EA3"/>
    <w:rsid w:val="00803FD5"/>
    <w:rsid w:val="008041C2"/>
    <w:rsid w:val="008042EF"/>
    <w:rsid w:val="00804402"/>
    <w:rsid w:val="008044DA"/>
    <w:rsid w:val="00804604"/>
    <w:rsid w:val="008046BC"/>
    <w:rsid w:val="00804793"/>
    <w:rsid w:val="008048A8"/>
    <w:rsid w:val="00805048"/>
    <w:rsid w:val="00805366"/>
    <w:rsid w:val="0080568B"/>
    <w:rsid w:val="008058D2"/>
    <w:rsid w:val="00805AC0"/>
    <w:rsid w:val="00806A1A"/>
    <w:rsid w:val="00807DAB"/>
    <w:rsid w:val="00807EF6"/>
    <w:rsid w:val="0081047D"/>
    <w:rsid w:val="00810775"/>
    <w:rsid w:val="00810971"/>
    <w:rsid w:val="008109CB"/>
    <w:rsid w:val="00810A7C"/>
    <w:rsid w:val="00810EEF"/>
    <w:rsid w:val="00811111"/>
    <w:rsid w:val="00811163"/>
    <w:rsid w:val="0081149C"/>
    <w:rsid w:val="00811EEF"/>
    <w:rsid w:val="00812523"/>
    <w:rsid w:val="00812583"/>
    <w:rsid w:val="00813573"/>
    <w:rsid w:val="00813850"/>
    <w:rsid w:val="008140FB"/>
    <w:rsid w:val="008142EB"/>
    <w:rsid w:val="00814BBC"/>
    <w:rsid w:val="008150C2"/>
    <w:rsid w:val="008152BE"/>
    <w:rsid w:val="00815611"/>
    <w:rsid w:val="00815E35"/>
    <w:rsid w:val="00816065"/>
    <w:rsid w:val="008202FC"/>
    <w:rsid w:val="00820371"/>
    <w:rsid w:val="00820460"/>
    <w:rsid w:val="008204D5"/>
    <w:rsid w:val="00820936"/>
    <w:rsid w:val="00820A21"/>
    <w:rsid w:val="0082134E"/>
    <w:rsid w:val="008214AF"/>
    <w:rsid w:val="008218F8"/>
    <w:rsid w:val="00821918"/>
    <w:rsid w:val="00821BDD"/>
    <w:rsid w:val="00821F2B"/>
    <w:rsid w:val="0082227E"/>
    <w:rsid w:val="00822633"/>
    <w:rsid w:val="008235CD"/>
    <w:rsid w:val="0082373B"/>
    <w:rsid w:val="008238C2"/>
    <w:rsid w:val="008238C4"/>
    <w:rsid w:val="00824047"/>
    <w:rsid w:val="008242A8"/>
    <w:rsid w:val="008249E8"/>
    <w:rsid w:val="008255AB"/>
    <w:rsid w:val="00825917"/>
    <w:rsid w:val="00825E49"/>
    <w:rsid w:val="008267F4"/>
    <w:rsid w:val="00826822"/>
    <w:rsid w:val="008269D0"/>
    <w:rsid w:val="00826C92"/>
    <w:rsid w:val="00826E2B"/>
    <w:rsid w:val="00827966"/>
    <w:rsid w:val="00827A47"/>
    <w:rsid w:val="00827C11"/>
    <w:rsid w:val="00827C1D"/>
    <w:rsid w:val="008300FD"/>
    <w:rsid w:val="008301E7"/>
    <w:rsid w:val="0083034E"/>
    <w:rsid w:val="0083046C"/>
    <w:rsid w:val="00830830"/>
    <w:rsid w:val="00830BBC"/>
    <w:rsid w:val="008315CE"/>
    <w:rsid w:val="00831DD1"/>
    <w:rsid w:val="008325BE"/>
    <w:rsid w:val="00832AAC"/>
    <w:rsid w:val="00832D99"/>
    <w:rsid w:val="00832ED6"/>
    <w:rsid w:val="00832EE5"/>
    <w:rsid w:val="00833017"/>
    <w:rsid w:val="00833C52"/>
    <w:rsid w:val="00833C8D"/>
    <w:rsid w:val="0083405E"/>
    <w:rsid w:val="00834213"/>
    <w:rsid w:val="008349C5"/>
    <w:rsid w:val="00834B33"/>
    <w:rsid w:val="00835303"/>
    <w:rsid w:val="008367CF"/>
    <w:rsid w:val="00836868"/>
    <w:rsid w:val="00836987"/>
    <w:rsid w:val="00836AF6"/>
    <w:rsid w:val="00836E4E"/>
    <w:rsid w:val="00837083"/>
    <w:rsid w:val="008370E7"/>
    <w:rsid w:val="0083719E"/>
    <w:rsid w:val="008373A6"/>
    <w:rsid w:val="0083764C"/>
    <w:rsid w:val="00837A09"/>
    <w:rsid w:val="00837F10"/>
    <w:rsid w:val="0084009B"/>
    <w:rsid w:val="008400FC"/>
    <w:rsid w:val="00840456"/>
    <w:rsid w:val="00840B58"/>
    <w:rsid w:val="00840E36"/>
    <w:rsid w:val="00841685"/>
    <w:rsid w:val="00841B51"/>
    <w:rsid w:val="00841EE9"/>
    <w:rsid w:val="008420BF"/>
    <w:rsid w:val="00842110"/>
    <w:rsid w:val="0084248F"/>
    <w:rsid w:val="008425EF"/>
    <w:rsid w:val="00842C2A"/>
    <w:rsid w:val="00843389"/>
    <w:rsid w:val="0084460F"/>
    <w:rsid w:val="00844697"/>
    <w:rsid w:val="00844D00"/>
    <w:rsid w:val="008454E5"/>
    <w:rsid w:val="00845976"/>
    <w:rsid w:val="00845AB3"/>
    <w:rsid w:val="00846220"/>
    <w:rsid w:val="008469B9"/>
    <w:rsid w:val="00846D30"/>
    <w:rsid w:val="00847524"/>
    <w:rsid w:val="008478F3"/>
    <w:rsid w:val="00847AC7"/>
    <w:rsid w:val="0085085A"/>
    <w:rsid w:val="00850A49"/>
    <w:rsid w:val="00850C9C"/>
    <w:rsid w:val="00851061"/>
    <w:rsid w:val="00851A07"/>
    <w:rsid w:val="00852116"/>
    <w:rsid w:val="00852645"/>
    <w:rsid w:val="008526C5"/>
    <w:rsid w:val="00852947"/>
    <w:rsid w:val="00852A91"/>
    <w:rsid w:val="00852B6C"/>
    <w:rsid w:val="0085340B"/>
    <w:rsid w:val="00853664"/>
    <w:rsid w:val="00853685"/>
    <w:rsid w:val="008538A7"/>
    <w:rsid w:val="00853FAC"/>
    <w:rsid w:val="0085483C"/>
    <w:rsid w:val="008548F6"/>
    <w:rsid w:val="00854AD0"/>
    <w:rsid w:val="00854C15"/>
    <w:rsid w:val="0085508C"/>
    <w:rsid w:val="008556ED"/>
    <w:rsid w:val="008559EF"/>
    <w:rsid w:val="0085605C"/>
    <w:rsid w:val="0085649B"/>
    <w:rsid w:val="008565E7"/>
    <w:rsid w:val="00856E46"/>
    <w:rsid w:val="00857109"/>
    <w:rsid w:val="00857984"/>
    <w:rsid w:val="008601E6"/>
    <w:rsid w:val="00860647"/>
    <w:rsid w:val="0086079B"/>
    <w:rsid w:val="00860880"/>
    <w:rsid w:val="00861180"/>
    <w:rsid w:val="00862490"/>
    <w:rsid w:val="008624E0"/>
    <w:rsid w:val="008625A8"/>
    <w:rsid w:val="008631F6"/>
    <w:rsid w:val="00863409"/>
    <w:rsid w:val="00864004"/>
    <w:rsid w:val="008647AF"/>
    <w:rsid w:val="00865367"/>
    <w:rsid w:val="008653CE"/>
    <w:rsid w:val="008653E6"/>
    <w:rsid w:val="0086558E"/>
    <w:rsid w:val="008656EF"/>
    <w:rsid w:val="00865D9F"/>
    <w:rsid w:val="00865EC6"/>
    <w:rsid w:val="0086646C"/>
    <w:rsid w:val="00866E70"/>
    <w:rsid w:val="008673A3"/>
    <w:rsid w:val="008675A0"/>
    <w:rsid w:val="00867760"/>
    <w:rsid w:val="00867CB9"/>
    <w:rsid w:val="00870065"/>
    <w:rsid w:val="00870095"/>
    <w:rsid w:val="008700D4"/>
    <w:rsid w:val="008714CC"/>
    <w:rsid w:val="00871500"/>
    <w:rsid w:val="008716DE"/>
    <w:rsid w:val="008719E3"/>
    <w:rsid w:val="00871B48"/>
    <w:rsid w:val="00871D16"/>
    <w:rsid w:val="0087251F"/>
    <w:rsid w:val="00872978"/>
    <w:rsid w:val="00872E57"/>
    <w:rsid w:val="00873074"/>
    <w:rsid w:val="00873392"/>
    <w:rsid w:val="0087370C"/>
    <w:rsid w:val="0087401A"/>
    <w:rsid w:val="008741EB"/>
    <w:rsid w:val="0087467C"/>
    <w:rsid w:val="00874730"/>
    <w:rsid w:val="008748B2"/>
    <w:rsid w:val="00875046"/>
    <w:rsid w:val="008751B6"/>
    <w:rsid w:val="00875307"/>
    <w:rsid w:val="008756E3"/>
    <w:rsid w:val="00875906"/>
    <w:rsid w:val="00875BCD"/>
    <w:rsid w:val="00875F97"/>
    <w:rsid w:val="0087635A"/>
    <w:rsid w:val="00876371"/>
    <w:rsid w:val="00876F4E"/>
    <w:rsid w:val="0087702E"/>
    <w:rsid w:val="00877371"/>
    <w:rsid w:val="008773D5"/>
    <w:rsid w:val="008774E9"/>
    <w:rsid w:val="00877547"/>
    <w:rsid w:val="0087770B"/>
    <w:rsid w:val="00877924"/>
    <w:rsid w:val="008807EB"/>
    <w:rsid w:val="0088086E"/>
    <w:rsid w:val="00880F74"/>
    <w:rsid w:val="008816A5"/>
    <w:rsid w:val="00882579"/>
    <w:rsid w:val="00882703"/>
    <w:rsid w:val="00882758"/>
    <w:rsid w:val="00882775"/>
    <w:rsid w:val="00883680"/>
    <w:rsid w:val="00883F03"/>
    <w:rsid w:val="00883F17"/>
    <w:rsid w:val="0088469D"/>
    <w:rsid w:val="00884ACF"/>
    <w:rsid w:val="00884D5D"/>
    <w:rsid w:val="00884E7F"/>
    <w:rsid w:val="008859B9"/>
    <w:rsid w:val="00885EC7"/>
    <w:rsid w:val="00886912"/>
    <w:rsid w:val="00886997"/>
    <w:rsid w:val="008871C8"/>
    <w:rsid w:val="0088775F"/>
    <w:rsid w:val="008878A0"/>
    <w:rsid w:val="00887B61"/>
    <w:rsid w:val="00890268"/>
    <w:rsid w:val="00890393"/>
    <w:rsid w:val="00891510"/>
    <w:rsid w:val="008917EC"/>
    <w:rsid w:val="00891BFC"/>
    <w:rsid w:val="00891DF7"/>
    <w:rsid w:val="008920D2"/>
    <w:rsid w:val="0089214A"/>
    <w:rsid w:val="008926B6"/>
    <w:rsid w:val="008928E5"/>
    <w:rsid w:val="00892936"/>
    <w:rsid w:val="008929DB"/>
    <w:rsid w:val="0089399A"/>
    <w:rsid w:val="00893E14"/>
    <w:rsid w:val="00893EAA"/>
    <w:rsid w:val="00893FBA"/>
    <w:rsid w:val="00894068"/>
    <w:rsid w:val="00894113"/>
    <w:rsid w:val="00894472"/>
    <w:rsid w:val="00894ECA"/>
    <w:rsid w:val="00895642"/>
    <w:rsid w:val="008957DD"/>
    <w:rsid w:val="00895A6E"/>
    <w:rsid w:val="00895F7B"/>
    <w:rsid w:val="008960B5"/>
    <w:rsid w:val="008960C4"/>
    <w:rsid w:val="008962E7"/>
    <w:rsid w:val="00896F37"/>
    <w:rsid w:val="00896FBE"/>
    <w:rsid w:val="0089712D"/>
    <w:rsid w:val="00897A84"/>
    <w:rsid w:val="00897B12"/>
    <w:rsid w:val="00897F07"/>
    <w:rsid w:val="008A04BD"/>
    <w:rsid w:val="008A0CF6"/>
    <w:rsid w:val="008A0F1A"/>
    <w:rsid w:val="008A1055"/>
    <w:rsid w:val="008A1359"/>
    <w:rsid w:val="008A1954"/>
    <w:rsid w:val="008A1E72"/>
    <w:rsid w:val="008A231B"/>
    <w:rsid w:val="008A29AA"/>
    <w:rsid w:val="008A2CDC"/>
    <w:rsid w:val="008A36DF"/>
    <w:rsid w:val="008A3815"/>
    <w:rsid w:val="008A3A92"/>
    <w:rsid w:val="008A4500"/>
    <w:rsid w:val="008A470A"/>
    <w:rsid w:val="008A5B42"/>
    <w:rsid w:val="008A6364"/>
    <w:rsid w:val="008A639D"/>
    <w:rsid w:val="008A6F9F"/>
    <w:rsid w:val="008A7070"/>
    <w:rsid w:val="008A719C"/>
    <w:rsid w:val="008B023D"/>
    <w:rsid w:val="008B0A0E"/>
    <w:rsid w:val="008B111B"/>
    <w:rsid w:val="008B13C3"/>
    <w:rsid w:val="008B1500"/>
    <w:rsid w:val="008B1A2A"/>
    <w:rsid w:val="008B1CB2"/>
    <w:rsid w:val="008B235D"/>
    <w:rsid w:val="008B2617"/>
    <w:rsid w:val="008B28DB"/>
    <w:rsid w:val="008B2F24"/>
    <w:rsid w:val="008B3023"/>
    <w:rsid w:val="008B3791"/>
    <w:rsid w:val="008B3A82"/>
    <w:rsid w:val="008B3B93"/>
    <w:rsid w:val="008B3D2D"/>
    <w:rsid w:val="008B3EEB"/>
    <w:rsid w:val="008B441D"/>
    <w:rsid w:val="008B44C7"/>
    <w:rsid w:val="008B4764"/>
    <w:rsid w:val="008B4A35"/>
    <w:rsid w:val="008B4E65"/>
    <w:rsid w:val="008B4F99"/>
    <w:rsid w:val="008B52D3"/>
    <w:rsid w:val="008B54C2"/>
    <w:rsid w:val="008B5717"/>
    <w:rsid w:val="008B6428"/>
    <w:rsid w:val="008B64A1"/>
    <w:rsid w:val="008B6984"/>
    <w:rsid w:val="008B6A29"/>
    <w:rsid w:val="008B6EB4"/>
    <w:rsid w:val="008B703A"/>
    <w:rsid w:val="008B761A"/>
    <w:rsid w:val="008B79F6"/>
    <w:rsid w:val="008B7BF1"/>
    <w:rsid w:val="008B7D56"/>
    <w:rsid w:val="008C0143"/>
    <w:rsid w:val="008C0B6D"/>
    <w:rsid w:val="008C0CB1"/>
    <w:rsid w:val="008C0DA5"/>
    <w:rsid w:val="008C0DDD"/>
    <w:rsid w:val="008C0F18"/>
    <w:rsid w:val="008C1387"/>
    <w:rsid w:val="008C1706"/>
    <w:rsid w:val="008C196E"/>
    <w:rsid w:val="008C1A17"/>
    <w:rsid w:val="008C1B20"/>
    <w:rsid w:val="008C2309"/>
    <w:rsid w:val="008C257E"/>
    <w:rsid w:val="008C2AC3"/>
    <w:rsid w:val="008C32CF"/>
    <w:rsid w:val="008C338A"/>
    <w:rsid w:val="008C3438"/>
    <w:rsid w:val="008C37AB"/>
    <w:rsid w:val="008C3842"/>
    <w:rsid w:val="008C44D0"/>
    <w:rsid w:val="008C4AA9"/>
    <w:rsid w:val="008C4CC5"/>
    <w:rsid w:val="008C4D3A"/>
    <w:rsid w:val="008C4F32"/>
    <w:rsid w:val="008C5255"/>
    <w:rsid w:val="008C5885"/>
    <w:rsid w:val="008C594B"/>
    <w:rsid w:val="008C5E4A"/>
    <w:rsid w:val="008C5F12"/>
    <w:rsid w:val="008C61C1"/>
    <w:rsid w:val="008C6838"/>
    <w:rsid w:val="008C6969"/>
    <w:rsid w:val="008C6C6D"/>
    <w:rsid w:val="008C6E15"/>
    <w:rsid w:val="008C7A57"/>
    <w:rsid w:val="008C7CD1"/>
    <w:rsid w:val="008C7E15"/>
    <w:rsid w:val="008D01A5"/>
    <w:rsid w:val="008D06A8"/>
    <w:rsid w:val="008D06E2"/>
    <w:rsid w:val="008D11BB"/>
    <w:rsid w:val="008D158C"/>
    <w:rsid w:val="008D1958"/>
    <w:rsid w:val="008D1971"/>
    <w:rsid w:val="008D1F72"/>
    <w:rsid w:val="008D214B"/>
    <w:rsid w:val="008D2609"/>
    <w:rsid w:val="008D2EDD"/>
    <w:rsid w:val="008D3638"/>
    <w:rsid w:val="008D3FF6"/>
    <w:rsid w:val="008D44CE"/>
    <w:rsid w:val="008D4D9C"/>
    <w:rsid w:val="008D5D9E"/>
    <w:rsid w:val="008D608F"/>
    <w:rsid w:val="008D6446"/>
    <w:rsid w:val="008D65AE"/>
    <w:rsid w:val="008D68AA"/>
    <w:rsid w:val="008D6F41"/>
    <w:rsid w:val="008D7065"/>
    <w:rsid w:val="008D70F1"/>
    <w:rsid w:val="008D7209"/>
    <w:rsid w:val="008D778B"/>
    <w:rsid w:val="008D7838"/>
    <w:rsid w:val="008D78F7"/>
    <w:rsid w:val="008E032D"/>
    <w:rsid w:val="008E07F6"/>
    <w:rsid w:val="008E0AB9"/>
    <w:rsid w:val="008E0C8D"/>
    <w:rsid w:val="008E0CB2"/>
    <w:rsid w:val="008E104D"/>
    <w:rsid w:val="008E1989"/>
    <w:rsid w:val="008E1B63"/>
    <w:rsid w:val="008E1C60"/>
    <w:rsid w:val="008E1D7A"/>
    <w:rsid w:val="008E203C"/>
    <w:rsid w:val="008E20E1"/>
    <w:rsid w:val="008E2256"/>
    <w:rsid w:val="008E2591"/>
    <w:rsid w:val="008E263A"/>
    <w:rsid w:val="008E350E"/>
    <w:rsid w:val="008E3C7B"/>
    <w:rsid w:val="008E405C"/>
    <w:rsid w:val="008E45B4"/>
    <w:rsid w:val="008E45E2"/>
    <w:rsid w:val="008E4BB4"/>
    <w:rsid w:val="008E4C7B"/>
    <w:rsid w:val="008E4FA4"/>
    <w:rsid w:val="008E521F"/>
    <w:rsid w:val="008E52CF"/>
    <w:rsid w:val="008E5318"/>
    <w:rsid w:val="008E53CF"/>
    <w:rsid w:val="008E55CA"/>
    <w:rsid w:val="008E5816"/>
    <w:rsid w:val="008E58E9"/>
    <w:rsid w:val="008E590E"/>
    <w:rsid w:val="008E5A46"/>
    <w:rsid w:val="008E5F02"/>
    <w:rsid w:val="008E675D"/>
    <w:rsid w:val="008E68E5"/>
    <w:rsid w:val="008E6B48"/>
    <w:rsid w:val="008E6B7A"/>
    <w:rsid w:val="008E6BBF"/>
    <w:rsid w:val="008E6CBB"/>
    <w:rsid w:val="008F0204"/>
    <w:rsid w:val="008F0F9F"/>
    <w:rsid w:val="008F1111"/>
    <w:rsid w:val="008F1437"/>
    <w:rsid w:val="008F1861"/>
    <w:rsid w:val="008F1DCD"/>
    <w:rsid w:val="008F229A"/>
    <w:rsid w:val="008F28D1"/>
    <w:rsid w:val="008F2999"/>
    <w:rsid w:val="008F2BD2"/>
    <w:rsid w:val="008F2DB8"/>
    <w:rsid w:val="008F3F0B"/>
    <w:rsid w:val="008F3FE2"/>
    <w:rsid w:val="008F3FFD"/>
    <w:rsid w:val="008F44C2"/>
    <w:rsid w:val="008F52F5"/>
    <w:rsid w:val="008F56B9"/>
    <w:rsid w:val="008F5A67"/>
    <w:rsid w:val="008F5BC2"/>
    <w:rsid w:val="008F626C"/>
    <w:rsid w:val="008F6412"/>
    <w:rsid w:val="008F6691"/>
    <w:rsid w:val="008F68D9"/>
    <w:rsid w:val="008F6FEF"/>
    <w:rsid w:val="008F7AC9"/>
    <w:rsid w:val="008F7FE7"/>
    <w:rsid w:val="00900077"/>
    <w:rsid w:val="0090031D"/>
    <w:rsid w:val="009007CE"/>
    <w:rsid w:val="00900AC5"/>
    <w:rsid w:val="00900BC7"/>
    <w:rsid w:val="00900D58"/>
    <w:rsid w:val="00901094"/>
    <w:rsid w:val="00901C47"/>
    <w:rsid w:val="00901E06"/>
    <w:rsid w:val="00901F92"/>
    <w:rsid w:val="009025A7"/>
    <w:rsid w:val="009032C3"/>
    <w:rsid w:val="009034A6"/>
    <w:rsid w:val="00904155"/>
    <w:rsid w:val="00904413"/>
    <w:rsid w:val="009045FD"/>
    <w:rsid w:val="009047C4"/>
    <w:rsid w:val="009048BC"/>
    <w:rsid w:val="009049D9"/>
    <w:rsid w:val="00904B2F"/>
    <w:rsid w:val="0090571F"/>
    <w:rsid w:val="00906216"/>
    <w:rsid w:val="009062AE"/>
    <w:rsid w:val="009068A4"/>
    <w:rsid w:val="00906F9F"/>
    <w:rsid w:val="00906FC6"/>
    <w:rsid w:val="009070D5"/>
    <w:rsid w:val="00907213"/>
    <w:rsid w:val="0090758F"/>
    <w:rsid w:val="00907ACC"/>
    <w:rsid w:val="00907D61"/>
    <w:rsid w:val="009101B0"/>
    <w:rsid w:val="009102D3"/>
    <w:rsid w:val="009102EB"/>
    <w:rsid w:val="0091031D"/>
    <w:rsid w:val="00910A2C"/>
    <w:rsid w:val="00910C10"/>
    <w:rsid w:val="00910FCF"/>
    <w:rsid w:val="009117D2"/>
    <w:rsid w:val="00911C1C"/>
    <w:rsid w:val="00911CDB"/>
    <w:rsid w:val="00911F9F"/>
    <w:rsid w:val="00912695"/>
    <w:rsid w:val="009135B8"/>
    <w:rsid w:val="009137DA"/>
    <w:rsid w:val="00913CD8"/>
    <w:rsid w:val="00913F1B"/>
    <w:rsid w:val="00914102"/>
    <w:rsid w:val="00914285"/>
    <w:rsid w:val="00914593"/>
    <w:rsid w:val="00914850"/>
    <w:rsid w:val="009148CD"/>
    <w:rsid w:val="00914C9E"/>
    <w:rsid w:val="009152A1"/>
    <w:rsid w:val="00915DC6"/>
    <w:rsid w:val="00915E8F"/>
    <w:rsid w:val="009164F2"/>
    <w:rsid w:val="00916529"/>
    <w:rsid w:val="00916556"/>
    <w:rsid w:val="009168BF"/>
    <w:rsid w:val="009172DD"/>
    <w:rsid w:val="009177BF"/>
    <w:rsid w:val="00917A61"/>
    <w:rsid w:val="00917BCB"/>
    <w:rsid w:val="00920311"/>
    <w:rsid w:val="009205D1"/>
    <w:rsid w:val="00920DFD"/>
    <w:rsid w:val="0092163F"/>
    <w:rsid w:val="00921648"/>
    <w:rsid w:val="00921B90"/>
    <w:rsid w:val="009221F0"/>
    <w:rsid w:val="009222D2"/>
    <w:rsid w:val="009227D0"/>
    <w:rsid w:val="009229E4"/>
    <w:rsid w:val="00922BEB"/>
    <w:rsid w:val="00922CC0"/>
    <w:rsid w:val="00923A04"/>
    <w:rsid w:val="009247BF"/>
    <w:rsid w:val="0092493F"/>
    <w:rsid w:val="00924C1F"/>
    <w:rsid w:val="00924C5F"/>
    <w:rsid w:val="00924C86"/>
    <w:rsid w:val="00924E52"/>
    <w:rsid w:val="0092520E"/>
    <w:rsid w:val="00925790"/>
    <w:rsid w:val="00925B38"/>
    <w:rsid w:val="00926339"/>
    <w:rsid w:val="0092646B"/>
    <w:rsid w:val="009265E5"/>
    <w:rsid w:val="00926656"/>
    <w:rsid w:val="009266FC"/>
    <w:rsid w:val="0092686A"/>
    <w:rsid w:val="00926D97"/>
    <w:rsid w:val="00927822"/>
    <w:rsid w:val="00927D3F"/>
    <w:rsid w:val="00927F53"/>
    <w:rsid w:val="0093033D"/>
    <w:rsid w:val="0093070A"/>
    <w:rsid w:val="00930A79"/>
    <w:rsid w:val="00930FFD"/>
    <w:rsid w:val="00931AF3"/>
    <w:rsid w:val="00931E15"/>
    <w:rsid w:val="00932FEB"/>
    <w:rsid w:val="00933274"/>
    <w:rsid w:val="0093356F"/>
    <w:rsid w:val="0093361C"/>
    <w:rsid w:val="009336D0"/>
    <w:rsid w:val="00933AFA"/>
    <w:rsid w:val="0093448D"/>
    <w:rsid w:val="009347B9"/>
    <w:rsid w:val="00934CA2"/>
    <w:rsid w:val="009355C7"/>
    <w:rsid w:val="00935938"/>
    <w:rsid w:val="00935C51"/>
    <w:rsid w:val="0093641C"/>
    <w:rsid w:val="00936487"/>
    <w:rsid w:val="00936690"/>
    <w:rsid w:val="00936B37"/>
    <w:rsid w:val="00936C7F"/>
    <w:rsid w:val="00937EDE"/>
    <w:rsid w:val="00937F7C"/>
    <w:rsid w:val="00940793"/>
    <w:rsid w:val="0094083E"/>
    <w:rsid w:val="00940C10"/>
    <w:rsid w:val="00940D45"/>
    <w:rsid w:val="00941076"/>
    <w:rsid w:val="00941186"/>
    <w:rsid w:val="00941298"/>
    <w:rsid w:val="009413CF"/>
    <w:rsid w:val="00941A7F"/>
    <w:rsid w:val="00941C06"/>
    <w:rsid w:val="0094228B"/>
    <w:rsid w:val="00942DEB"/>
    <w:rsid w:val="009432AB"/>
    <w:rsid w:val="009432BA"/>
    <w:rsid w:val="009438FA"/>
    <w:rsid w:val="00943B3E"/>
    <w:rsid w:val="00943D2D"/>
    <w:rsid w:val="00944BFB"/>
    <w:rsid w:val="00944D48"/>
    <w:rsid w:val="009455FF"/>
    <w:rsid w:val="009458C6"/>
    <w:rsid w:val="00945C1E"/>
    <w:rsid w:val="009461E2"/>
    <w:rsid w:val="00946436"/>
    <w:rsid w:val="00946FEE"/>
    <w:rsid w:val="009474B7"/>
    <w:rsid w:val="00947DBB"/>
    <w:rsid w:val="009502A5"/>
    <w:rsid w:val="00950485"/>
    <w:rsid w:val="0095073B"/>
    <w:rsid w:val="009508FC"/>
    <w:rsid w:val="00950FF6"/>
    <w:rsid w:val="00951445"/>
    <w:rsid w:val="0095171C"/>
    <w:rsid w:val="00951905"/>
    <w:rsid w:val="00951A3B"/>
    <w:rsid w:val="0095238E"/>
    <w:rsid w:val="009526E1"/>
    <w:rsid w:val="009527D8"/>
    <w:rsid w:val="00952AAB"/>
    <w:rsid w:val="00952DB4"/>
    <w:rsid w:val="00952E69"/>
    <w:rsid w:val="0095362A"/>
    <w:rsid w:val="009540A5"/>
    <w:rsid w:val="009541EB"/>
    <w:rsid w:val="0095427F"/>
    <w:rsid w:val="009542F1"/>
    <w:rsid w:val="0095441B"/>
    <w:rsid w:val="00954437"/>
    <w:rsid w:val="00954512"/>
    <w:rsid w:val="00954541"/>
    <w:rsid w:val="00954CC7"/>
    <w:rsid w:val="0095526C"/>
    <w:rsid w:val="009552EC"/>
    <w:rsid w:val="009556AC"/>
    <w:rsid w:val="009559B8"/>
    <w:rsid w:val="00956234"/>
    <w:rsid w:val="00956899"/>
    <w:rsid w:val="00956D5A"/>
    <w:rsid w:val="00956DD2"/>
    <w:rsid w:val="0095797A"/>
    <w:rsid w:val="00957E45"/>
    <w:rsid w:val="009600C5"/>
    <w:rsid w:val="00960EDE"/>
    <w:rsid w:val="00961034"/>
    <w:rsid w:val="00961160"/>
    <w:rsid w:val="009612B8"/>
    <w:rsid w:val="009617AE"/>
    <w:rsid w:val="009619DD"/>
    <w:rsid w:val="0096236D"/>
    <w:rsid w:val="009625F4"/>
    <w:rsid w:val="00962629"/>
    <w:rsid w:val="009626CF"/>
    <w:rsid w:val="0096279E"/>
    <w:rsid w:val="0096284B"/>
    <w:rsid w:val="00962B4E"/>
    <w:rsid w:val="00962D2E"/>
    <w:rsid w:val="00962D42"/>
    <w:rsid w:val="0096347F"/>
    <w:rsid w:val="0096355B"/>
    <w:rsid w:val="0096398B"/>
    <w:rsid w:val="009639BF"/>
    <w:rsid w:val="00963C74"/>
    <w:rsid w:val="00963D15"/>
    <w:rsid w:val="009648F8"/>
    <w:rsid w:val="00964E31"/>
    <w:rsid w:val="00965D80"/>
    <w:rsid w:val="00965F23"/>
    <w:rsid w:val="009667E8"/>
    <w:rsid w:val="00966BA0"/>
    <w:rsid w:val="00966BE0"/>
    <w:rsid w:val="00966C49"/>
    <w:rsid w:val="00966E47"/>
    <w:rsid w:val="00966FDD"/>
    <w:rsid w:val="0096703C"/>
    <w:rsid w:val="00967AB3"/>
    <w:rsid w:val="0097007F"/>
    <w:rsid w:val="00970653"/>
    <w:rsid w:val="00970823"/>
    <w:rsid w:val="009708D2"/>
    <w:rsid w:val="00970F2B"/>
    <w:rsid w:val="009713E3"/>
    <w:rsid w:val="0097193B"/>
    <w:rsid w:val="0097194E"/>
    <w:rsid w:val="00971B25"/>
    <w:rsid w:val="00971F6E"/>
    <w:rsid w:val="00971F87"/>
    <w:rsid w:val="009722E1"/>
    <w:rsid w:val="009725C6"/>
    <w:rsid w:val="009727B9"/>
    <w:rsid w:val="00972E71"/>
    <w:rsid w:val="0097348C"/>
    <w:rsid w:val="009741F1"/>
    <w:rsid w:val="009744D5"/>
    <w:rsid w:val="0097457B"/>
    <w:rsid w:val="009745F0"/>
    <w:rsid w:val="00974B4A"/>
    <w:rsid w:val="00975B51"/>
    <w:rsid w:val="00975D8B"/>
    <w:rsid w:val="00975DAB"/>
    <w:rsid w:val="00975F93"/>
    <w:rsid w:val="00975FF5"/>
    <w:rsid w:val="00976458"/>
    <w:rsid w:val="00976EDD"/>
    <w:rsid w:val="00976F51"/>
    <w:rsid w:val="009774E6"/>
    <w:rsid w:val="0097773B"/>
    <w:rsid w:val="00977BD5"/>
    <w:rsid w:val="00977F61"/>
    <w:rsid w:val="00977F99"/>
    <w:rsid w:val="009802A6"/>
    <w:rsid w:val="009807AA"/>
    <w:rsid w:val="00980C00"/>
    <w:rsid w:val="00981279"/>
    <w:rsid w:val="0098183E"/>
    <w:rsid w:val="00981C23"/>
    <w:rsid w:val="00982627"/>
    <w:rsid w:val="00982965"/>
    <w:rsid w:val="00982C3B"/>
    <w:rsid w:val="00982DEC"/>
    <w:rsid w:val="00982DF4"/>
    <w:rsid w:val="00982F06"/>
    <w:rsid w:val="00983602"/>
    <w:rsid w:val="009837CB"/>
    <w:rsid w:val="009839A9"/>
    <w:rsid w:val="00983AEE"/>
    <w:rsid w:val="009840C5"/>
    <w:rsid w:val="00984631"/>
    <w:rsid w:val="009855F8"/>
    <w:rsid w:val="009856A6"/>
    <w:rsid w:val="0098594E"/>
    <w:rsid w:val="00985CEE"/>
    <w:rsid w:val="00985D3E"/>
    <w:rsid w:val="00985D46"/>
    <w:rsid w:val="00985E4F"/>
    <w:rsid w:val="00986362"/>
    <w:rsid w:val="00986BB1"/>
    <w:rsid w:val="0098733D"/>
    <w:rsid w:val="00987A9F"/>
    <w:rsid w:val="00987E8B"/>
    <w:rsid w:val="00987F4F"/>
    <w:rsid w:val="0099046A"/>
    <w:rsid w:val="00990D97"/>
    <w:rsid w:val="00991A19"/>
    <w:rsid w:val="00991ED2"/>
    <w:rsid w:val="00991EDE"/>
    <w:rsid w:val="009921B7"/>
    <w:rsid w:val="009924E3"/>
    <w:rsid w:val="00992B77"/>
    <w:rsid w:val="00992DA1"/>
    <w:rsid w:val="009930BE"/>
    <w:rsid w:val="00993798"/>
    <w:rsid w:val="009939FA"/>
    <w:rsid w:val="00993C08"/>
    <w:rsid w:val="00993E76"/>
    <w:rsid w:val="00994703"/>
    <w:rsid w:val="0099497D"/>
    <w:rsid w:val="00994D37"/>
    <w:rsid w:val="00995696"/>
    <w:rsid w:val="00995D7F"/>
    <w:rsid w:val="00996488"/>
    <w:rsid w:val="0099654B"/>
    <w:rsid w:val="00996A45"/>
    <w:rsid w:val="00996BD8"/>
    <w:rsid w:val="00996D3B"/>
    <w:rsid w:val="00996EDD"/>
    <w:rsid w:val="00996FB1"/>
    <w:rsid w:val="00997078"/>
    <w:rsid w:val="00997172"/>
    <w:rsid w:val="0099748F"/>
    <w:rsid w:val="00997525"/>
    <w:rsid w:val="0099771B"/>
    <w:rsid w:val="00997CBF"/>
    <w:rsid w:val="009A018B"/>
    <w:rsid w:val="009A10D2"/>
    <w:rsid w:val="009A12FF"/>
    <w:rsid w:val="009A1A0F"/>
    <w:rsid w:val="009A2078"/>
    <w:rsid w:val="009A2126"/>
    <w:rsid w:val="009A248F"/>
    <w:rsid w:val="009A2B63"/>
    <w:rsid w:val="009A2CBE"/>
    <w:rsid w:val="009A3A77"/>
    <w:rsid w:val="009A3F50"/>
    <w:rsid w:val="009A41B0"/>
    <w:rsid w:val="009A474D"/>
    <w:rsid w:val="009A506D"/>
    <w:rsid w:val="009A51B1"/>
    <w:rsid w:val="009A5543"/>
    <w:rsid w:val="009A5E8D"/>
    <w:rsid w:val="009A63A6"/>
    <w:rsid w:val="009A68D8"/>
    <w:rsid w:val="009A6A98"/>
    <w:rsid w:val="009A6BC4"/>
    <w:rsid w:val="009A6CB5"/>
    <w:rsid w:val="009A6D08"/>
    <w:rsid w:val="009A72DA"/>
    <w:rsid w:val="009A76F0"/>
    <w:rsid w:val="009A7B9B"/>
    <w:rsid w:val="009B002A"/>
    <w:rsid w:val="009B0E95"/>
    <w:rsid w:val="009B0FF5"/>
    <w:rsid w:val="009B122A"/>
    <w:rsid w:val="009B136B"/>
    <w:rsid w:val="009B1A0C"/>
    <w:rsid w:val="009B2317"/>
    <w:rsid w:val="009B2432"/>
    <w:rsid w:val="009B24E1"/>
    <w:rsid w:val="009B29D3"/>
    <w:rsid w:val="009B2B9D"/>
    <w:rsid w:val="009B2BE3"/>
    <w:rsid w:val="009B3345"/>
    <w:rsid w:val="009B3630"/>
    <w:rsid w:val="009B3657"/>
    <w:rsid w:val="009B36DB"/>
    <w:rsid w:val="009B375E"/>
    <w:rsid w:val="009B3CE5"/>
    <w:rsid w:val="009B4B2A"/>
    <w:rsid w:val="009B50FC"/>
    <w:rsid w:val="009B525B"/>
    <w:rsid w:val="009B556C"/>
    <w:rsid w:val="009B5645"/>
    <w:rsid w:val="009B574F"/>
    <w:rsid w:val="009B5A4E"/>
    <w:rsid w:val="009B5ABA"/>
    <w:rsid w:val="009B680E"/>
    <w:rsid w:val="009B6A18"/>
    <w:rsid w:val="009B6BD5"/>
    <w:rsid w:val="009B70FE"/>
    <w:rsid w:val="009B71ED"/>
    <w:rsid w:val="009B7537"/>
    <w:rsid w:val="009B7B50"/>
    <w:rsid w:val="009B7B93"/>
    <w:rsid w:val="009B7D4F"/>
    <w:rsid w:val="009B7F63"/>
    <w:rsid w:val="009C03A5"/>
    <w:rsid w:val="009C0910"/>
    <w:rsid w:val="009C1251"/>
    <w:rsid w:val="009C1272"/>
    <w:rsid w:val="009C139A"/>
    <w:rsid w:val="009C1416"/>
    <w:rsid w:val="009C15EC"/>
    <w:rsid w:val="009C171F"/>
    <w:rsid w:val="009C18E1"/>
    <w:rsid w:val="009C1AEA"/>
    <w:rsid w:val="009C1D54"/>
    <w:rsid w:val="009C2A4D"/>
    <w:rsid w:val="009C32A1"/>
    <w:rsid w:val="009C3376"/>
    <w:rsid w:val="009C3D60"/>
    <w:rsid w:val="009C4418"/>
    <w:rsid w:val="009C44BE"/>
    <w:rsid w:val="009C457D"/>
    <w:rsid w:val="009C46C9"/>
    <w:rsid w:val="009C5097"/>
    <w:rsid w:val="009C5334"/>
    <w:rsid w:val="009C5FC7"/>
    <w:rsid w:val="009C6410"/>
    <w:rsid w:val="009C6581"/>
    <w:rsid w:val="009C6E21"/>
    <w:rsid w:val="009C6E3B"/>
    <w:rsid w:val="009C7448"/>
    <w:rsid w:val="009C7CEB"/>
    <w:rsid w:val="009C7EB3"/>
    <w:rsid w:val="009D0CF3"/>
    <w:rsid w:val="009D14D5"/>
    <w:rsid w:val="009D1BAD"/>
    <w:rsid w:val="009D1BC7"/>
    <w:rsid w:val="009D1C93"/>
    <w:rsid w:val="009D1DD3"/>
    <w:rsid w:val="009D259C"/>
    <w:rsid w:val="009D268F"/>
    <w:rsid w:val="009D2A3C"/>
    <w:rsid w:val="009D2B3F"/>
    <w:rsid w:val="009D320E"/>
    <w:rsid w:val="009D35C8"/>
    <w:rsid w:val="009D391A"/>
    <w:rsid w:val="009D3F9D"/>
    <w:rsid w:val="009D427E"/>
    <w:rsid w:val="009D45C5"/>
    <w:rsid w:val="009D486D"/>
    <w:rsid w:val="009D48B9"/>
    <w:rsid w:val="009D48CB"/>
    <w:rsid w:val="009D4BA1"/>
    <w:rsid w:val="009D4F12"/>
    <w:rsid w:val="009D4FA5"/>
    <w:rsid w:val="009D5991"/>
    <w:rsid w:val="009D5B70"/>
    <w:rsid w:val="009D5ED9"/>
    <w:rsid w:val="009D6CD9"/>
    <w:rsid w:val="009D704E"/>
    <w:rsid w:val="009D78B9"/>
    <w:rsid w:val="009D7D73"/>
    <w:rsid w:val="009D7E4F"/>
    <w:rsid w:val="009E0046"/>
    <w:rsid w:val="009E06A5"/>
    <w:rsid w:val="009E09E2"/>
    <w:rsid w:val="009E0B24"/>
    <w:rsid w:val="009E13AC"/>
    <w:rsid w:val="009E143C"/>
    <w:rsid w:val="009E1CBD"/>
    <w:rsid w:val="009E1F46"/>
    <w:rsid w:val="009E20C0"/>
    <w:rsid w:val="009E22CA"/>
    <w:rsid w:val="009E236E"/>
    <w:rsid w:val="009E2B03"/>
    <w:rsid w:val="009E2F99"/>
    <w:rsid w:val="009E32ED"/>
    <w:rsid w:val="009E3539"/>
    <w:rsid w:val="009E3DF4"/>
    <w:rsid w:val="009E489D"/>
    <w:rsid w:val="009E4BF0"/>
    <w:rsid w:val="009E4BFD"/>
    <w:rsid w:val="009E4D0F"/>
    <w:rsid w:val="009E4D22"/>
    <w:rsid w:val="009E502C"/>
    <w:rsid w:val="009E5945"/>
    <w:rsid w:val="009E5D05"/>
    <w:rsid w:val="009E62C8"/>
    <w:rsid w:val="009E640A"/>
    <w:rsid w:val="009E6711"/>
    <w:rsid w:val="009E6C24"/>
    <w:rsid w:val="009E6E8C"/>
    <w:rsid w:val="009E7256"/>
    <w:rsid w:val="009E7359"/>
    <w:rsid w:val="009E73B2"/>
    <w:rsid w:val="009E7540"/>
    <w:rsid w:val="009E79B9"/>
    <w:rsid w:val="009F016F"/>
    <w:rsid w:val="009F0266"/>
    <w:rsid w:val="009F094B"/>
    <w:rsid w:val="009F0B70"/>
    <w:rsid w:val="009F136D"/>
    <w:rsid w:val="009F1443"/>
    <w:rsid w:val="009F16DD"/>
    <w:rsid w:val="009F1F6A"/>
    <w:rsid w:val="009F1FCE"/>
    <w:rsid w:val="009F22A2"/>
    <w:rsid w:val="009F2630"/>
    <w:rsid w:val="009F282C"/>
    <w:rsid w:val="009F2D62"/>
    <w:rsid w:val="009F3153"/>
    <w:rsid w:val="009F387A"/>
    <w:rsid w:val="009F4394"/>
    <w:rsid w:val="009F54A3"/>
    <w:rsid w:val="009F5739"/>
    <w:rsid w:val="009F5979"/>
    <w:rsid w:val="009F6686"/>
    <w:rsid w:val="009F6700"/>
    <w:rsid w:val="009F67F3"/>
    <w:rsid w:val="009F6CA3"/>
    <w:rsid w:val="009F70A0"/>
    <w:rsid w:val="009F7273"/>
    <w:rsid w:val="009F732B"/>
    <w:rsid w:val="009F7CC8"/>
    <w:rsid w:val="009F7ED6"/>
    <w:rsid w:val="00A00760"/>
    <w:rsid w:val="00A00D4E"/>
    <w:rsid w:val="00A00FC3"/>
    <w:rsid w:val="00A014B2"/>
    <w:rsid w:val="00A017DD"/>
    <w:rsid w:val="00A01947"/>
    <w:rsid w:val="00A01CC1"/>
    <w:rsid w:val="00A01F5E"/>
    <w:rsid w:val="00A025F1"/>
    <w:rsid w:val="00A02C6D"/>
    <w:rsid w:val="00A03685"/>
    <w:rsid w:val="00A03706"/>
    <w:rsid w:val="00A0405E"/>
    <w:rsid w:val="00A04685"/>
    <w:rsid w:val="00A05689"/>
    <w:rsid w:val="00A05756"/>
    <w:rsid w:val="00A05830"/>
    <w:rsid w:val="00A05B59"/>
    <w:rsid w:val="00A05E66"/>
    <w:rsid w:val="00A05ECC"/>
    <w:rsid w:val="00A060DB"/>
    <w:rsid w:val="00A0680B"/>
    <w:rsid w:val="00A06D3D"/>
    <w:rsid w:val="00A07371"/>
    <w:rsid w:val="00A078E1"/>
    <w:rsid w:val="00A07915"/>
    <w:rsid w:val="00A07F46"/>
    <w:rsid w:val="00A102EA"/>
    <w:rsid w:val="00A106CE"/>
    <w:rsid w:val="00A109F6"/>
    <w:rsid w:val="00A11089"/>
    <w:rsid w:val="00A11969"/>
    <w:rsid w:val="00A122DA"/>
    <w:rsid w:val="00A123BE"/>
    <w:rsid w:val="00A12430"/>
    <w:rsid w:val="00A12B24"/>
    <w:rsid w:val="00A12DA0"/>
    <w:rsid w:val="00A133AC"/>
    <w:rsid w:val="00A134AB"/>
    <w:rsid w:val="00A13812"/>
    <w:rsid w:val="00A13856"/>
    <w:rsid w:val="00A138FB"/>
    <w:rsid w:val="00A1395D"/>
    <w:rsid w:val="00A13E9E"/>
    <w:rsid w:val="00A141BC"/>
    <w:rsid w:val="00A144CF"/>
    <w:rsid w:val="00A14585"/>
    <w:rsid w:val="00A146BD"/>
    <w:rsid w:val="00A15307"/>
    <w:rsid w:val="00A1536F"/>
    <w:rsid w:val="00A162F4"/>
    <w:rsid w:val="00A163A5"/>
    <w:rsid w:val="00A16E21"/>
    <w:rsid w:val="00A16E53"/>
    <w:rsid w:val="00A1739D"/>
    <w:rsid w:val="00A20337"/>
    <w:rsid w:val="00A213B5"/>
    <w:rsid w:val="00A21682"/>
    <w:rsid w:val="00A2189E"/>
    <w:rsid w:val="00A21949"/>
    <w:rsid w:val="00A21C5A"/>
    <w:rsid w:val="00A21D8F"/>
    <w:rsid w:val="00A224AE"/>
    <w:rsid w:val="00A228BA"/>
    <w:rsid w:val="00A22C20"/>
    <w:rsid w:val="00A22CEB"/>
    <w:rsid w:val="00A22D0B"/>
    <w:rsid w:val="00A22EDD"/>
    <w:rsid w:val="00A2314E"/>
    <w:rsid w:val="00A2356D"/>
    <w:rsid w:val="00A23C95"/>
    <w:rsid w:val="00A23E5D"/>
    <w:rsid w:val="00A23F25"/>
    <w:rsid w:val="00A24664"/>
    <w:rsid w:val="00A24759"/>
    <w:rsid w:val="00A254A4"/>
    <w:rsid w:val="00A261C7"/>
    <w:rsid w:val="00A261DE"/>
    <w:rsid w:val="00A2627C"/>
    <w:rsid w:val="00A26321"/>
    <w:rsid w:val="00A267D4"/>
    <w:rsid w:val="00A26B82"/>
    <w:rsid w:val="00A26D78"/>
    <w:rsid w:val="00A27E13"/>
    <w:rsid w:val="00A3087C"/>
    <w:rsid w:val="00A31483"/>
    <w:rsid w:val="00A31949"/>
    <w:rsid w:val="00A31FA1"/>
    <w:rsid w:val="00A32590"/>
    <w:rsid w:val="00A32A52"/>
    <w:rsid w:val="00A32B3E"/>
    <w:rsid w:val="00A32C50"/>
    <w:rsid w:val="00A32E6A"/>
    <w:rsid w:val="00A32FA5"/>
    <w:rsid w:val="00A3374E"/>
    <w:rsid w:val="00A33984"/>
    <w:rsid w:val="00A33C29"/>
    <w:rsid w:val="00A33E1F"/>
    <w:rsid w:val="00A33E2C"/>
    <w:rsid w:val="00A33E90"/>
    <w:rsid w:val="00A33F9A"/>
    <w:rsid w:val="00A34A96"/>
    <w:rsid w:val="00A34BF2"/>
    <w:rsid w:val="00A352C3"/>
    <w:rsid w:val="00A355F1"/>
    <w:rsid w:val="00A35BCA"/>
    <w:rsid w:val="00A35CA8"/>
    <w:rsid w:val="00A35CB0"/>
    <w:rsid w:val="00A35E2F"/>
    <w:rsid w:val="00A36901"/>
    <w:rsid w:val="00A36CA4"/>
    <w:rsid w:val="00A36E68"/>
    <w:rsid w:val="00A370F4"/>
    <w:rsid w:val="00A377B7"/>
    <w:rsid w:val="00A37967"/>
    <w:rsid w:val="00A40145"/>
    <w:rsid w:val="00A4057E"/>
    <w:rsid w:val="00A40611"/>
    <w:rsid w:val="00A40655"/>
    <w:rsid w:val="00A4073F"/>
    <w:rsid w:val="00A40DDF"/>
    <w:rsid w:val="00A40DE8"/>
    <w:rsid w:val="00A41234"/>
    <w:rsid w:val="00A412B6"/>
    <w:rsid w:val="00A41575"/>
    <w:rsid w:val="00A41A22"/>
    <w:rsid w:val="00A42905"/>
    <w:rsid w:val="00A42BEE"/>
    <w:rsid w:val="00A430D5"/>
    <w:rsid w:val="00A431B8"/>
    <w:rsid w:val="00A438FB"/>
    <w:rsid w:val="00A43C82"/>
    <w:rsid w:val="00A44124"/>
    <w:rsid w:val="00A4428D"/>
    <w:rsid w:val="00A4447F"/>
    <w:rsid w:val="00A44EAE"/>
    <w:rsid w:val="00A452D0"/>
    <w:rsid w:val="00A4711F"/>
    <w:rsid w:val="00A4781C"/>
    <w:rsid w:val="00A500A2"/>
    <w:rsid w:val="00A5021A"/>
    <w:rsid w:val="00A507BF"/>
    <w:rsid w:val="00A51100"/>
    <w:rsid w:val="00A51189"/>
    <w:rsid w:val="00A512CA"/>
    <w:rsid w:val="00A512F1"/>
    <w:rsid w:val="00A51650"/>
    <w:rsid w:val="00A51652"/>
    <w:rsid w:val="00A518C8"/>
    <w:rsid w:val="00A51ABD"/>
    <w:rsid w:val="00A51AC3"/>
    <w:rsid w:val="00A52061"/>
    <w:rsid w:val="00A52137"/>
    <w:rsid w:val="00A527AF"/>
    <w:rsid w:val="00A52DB0"/>
    <w:rsid w:val="00A52DC5"/>
    <w:rsid w:val="00A54376"/>
    <w:rsid w:val="00A545B9"/>
    <w:rsid w:val="00A546E8"/>
    <w:rsid w:val="00A54947"/>
    <w:rsid w:val="00A54B81"/>
    <w:rsid w:val="00A55254"/>
    <w:rsid w:val="00A556F3"/>
    <w:rsid w:val="00A55DE2"/>
    <w:rsid w:val="00A55E78"/>
    <w:rsid w:val="00A56345"/>
    <w:rsid w:val="00A568A4"/>
    <w:rsid w:val="00A5692A"/>
    <w:rsid w:val="00A56C5B"/>
    <w:rsid w:val="00A575DF"/>
    <w:rsid w:val="00A578A6"/>
    <w:rsid w:val="00A6010B"/>
    <w:rsid w:val="00A6012C"/>
    <w:rsid w:val="00A602BF"/>
    <w:rsid w:val="00A602F5"/>
    <w:rsid w:val="00A6052E"/>
    <w:rsid w:val="00A6056E"/>
    <w:rsid w:val="00A606A2"/>
    <w:rsid w:val="00A6075C"/>
    <w:rsid w:val="00A60A53"/>
    <w:rsid w:val="00A60C6A"/>
    <w:rsid w:val="00A60CB5"/>
    <w:rsid w:val="00A60FBD"/>
    <w:rsid w:val="00A610AC"/>
    <w:rsid w:val="00A610F7"/>
    <w:rsid w:val="00A61226"/>
    <w:rsid w:val="00A614E3"/>
    <w:rsid w:val="00A625A5"/>
    <w:rsid w:val="00A629B3"/>
    <w:rsid w:val="00A629DB"/>
    <w:rsid w:val="00A62E60"/>
    <w:rsid w:val="00A62FF4"/>
    <w:rsid w:val="00A638CB"/>
    <w:rsid w:val="00A63B94"/>
    <w:rsid w:val="00A64239"/>
    <w:rsid w:val="00A643CE"/>
    <w:rsid w:val="00A65571"/>
    <w:rsid w:val="00A657FA"/>
    <w:rsid w:val="00A662AC"/>
    <w:rsid w:val="00A665E8"/>
    <w:rsid w:val="00A66F8F"/>
    <w:rsid w:val="00A67106"/>
    <w:rsid w:val="00A67207"/>
    <w:rsid w:val="00A675BE"/>
    <w:rsid w:val="00A679C5"/>
    <w:rsid w:val="00A679F1"/>
    <w:rsid w:val="00A67A25"/>
    <w:rsid w:val="00A67B22"/>
    <w:rsid w:val="00A67C15"/>
    <w:rsid w:val="00A7044D"/>
    <w:rsid w:val="00A706E4"/>
    <w:rsid w:val="00A70FFC"/>
    <w:rsid w:val="00A71105"/>
    <w:rsid w:val="00A71302"/>
    <w:rsid w:val="00A71963"/>
    <w:rsid w:val="00A71CC1"/>
    <w:rsid w:val="00A72060"/>
    <w:rsid w:val="00A72090"/>
    <w:rsid w:val="00A72BBD"/>
    <w:rsid w:val="00A72D78"/>
    <w:rsid w:val="00A7316C"/>
    <w:rsid w:val="00A73681"/>
    <w:rsid w:val="00A7392B"/>
    <w:rsid w:val="00A74526"/>
    <w:rsid w:val="00A74638"/>
    <w:rsid w:val="00A746EB"/>
    <w:rsid w:val="00A74F2B"/>
    <w:rsid w:val="00A752BD"/>
    <w:rsid w:val="00A7544B"/>
    <w:rsid w:val="00A755DD"/>
    <w:rsid w:val="00A75A87"/>
    <w:rsid w:val="00A75CBB"/>
    <w:rsid w:val="00A75D99"/>
    <w:rsid w:val="00A76B94"/>
    <w:rsid w:val="00A76D63"/>
    <w:rsid w:val="00A76EFB"/>
    <w:rsid w:val="00A76F87"/>
    <w:rsid w:val="00A77234"/>
    <w:rsid w:val="00A77856"/>
    <w:rsid w:val="00A77BD6"/>
    <w:rsid w:val="00A803E8"/>
    <w:rsid w:val="00A80C4D"/>
    <w:rsid w:val="00A81486"/>
    <w:rsid w:val="00A8182F"/>
    <w:rsid w:val="00A81A78"/>
    <w:rsid w:val="00A81AC6"/>
    <w:rsid w:val="00A81E28"/>
    <w:rsid w:val="00A81FCD"/>
    <w:rsid w:val="00A82565"/>
    <w:rsid w:val="00A82D8D"/>
    <w:rsid w:val="00A82F23"/>
    <w:rsid w:val="00A842F2"/>
    <w:rsid w:val="00A84BC8"/>
    <w:rsid w:val="00A854EC"/>
    <w:rsid w:val="00A85659"/>
    <w:rsid w:val="00A85E08"/>
    <w:rsid w:val="00A860DA"/>
    <w:rsid w:val="00A874F3"/>
    <w:rsid w:val="00A87F3D"/>
    <w:rsid w:val="00A9007B"/>
    <w:rsid w:val="00A9011B"/>
    <w:rsid w:val="00A90382"/>
    <w:rsid w:val="00A90464"/>
    <w:rsid w:val="00A9096C"/>
    <w:rsid w:val="00A90A92"/>
    <w:rsid w:val="00A91253"/>
    <w:rsid w:val="00A9167E"/>
    <w:rsid w:val="00A91AA9"/>
    <w:rsid w:val="00A91D46"/>
    <w:rsid w:val="00A91EC3"/>
    <w:rsid w:val="00A921B6"/>
    <w:rsid w:val="00A92768"/>
    <w:rsid w:val="00A92A9F"/>
    <w:rsid w:val="00A92BCE"/>
    <w:rsid w:val="00A92C52"/>
    <w:rsid w:val="00A92ECF"/>
    <w:rsid w:val="00A93B40"/>
    <w:rsid w:val="00A93BEC"/>
    <w:rsid w:val="00A93E22"/>
    <w:rsid w:val="00A94581"/>
    <w:rsid w:val="00A9458A"/>
    <w:rsid w:val="00A945E2"/>
    <w:rsid w:val="00A94CFE"/>
    <w:rsid w:val="00A9530C"/>
    <w:rsid w:val="00A95445"/>
    <w:rsid w:val="00A95A5D"/>
    <w:rsid w:val="00A95C19"/>
    <w:rsid w:val="00A9632D"/>
    <w:rsid w:val="00A9678B"/>
    <w:rsid w:val="00A968E5"/>
    <w:rsid w:val="00A96D24"/>
    <w:rsid w:val="00A97059"/>
    <w:rsid w:val="00A973FA"/>
    <w:rsid w:val="00A97852"/>
    <w:rsid w:val="00A978A2"/>
    <w:rsid w:val="00AA0A82"/>
    <w:rsid w:val="00AA0BFB"/>
    <w:rsid w:val="00AA0EF8"/>
    <w:rsid w:val="00AA1086"/>
    <w:rsid w:val="00AA14A5"/>
    <w:rsid w:val="00AA17C3"/>
    <w:rsid w:val="00AA19A3"/>
    <w:rsid w:val="00AA1C3C"/>
    <w:rsid w:val="00AA1CD4"/>
    <w:rsid w:val="00AA229C"/>
    <w:rsid w:val="00AA2379"/>
    <w:rsid w:val="00AA23AC"/>
    <w:rsid w:val="00AA2736"/>
    <w:rsid w:val="00AA2B92"/>
    <w:rsid w:val="00AA2D8A"/>
    <w:rsid w:val="00AA30CA"/>
    <w:rsid w:val="00AA3242"/>
    <w:rsid w:val="00AA3397"/>
    <w:rsid w:val="00AA339D"/>
    <w:rsid w:val="00AA351C"/>
    <w:rsid w:val="00AA370F"/>
    <w:rsid w:val="00AA39B3"/>
    <w:rsid w:val="00AA3AEA"/>
    <w:rsid w:val="00AA44D5"/>
    <w:rsid w:val="00AA44DD"/>
    <w:rsid w:val="00AA4692"/>
    <w:rsid w:val="00AA483F"/>
    <w:rsid w:val="00AA4A2F"/>
    <w:rsid w:val="00AA5128"/>
    <w:rsid w:val="00AA539B"/>
    <w:rsid w:val="00AA5839"/>
    <w:rsid w:val="00AA62C6"/>
    <w:rsid w:val="00AA6E14"/>
    <w:rsid w:val="00AA7059"/>
    <w:rsid w:val="00AA72BF"/>
    <w:rsid w:val="00AA7CDB"/>
    <w:rsid w:val="00AA7E47"/>
    <w:rsid w:val="00AB0118"/>
    <w:rsid w:val="00AB0858"/>
    <w:rsid w:val="00AB0F42"/>
    <w:rsid w:val="00AB0F46"/>
    <w:rsid w:val="00AB111D"/>
    <w:rsid w:val="00AB13D3"/>
    <w:rsid w:val="00AB1464"/>
    <w:rsid w:val="00AB15C6"/>
    <w:rsid w:val="00AB1872"/>
    <w:rsid w:val="00AB1874"/>
    <w:rsid w:val="00AB1CE3"/>
    <w:rsid w:val="00AB23B8"/>
    <w:rsid w:val="00AB267C"/>
    <w:rsid w:val="00AB2B5B"/>
    <w:rsid w:val="00AB2D27"/>
    <w:rsid w:val="00AB32B1"/>
    <w:rsid w:val="00AB33BB"/>
    <w:rsid w:val="00AB37C1"/>
    <w:rsid w:val="00AB393F"/>
    <w:rsid w:val="00AB4569"/>
    <w:rsid w:val="00AB494A"/>
    <w:rsid w:val="00AB4C52"/>
    <w:rsid w:val="00AB4C7F"/>
    <w:rsid w:val="00AB52A3"/>
    <w:rsid w:val="00AB58D6"/>
    <w:rsid w:val="00AB5A38"/>
    <w:rsid w:val="00AB644A"/>
    <w:rsid w:val="00AB6762"/>
    <w:rsid w:val="00AB6C77"/>
    <w:rsid w:val="00AB6D5B"/>
    <w:rsid w:val="00AB6FF1"/>
    <w:rsid w:val="00AB7145"/>
    <w:rsid w:val="00AB7883"/>
    <w:rsid w:val="00AC0795"/>
    <w:rsid w:val="00AC081C"/>
    <w:rsid w:val="00AC088D"/>
    <w:rsid w:val="00AC09D8"/>
    <w:rsid w:val="00AC0C2B"/>
    <w:rsid w:val="00AC0D65"/>
    <w:rsid w:val="00AC1334"/>
    <w:rsid w:val="00AC134F"/>
    <w:rsid w:val="00AC1505"/>
    <w:rsid w:val="00AC1554"/>
    <w:rsid w:val="00AC17D7"/>
    <w:rsid w:val="00AC18C5"/>
    <w:rsid w:val="00AC1A84"/>
    <w:rsid w:val="00AC2C84"/>
    <w:rsid w:val="00AC304F"/>
    <w:rsid w:val="00AC3A89"/>
    <w:rsid w:val="00AC3C6C"/>
    <w:rsid w:val="00AC3DDC"/>
    <w:rsid w:val="00AC41D1"/>
    <w:rsid w:val="00AC4409"/>
    <w:rsid w:val="00AC46D2"/>
    <w:rsid w:val="00AC4BEE"/>
    <w:rsid w:val="00AC52B5"/>
    <w:rsid w:val="00AC58C8"/>
    <w:rsid w:val="00AC58F2"/>
    <w:rsid w:val="00AC5B61"/>
    <w:rsid w:val="00AC5CCE"/>
    <w:rsid w:val="00AC5D85"/>
    <w:rsid w:val="00AC5EF6"/>
    <w:rsid w:val="00AC6160"/>
    <w:rsid w:val="00AC627D"/>
    <w:rsid w:val="00AC6D6E"/>
    <w:rsid w:val="00AC7908"/>
    <w:rsid w:val="00AD13D3"/>
    <w:rsid w:val="00AD18A8"/>
    <w:rsid w:val="00AD1E6D"/>
    <w:rsid w:val="00AD2356"/>
    <w:rsid w:val="00AD2864"/>
    <w:rsid w:val="00AD292B"/>
    <w:rsid w:val="00AD2A8C"/>
    <w:rsid w:val="00AD30AF"/>
    <w:rsid w:val="00AD313C"/>
    <w:rsid w:val="00AD3179"/>
    <w:rsid w:val="00AD320B"/>
    <w:rsid w:val="00AD37A3"/>
    <w:rsid w:val="00AD37C9"/>
    <w:rsid w:val="00AD3A22"/>
    <w:rsid w:val="00AD3E1E"/>
    <w:rsid w:val="00AD3EE5"/>
    <w:rsid w:val="00AD411F"/>
    <w:rsid w:val="00AD41DC"/>
    <w:rsid w:val="00AD4245"/>
    <w:rsid w:val="00AD448E"/>
    <w:rsid w:val="00AD4A84"/>
    <w:rsid w:val="00AD4FA9"/>
    <w:rsid w:val="00AD50B6"/>
    <w:rsid w:val="00AD53DE"/>
    <w:rsid w:val="00AD541E"/>
    <w:rsid w:val="00AD54CD"/>
    <w:rsid w:val="00AD54FA"/>
    <w:rsid w:val="00AD5ADB"/>
    <w:rsid w:val="00AD5C95"/>
    <w:rsid w:val="00AD61A3"/>
    <w:rsid w:val="00AD63F8"/>
    <w:rsid w:val="00AD6769"/>
    <w:rsid w:val="00AD6D5D"/>
    <w:rsid w:val="00AD6E46"/>
    <w:rsid w:val="00AD7C51"/>
    <w:rsid w:val="00AD7C9E"/>
    <w:rsid w:val="00AE025D"/>
    <w:rsid w:val="00AE0757"/>
    <w:rsid w:val="00AE0B8F"/>
    <w:rsid w:val="00AE0CED"/>
    <w:rsid w:val="00AE0E98"/>
    <w:rsid w:val="00AE0F2A"/>
    <w:rsid w:val="00AE1008"/>
    <w:rsid w:val="00AE10E5"/>
    <w:rsid w:val="00AE15C2"/>
    <w:rsid w:val="00AE1BBF"/>
    <w:rsid w:val="00AE24D3"/>
    <w:rsid w:val="00AE2A81"/>
    <w:rsid w:val="00AE2BAE"/>
    <w:rsid w:val="00AE2FB9"/>
    <w:rsid w:val="00AE33E2"/>
    <w:rsid w:val="00AE357C"/>
    <w:rsid w:val="00AE36A0"/>
    <w:rsid w:val="00AE4B9C"/>
    <w:rsid w:val="00AE4BC1"/>
    <w:rsid w:val="00AE530C"/>
    <w:rsid w:val="00AE5728"/>
    <w:rsid w:val="00AE58EA"/>
    <w:rsid w:val="00AE5B57"/>
    <w:rsid w:val="00AE5FA6"/>
    <w:rsid w:val="00AE6114"/>
    <w:rsid w:val="00AE6C05"/>
    <w:rsid w:val="00AE73F8"/>
    <w:rsid w:val="00AE7429"/>
    <w:rsid w:val="00AE7A3E"/>
    <w:rsid w:val="00AF016F"/>
    <w:rsid w:val="00AF03EB"/>
    <w:rsid w:val="00AF0549"/>
    <w:rsid w:val="00AF079C"/>
    <w:rsid w:val="00AF092C"/>
    <w:rsid w:val="00AF098B"/>
    <w:rsid w:val="00AF0C2D"/>
    <w:rsid w:val="00AF19B7"/>
    <w:rsid w:val="00AF1A66"/>
    <w:rsid w:val="00AF1F4F"/>
    <w:rsid w:val="00AF1FE2"/>
    <w:rsid w:val="00AF2BCB"/>
    <w:rsid w:val="00AF2E9A"/>
    <w:rsid w:val="00AF361D"/>
    <w:rsid w:val="00AF38A3"/>
    <w:rsid w:val="00AF399E"/>
    <w:rsid w:val="00AF3FF5"/>
    <w:rsid w:val="00AF40F0"/>
    <w:rsid w:val="00AF4189"/>
    <w:rsid w:val="00AF418B"/>
    <w:rsid w:val="00AF4353"/>
    <w:rsid w:val="00AF44AE"/>
    <w:rsid w:val="00AF5013"/>
    <w:rsid w:val="00AF5168"/>
    <w:rsid w:val="00AF53C7"/>
    <w:rsid w:val="00AF5843"/>
    <w:rsid w:val="00AF5940"/>
    <w:rsid w:val="00AF60E4"/>
    <w:rsid w:val="00AF6121"/>
    <w:rsid w:val="00AF6543"/>
    <w:rsid w:val="00AF699F"/>
    <w:rsid w:val="00AF759E"/>
    <w:rsid w:val="00AF75EC"/>
    <w:rsid w:val="00AF7681"/>
    <w:rsid w:val="00AF7890"/>
    <w:rsid w:val="00AF7A64"/>
    <w:rsid w:val="00AF7F89"/>
    <w:rsid w:val="00B000ED"/>
    <w:rsid w:val="00B00279"/>
    <w:rsid w:val="00B0030A"/>
    <w:rsid w:val="00B00547"/>
    <w:rsid w:val="00B006E2"/>
    <w:rsid w:val="00B00BA7"/>
    <w:rsid w:val="00B01A4E"/>
    <w:rsid w:val="00B01D5F"/>
    <w:rsid w:val="00B01EB5"/>
    <w:rsid w:val="00B02208"/>
    <w:rsid w:val="00B0224A"/>
    <w:rsid w:val="00B0264C"/>
    <w:rsid w:val="00B02836"/>
    <w:rsid w:val="00B02A5E"/>
    <w:rsid w:val="00B02ACC"/>
    <w:rsid w:val="00B0385B"/>
    <w:rsid w:val="00B03944"/>
    <w:rsid w:val="00B03BFB"/>
    <w:rsid w:val="00B04334"/>
    <w:rsid w:val="00B04467"/>
    <w:rsid w:val="00B04952"/>
    <w:rsid w:val="00B04C11"/>
    <w:rsid w:val="00B04D90"/>
    <w:rsid w:val="00B0503B"/>
    <w:rsid w:val="00B05323"/>
    <w:rsid w:val="00B0555C"/>
    <w:rsid w:val="00B05A8E"/>
    <w:rsid w:val="00B05EEC"/>
    <w:rsid w:val="00B06446"/>
    <w:rsid w:val="00B06713"/>
    <w:rsid w:val="00B06B85"/>
    <w:rsid w:val="00B10441"/>
    <w:rsid w:val="00B10BD8"/>
    <w:rsid w:val="00B11C8B"/>
    <w:rsid w:val="00B12081"/>
    <w:rsid w:val="00B120F2"/>
    <w:rsid w:val="00B124FB"/>
    <w:rsid w:val="00B12A59"/>
    <w:rsid w:val="00B12D8E"/>
    <w:rsid w:val="00B13366"/>
    <w:rsid w:val="00B14AD2"/>
    <w:rsid w:val="00B152FC"/>
    <w:rsid w:val="00B15460"/>
    <w:rsid w:val="00B1567A"/>
    <w:rsid w:val="00B156CF"/>
    <w:rsid w:val="00B1585B"/>
    <w:rsid w:val="00B15C09"/>
    <w:rsid w:val="00B16136"/>
    <w:rsid w:val="00B166AD"/>
    <w:rsid w:val="00B16CB4"/>
    <w:rsid w:val="00B16D18"/>
    <w:rsid w:val="00B1703F"/>
    <w:rsid w:val="00B1758F"/>
    <w:rsid w:val="00B175C5"/>
    <w:rsid w:val="00B1774B"/>
    <w:rsid w:val="00B17A4B"/>
    <w:rsid w:val="00B17F06"/>
    <w:rsid w:val="00B20116"/>
    <w:rsid w:val="00B2034D"/>
    <w:rsid w:val="00B20358"/>
    <w:rsid w:val="00B20660"/>
    <w:rsid w:val="00B206C1"/>
    <w:rsid w:val="00B20767"/>
    <w:rsid w:val="00B2093A"/>
    <w:rsid w:val="00B21333"/>
    <w:rsid w:val="00B21A68"/>
    <w:rsid w:val="00B21CE0"/>
    <w:rsid w:val="00B2237D"/>
    <w:rsid w:val="00B2264D"/>
    <w:rsid w:val="00B22BE9"/>
    <w:rsid w:val="00B22CE2"/>
    <w:rsid w:val="00B230FE"/>
    <w:rsid w:val="00B232A3"/>
    <w:rsid w:val="00B24187"/>
    <w:rsid w:val="00B243F0"/>
    <w:rsid w:val="00B2443F"/>
    <w:rsid w:val="00B24506"/>
    <w:rsid w:val="00B246DC"/>
    <w:rsid w:val="00B2478B"/>
    <w:rsid w:val="00B247A3"/>
    <w:rsid w:val="00B248EF"/>
    <w:rsid w:val="00B24A55"/>
    <w:rsid w:val="00B24B8D"/>
    <w:rsid w:val="00B24BED"/>
    <w:rsid w:val="00B250C9"/>
    <w:rsid w:val="00B25981"/>
    <w:rsid w:val="00B25B58"/>
    <w:rsid w:val="00B25EA5"/>
    <w:rsid w:val="00B260ED"/>
    <w:rsid w:val="00B26886"/>
    <w:rsid w:val="00B26887"/>
    <w:rsid w:val="00B26DC6"/>
    <w:rsid w:val="00B26DD6"/>
    <w:rsid w:val="00B26EC6"/>
    <w:rsid w:val="00B26FDF"/>
    <w:rsid w:val="00B27BF0"/>
    <w:rsid w:val="00B27D43"/>
    <w:rsid w:val="00B30131"/>
    <w:rsid w:val="00B303C1"/>
    <w:rsid w:val="00B3045E"/>
    <w:rsid w:val="00B30841"/>
    <w:rsid w:val="00B30A25"/>
    <w:rsid w:val="00B30B01"/>
    <w:rsid w:val="00B31125"/>
    <w:rsid w:val="00B31C51"/>
    <w:rsid w:val="00B3230B"/>
    <w:rsid w:val="00B3245E"/>
    <w:rsid w:val="00B32CFB"/>
    <w:rsid w:val="00B33027"/>
    <w:rsid w:val="00B3405C"/>
    <w:rsid w:val="00B340C2"/>
    <w:rsid w:val="00B341F1"/>
    <w:rsid w:val="00B3425C"/>
    <w:rsid w:val="00B34CD4"/>
    <w:rsid w:val="00B34F86"/>
    <w:rsid w:val="00B3536C"/>
    <w:rsid w:val="00B3542E"/>
    <w:rsid w:val="00B358AF"/>
    <w:rsid w:val="00B35B56"/>
    <w:rsid w:val="00B35DFE"/>
    <w:rsid w:val="00B35EAB"/>
    <w:rsid w:val="00B35F24"/>
    <w:rsid w:val="00B36008"/>
    <w:rsid w:val="00B36122"/>
    <w:rsid w:val="00B3621F"/>
    <w:rsid w:val="00B365BE"/>
    <w:rsid w:val="00B36709"/>
    <w:rsid w:val="00B36DE0"/>
    <w:rsid w:val="00B37141"/>
    <w:rsid w:val="00B371C5"/>
    <w:rsid w:val="00B37DF2"/>
    <w:rsid w:val="00B4005A"/>
    <w:rsid w:val="00B4021B"/>
    <w:rsid w:val="00B40575"/>
    <w:rsid w:val="00B410FD"/>
    <w:rsid w:val="00B41C35"/>
    <w:rsid w:val="00B41F18"/>
    <w:rsid w:val="00B425DF"/>
    <w:rsid w:val="00B42A09"/>
    <w:rsid w:val="00B42B2F"/>
    <w:rsid w:val="00B433ED"/>
    <w:rsid w:val="00B43804"/>
    <w:rsid w:val="00B4384B"/>
    <w:rsid w:val="00B4449E"/>
    <w:rsid w:val="00B44948"/>
    <w:rsid w:val="00B44C1B"/>
    <w:rsid w:val="00B44E5B"/>
    <w:rsid w:val="00B451B6"/>
    <w:rsid w:val="00B461F0"/>
    <w:rsid w:val="00B4680F"/>
    <w:rsid w:val="00B46A9D"/>
    <w:rsid w:val="00B46E9A"/>
    <w:rsid w:val="00B46F7B"/>
    <w:rsid w:val="00B47016"/>
    <w:rsid w:val="00B47237"/>
    <w:rsid w:val="00B47675"/>
    <w:rsid w:val="00B477F2"/>
    <w:rsid w:val="00B4785E"/>
    <w:rsid w:val="00B50A55"/>
    <w:rsid w:val="00B5103E"/>
    <w:rsid w:val="00B51173"/>
    <w:rsid w:val="00B51395"/>
    <w:rsid w:val="00B51508"/>
    <w:rsid w:val="00B51CE5"/>
    <w:rsid w:val="00B51D9C"/>
    <w:rsid w:val="00B5218C"/>
    <w:rsid w:val="00B522F9"/>
    <w:rsid w:val="00B52A8B"/>
    <w:rsid w:val="00B532D8"/>
    <w:rsid w:val="00B53647"/>
    <w:rsid w:val="00B53849"/>
    <w:rsid w:val="00B53AFA"/>
    <w:rsid w:val="00B5471D"/>
    <w:rsid w:val="00B54BA0"/>
    <w:rsid w:val="00B54F32"/>
    <w:rsid w:val="00B552FA"/>
    <w:rsid w:val="00B55566"/>
    <w:rsid w:val="00B563F8"/>
    <w:rsid w:val="00B56A51"/>
    <w:rsid w:val="00B56B31"/>
    <w:rsid w:val="00B5703F"/>
    <w:rsid w:val="00B5763F"/>
    <w:rsid w:val="00B57759"/>
    <w:rsid w:val="00B577A5"/>
    <w:rsid w:val="00B57900"/>
    <w:rsid w:val="00B6006D"/>
    <w:rsid w:val="00B60380"/>
    <w:rsid w:val="00B605C8"/>
    <w:rsid w:val="00B60B4F"/>
    <w:rsid w:val="00B60BDB"/>
    <w:rsid w:val="00B60CDB"/>
    <w:rsid w:val="00B60DD9"/>
    <w:rsid w:val="00B612DD"/>
    <w:rsid w:val="00B61608"/>
    <w:rsid w:val="00B6179E"/>
    <w:rsid w:val="00B6197A"/>
    <w:rsid w:val="00B61DE8"/>
    <w:rsid w:val="00B62440"/>
    <w:rsid w:val="00B62A1C"/>
    <w:rsid w:val="00B63658"/>
    <w:rsid w:val="00B63A42"/>
    <w:rsid w:val="00B63B2A"/>
    <w:rsid w:val="00B64578"/>
    <w:rsid w:val="00B649F9"/>
    <w:rsid w:val="00B64D27"/>
    <w:rsid w:val="00B651DA"/>
    <w:rsid w:val="00B653C9"/>
    <w:rsid w:val="00B6553B"/>
    <w:rsid w:val="00B659CD"/>
    <w:rsid w:val="00B65BBD"/>
    <w:rsid w:val="00B65CFC"/>
    <w:rsid w:val="00B665C3"/>
    <w:rsid w:val="00B66980"/>
    <w:rsid w:val="00B6698F"/>
    <w:rsid w:val="00B66D09"/>
    <w:rsid w:val="00B67C15"/>
    <w:rsid w:val="00B67F5E"/>
    <w:rsid w:val="00B700CA"/>
    <w:rsid w:val="00B70185"/>
    <w:rsid w:val="00B70879"/>
    <w:rsid w:val="00B70D04"/>
    <w:rsid w:val="00B70DEC"/>
    <w:rsid w:val="00B70EFB"/>
    <w:rsid w:val="00B71100"/>
    <w:rsid w:val="00B716A6"/>
    <w:rsid w:val="00B71DB3"/>
    <w:rsid w:val="00B72124"/>
    <w:rsid w:val="00B72A31"/>
    <w:rsid w:val="00B72E64"/>
    <w:rsid w:val="00B7343C"/>
    <w:rsid w:val="00B73A48"/>
    <w:rsid w:val="00B745A4"/>
    <w:rsid w:val="00B74630"/>
    <w:rsid w:val="00B74815"/>
    <w:rsid w:val="00B748C3"/>
    <w:rsid w:val="00B748FA"/>
    <w:rsid w:val="00B76527"/>
    <w:rsid w:val="00B7652D"/>
    <w:rsid w:val="00B76D60"/>
    <w:rsid w:val="00B77109"/>
    <w:rsid w:val="00B77184"/>
    <w:rsid w:val="00B774FA"/>
    <w:rsid w:val="00B77524"/>
    <w:rsid w:val="00B779EE"/>
    <w:rsid w:val="00B77C1C"/>
    <w:rsid w:val="00B803A4"/>
    <w:rsid w:val="00B80431"/>
    <w:rsid w:val="00B807CF"/>
    <w:rsid w:val="00B80981"/>
    <w:rsid w:val="00B80FF0"/>
    <w:rsid w:val="00B81C98"/>
    <w:rsid w:val="00B81E8D"/>
    <w:rsid w:val="00B82667"/>
    <w:rsid w:val="00B8276F"/>
    <w:rsid w:val="00B82950"/>
    <w:rsid w:val="00B82C4D"/>
    <w:rsid w:val="00B82FB7"/>
    <w:rsid w:val="00B834CC"/>
    <w:rsid w:val="00B83792"/>
    <w:rsid w:val="00B83B40"/>
    <w:rsid w:val="00B83C4E"/>
    <w:rsid w:val="00B83C51"/>
    <w:rsid w:val="00B83CD1"/>
    <w:rsid w:val="00B842D3"/>
    <w:rsid w:val="00B84735"/>
    <w:rsid w:val="00B84A59"/>
    <w:rsid w:val="00B85811"/>
    <w:rsid w:val="00B858CA"/>
    <w:rsid w:val="00B85B2A"/>
    <w:rsid w:val="00B85F1A"/>
    <w:rsid w:val="00B86040"/>
    <w:rsid w:val="00B86094"/>
    <w:rsid w:val="00B8609D"/>
    <w:rsid w:val="00B86133"/>
    <w:rsid w:val="00B86166"/>
    <w:rsid w:val="00B86307"/>
    <w:rsid w:val="00B86666"/>
    <w:rsid w:val="00B870B1"/>
    <w:rsid w:val="00B874E7"/>
    <w:rsid w:val="00B8763B"/>
    <w:rsid w:val="00B9095F"/>
    <w:rsid w:val="00B90998"/>
    <w:rsid w:val="00B909E1"/>
    <w:rsid w:val="00B90B7E"/>
    <w:rsid w:val="00B90E73"/>
    <w:rsid w:val="00B9115A"/>
    <w:rsid w:val="00B91223"/>
    <w:rsid w:val="00B91DE6"/>
    <w:rsid w:val="00B91E2C"/>
    <w:rsid w:val="00B92063"/>
    <w:rsid w:val="00B923D4"/>
    <w:rsid w:val="00B926AB"/>
    <w:rsid w:val="00B936FE"/>
    <w:rsid w:val="00B938A3"/>
    <w:rsid w:val="00B93939"/>
    <w:rsid w:val="00B93EDF"/>
    <w:rsid w:val="00B94166"/>
    <w:rsid w:val="00B941D4"/>
    <w:rsid w:val="00B9437D"/>
    <w:rsid w:val="00B943E2"/>
    <w:rsid w:val="00B9459D"/>
    <w:rsid w:val="00B94A5B"/>
    <w:rsid w:val="00B9501E"/>
    <w:rsid w:val="00B955E5"/>
    <w:rsid w:val="00B95A7F"/>
    <w:rsid w:val="00B96962"/>
    <w:rsid w:val="00B96EDF"/>
    <w:rsid w:val="00B972D6"/>
    <w:rsid w:val="00B974EF"/>
    <w:rsid w:val="00B975F8"/>
    <w:rsid w:val="00B977F9"/>
    <w:rsid w:val="00BA0080"/>
    <w:rsid w:val="00BA0449"/>
    <w:rsid w:val="00BA06FC"/>
    <w:rsid w:val="00BA14A9"/>
    <w:rsid w:val="00BA1969"/>
    <w:rsid w:val="00BA2377"/>
    <w:rsid w:val="00BA280D"/>
    <w:rsid w:val="00BA284B"/>
    <w:rsid w:val="00BA28C2"/>
    <w:rsid w:val="00BA306F"/>
    <w:rsid w:val="00BA32F8"/>
    <w:rsid w:val="00BA3C02"/>
    <w:rsid w:val="00BA4050"/>
    <w:rsid w:val="00BA43A8"/>
    <w:rsid w:val="00BA4473"/>
    <w:rsid w:val="00BA4A31"/>
    <w:rsid w:val="00BA4B39"/>
    <w:rsid w:val="00BA4BD2"/>
    <w:rsid w:val="00BA4E05"/>
    <w:rsid w:val="00BA50AF"/>
    <w:rsid w:val="00BA6053"/>
    <w:rsid w:val="00BA6255"/>
    <w:rsid w:val="00BA6414"/>
    <w:rsid w:val="00BA669D"/>
    <w:rsid w:val="00BA6B09"/>
    <w:rsid w:val="00BA6E10"/>
    <w:rsid w:val="00BA7839"/>
    <w:rsid w:val="00BB0093"/>
    <w:rsid w:val="00BB0ED7"/>
    <w:rsid w:val="00BB10EF"/>
    <w:rsid w:val="00BB15D2"/>
    <w:rsid w:val="00BB1A04"/>
    <w:rsid w:val="00BB1B39"/>
    <w:rsid w:val="00BB1C3D"/>
    <w:rsid w:val="00BB1DC7"/>
    <w:rsid w:val="00BB2AB4"/>
    <w:rsid w:val="00BB33D2"/>
    <w:rsid w:val="00BB36AD"/>
    <w:rsid w:val="00BB3A23"/>
    <w:rsid w:val="00BB46D5"/>
    <w:rsid w:val="00BB535E"/>
    <w:rsid w:val="00BB623A"/>
    <w:rsid w:val="00BB63F1"/>
    <w:rsid w:val="00BB73BD"/>
    <w:rsid w:val="00BB7702"/>
    <w:rsid w:val="00BB7B26"/>
    <w:rsid w:val="00BB7DC9"/>
    <w:rsid w:val="00BC0163"/>
    <w:rsid w:val="00BC029F"/>
    <w:rsid w:val="00BC0A26"/>
    <w:rsid w:val="00BC0AA3"/>
    <w:rsid w:val="00BC0D1A"/>
    <w:rsid w:val="00BC10FA"/>
    <w:rsid w:val="00BC207B"/>
    <w:rsid w:val="00BC20B0"/>
    <w:rsid w:val="00BC2DEF"/>
    <w:rsid w:val="00BC30AD"/>
    <w:rsid w:val="00BC36CB"/>
    <w:rsid w:val="00BC3982"/>
    <w:rsid w:val="00BC3F5B"/>
    <w:rsid w:val="00BC40AE"/>
    <w:rsid w:val="00BC4719"/>
    <w:rsid w:val="00BC4B03"/>
    <w:rsid w:val="00BC4CCE"/>
    <w:rsid w:val="00BC4E51"/>
    <w:rsid w:val="00BC55BE"/>
    <w:rsid w:val="00BC5D70"/>
    <w:rsid w:val="00BC63BF"/>
    <w:rsid w:val="00BC6A9F"/>
    <w:rsid w:val="00BC7137"/>
    <w:rsid w:val="00BC779E"/>
    <w:rsid w:val="00BC79DF"/>
    <w:rsid w:val="00BC7B6D"/>
    <w:rsid w:val="00BC7D16"/>
    <w:rsid w:val="00BC7E1D"/>
    <w:rsid w:val="00BC7EF4"/>
    <w:rsid w:val="00BD0C95"/>
    <w:rsid w:val="00BD14E7"/>
    <w:rsid w:val="00BD1957"/>
    <w:rsid w:val="00BD1CAC"/>
    <w:rsid w:val="00BD1F91"/>
    <w:rsid w:val="00BD21F2"/>
    <w:rsid w:val="00BD223C"/>
    <w:rsid w:val="00BD28C0"/>
    <w:rsid w:val="00BD2DF9"/>
    <w:rsid w:val="00BD2F77"/>
    <w:rsid w:val="00BD30E0"/>
    <w:rsid w:val="00BD38CB"/>
    <w:rsid w:val="00BD3A97"/>
    <w:rsid w:val="00BD41A2"/>
    <w:rsid w:val="00BD4609"/>
    <w:rsid w:val="00BD4659"/>
    <w:rsid w:val="00BD4887"/>
    <w:rsid w:val="00BD4A45"/>
    <w:rsid w:val="00BD518C"/>
    <w:rsid w:val="00BD53A0"/>
    <w:rsid w:val="00BD5522"/>
    <w:rsid w:val="00BD5A63"/>
    <w:rsid w:val="00BD5AC8"/>
    <w:rsid w:val="00BD5AD9"/>
    <w:rsid w:val="00BD5B0B"/>
    <w:rsid w:val="00BD5B3C"/>
    <w:rsid w:val="00BD65D3"/>
    <w:rsid w:val="00BD68C2"/>
    <w:rsid w:val="00BD6BA0"/>
    <w:rsid w:val="00BD6BB6"/>
    <w:rsid w:val="00BD7AA4"/>
    <w:rsid w:val="00BD7B93"/>
    <w:rsid w:val="00BD7BFD"/>
    <w:rsid w:val="00BD7C60"/>
    <w:rsid w:val="00BD7CDE"/>
    <w:rsid w:val="00BD7D0A"/>
    <w:rsid w:val="00BE02A8"/>
    <w:rsid w:val="00BE0A61"/>
    <w:rsid w:val="00BE0D46"/>
    <w:rsid w:val="00BE0F35"/>
    <w:rsid w:val="00BE139B"/>
    <w:rsid w:val="00BE13EE"/>
    <w:rsid w:val="00BE16B9"/>
    <w:rsid w:val="00BE1809"/>
    <w:rsid w:val="00BE1993"/>
    <w:rsid w:val="00BE1C3D"/>
    <w:rsid w:val="00BE22A2"/>
    <w:rsid w:val="00BE22F8"/>
    <w:rsid w:val="00BE23DD"/>
    <w:rsid w:val="00BE2484"/>
    <w:rsid w:val="00BE2F3E"/>
    <w:rsid w:val="00BE33F7"/>
    <w:rsid w:val="00BE3DC6"/>
    <w:rsid w:val="00BE414E"/>
    <w:rsid w:val="00BE592D"/>
    <w:rsid w:val="00BE5D7D"/>
    <w:rsid w:val="00BE5E58"/>
    <w:rsid w:val="00BE6208"/>
    <w:rsid w:val="00BE62CC"/>
    <w:rsid w:val="00BE662C"/>
    <w:rsid w:val="00BE68DA"/>
    <w:rsid w:val="00BE6E43"/>
    <w:rsid w:val="00BE6FE8"/>
    <w:rsid w:val="00BE736E"/>
    <w:rsid w:val="00BE7545"/>
    <w:rsid w:val="00BE7669"/>
    <w:rsid w:val="00BE7C3B"/>
    <w:rsid w:val="00BE7E21"/>
    <w:rsid w:val="00BF0040"/>
    <w:rsid w:val="00BF0437"/>
    <w:rsid w:val="00BF0512"/>
    <w:rsid w:val="00BF1F58"/>
    <w:rsid w:val="00BF3365"/>
    <w:rsid w:val="00BF350F"/>
    <w:rsid w:val="00BF3574"/>
    <w:rsid w:val="00BF3812"/>
    <w:rsid w:val="00BF3CAB"/>
    <w:rsid w:val="00BF4AC0"/>
    <w:rsid w:val="00BF55EB"/>
    <w:rsid w:val="00BF593B"/>
    <w:rsid w:val="00BF5FDC"/>
    <w:rsid w:val="00BF6872"/>
    <w:rsid w:val="00BF6BFF"/>
    <w:rsid w:val="00BF6ECF"/>
    <w:rsid w:val="00BF7222"/>
    <w:rsid w:val="00BF72A2"/>
    <w:rsid w:val="00BF735B"/>
    <w:rsid w:val="00BF782C"/>
    <w:rsid w:val="00BF7AD7"/>
    <w:rsid w:val="00BF7D84"/>
    <w:rsid w:val="00C001DE"/>
    <w:rsid w:val="00C00637"/>
    <w:rsid w:val="00C00CF1"/>
    <w:rsid w:val="00C0142D"/>
    <w:rsid w:val="00C015F7"/>
    <w:rsid w:val="00C0182F"/>
    <w:rsid w:val="00C018EA"/>
    <w:rsid w:val="00C01A31"/>
    <w:rsid w:val="00C020F1"/>
    <w:rsid w:val="00C0228D"/>
    <w:rsid w:val="00C02343"/>
    <w:rsid w:val="00C02536"/>
    <w:rsid w:val="00C026C7"/>
    <w:rsid w:val="00C028E8"/>
    <w:rsid w:val="00C030B9"/>
    <w:rsid w:val="00C030FE"/>
    <w:rsid w:val="00C035B6"/>
    <w:rsid w:val="00C035C9"/>
    <w:rsid w:val="00C03D91"/>
    <w:rsid w:val="00C03EDE"/>
    <w:rsid w:val="00C0430B"/>
    <w:rsid w:val="00C04393"/>
    <w:rsid w:val="00C04A72"/>
    <w:rsid w:val="00C04D53"/>
    <w:rsid w:val="00C05365"/>
    <w:rsid w:val="00C05465"/>
    <w:rsid w:val="00C056AC"/>
    <w:rsid w:val="00C05736"/>
    <w:rsid w:val="00C05C50"/>
    <w:rsid w:val="00C05CDA"/>
    <w:rsid w:val="00C05F11"/>
    <w:rsid w:val="00C066C9"/>
    <w:rsid w:val="00C0677D"/>
    <w:rsid w:val="00C06844"/>
    <w:rsid w:val="00C06D49"/>
    <w:rsid w:val="00C06D70"/>
    <w:rsid w:val="00C06D9F"/>
    <w:rsid w:val="00C06FFE"/>
    <w:rsid w:val="00C07391"/>
    <w:rsid w:val="00C077BB"/>
    <w:rsid w:val="00C07F5A"/>
    <w:rsid w:val="00C10026"/>
    <w:rsid w:val="00C10306"/>
    <w:rsid w:val="00C1037B"/>
    <w:rsid w:val="00C104E9"/>
    <w:rsid w:val="00C107EC"/>
    <w:rsid w:val="00C10D41"/>
    <w:rsid w:val="00C110E5"/>
    <w:rsid w:val="00C111A5"/>
    <w:rsid w:val="00C11801"/>
    <w:rsid w:val="00C121C2"/>
    <w:rsid w:val="00C123E1"/>
    <w:rsid w:val="00C126E0"/>
    <w:rsid w:val="00C12833"/>
    <w:rsid w:val="00C12C35"/>
    <w:rsid w:val="00C12E93"/>
    <w:rsid w:val="00C13377"/>
    <w:rsid w:val="00C141CE"/>
    <w:rsid w:val="00C143CC"/>
    <w:rsid w:val="00C14650"/>
    <w:rsid w:val="00C147E7"/>
    <w:rsid w:val="00C14912"/>
    <w:rsid w:val="00C15166"/>
    <w:rsid w:val="00C15424"/>
    <w:rsid w:val="00C15520"/>
    <w:rsid w:val="00C1553B"/>
    <w:rsid w:val="00C15E04"/>
    <w:rsid w:val="00C16165"/>
    <w:rsid w:val="00C1619F"/>
    <w:rsid w:val="00C16A0A"/>
    <w:rsid w:val="00C16C26"/>
    <w:rsid w:val="00C17396"/>
    <w:rsid w:val="00C1749A"/>
    <w:rsid w:val="00C178DA"/>
    <w:rsid w:val="00C17F44"/>
    <w:rsid w:val="00C2001B"/>
    <w:rsid w:val="00C200E9"/>
    <w:rsid w:val="00C20319"/>
    <w:rsid w:val="00C20FEF"/>
    <w:rsid w:val="00C213A4"/>
    <w:rsid w:val="00C21484"/>
    <w:rsid w:val="00C2159D"/>
    <w:rsid w:val="00C223D5"/>
    <w:rsid w:val="00C22405"/>
    <w:rsid w:val="00C2259E"/>
    <w:rsid w:val="00C228A9"/>
    <w:rsid w:val="00C22EBD"/>
    <w:rsid w:val="00C233A1"/>
    <w:rsid w:val="00C23AFA"/>
    <w:rsid w:val="00C243EC"/>
    <w:rsid w:val="00C24631"/>
    <w:rsid w:val="00C2499F"/>
    <w:rsid w:val="00C25922"/>
    <w:rsid w:val="00C2628C"/>
    <w:rsid w:val="00C262D4"/>
    <w:rsid w:val="00C2631F"/>
    <w:rsid w:val="00C2639D"/>
    <w:rsid w:val="00C268AE"/>
    <w:rsid w:val="00C268B6"/>
    <w:rsid w:val="00C2710B"/>
    <w:rsid w:val="00C272AD"/>
    <w:rsid w:val="00C27329"/>
    <w:rsid w:val="00C27393"/>
    <w:rsid w:val="00C2777C"/>
    <w:rsid w:val="00C27CD3"/>
    <w:rsid w:val="00C27D01"/>
    <w:rsid w:val="00C27FD9"/>
    <w:rsid w:val="00C30507"/>
    <w:rsid w:val="00C30655"/>
    <w:rsid w:val="00C3091B"/>
    <w:rsid w:val="00C30A60"/>
    <w:rsid w:val="00C30B11"/>
    <w:rsid w:val="00C30BA2"/>
    <w:rsid w:val="00C3124C"/>
    <w:rsid w:val="00C312BF"/>
    <w:rsid w:val="00C31D68"/>
    <w:rsid w:val="00C32400"/>
    <w:rsid w:val="00C328A0"/>
    <w:rsid w:val="00C32A6D"/>
    <w:rsid w:val="00C33261"/>
    <w:rsid w:val="00C3353D"/>
    <w:rsid w:val="00C33712"/>
    <w:rsid w:val="00C337B6"/>
    <w:rsid w:val="00C33ABB"/>
    <w:rsid w:val="00C33ABF"/>
    <w:rsid w:val="00C33DE9"/>
    <w:rsid w:val="00C33F13"/>
    <w:rsid w:val="00C33FCD"/>
    <w:rsid w:val="00C341C0"/>
    <w:rsid w:val="00C34292"/>
    <w:rsid w:val="00C34406"/>
    <w:rsid w:val="00C3484E"/>
    <w:rsid w:val="00C35326"/>
    <w:rsid w:val="00C357D5"/>
    <w:rsid w:val="00C35C51"/>
    <w:rsid w:val="00C36C3A"/>
    <w:rsid w:val="00C36CC3"/>
    <w:rsid w:val="00C36E62"/>
    <w:rsid w:val="00C36F7E"/>
    <w:rsid w:val="00C3719B"/>
    <w:rsid w:val="00C3757D"/>
    <w:rsid w:val="00C37D2F"/>
    <w:rsid w:val="00C409A1"/>
    <w:rsid w:val="00C40B0A"/>
    <w:rsid w:val="00C40BA9"/>
    <w:rsid w:val="00C417D7"/>
    <w:rsid w:val="00C418F3"/>
    <w:rsid w:val="00C41E15"/>
    <w:rsid w:val="00C421F0"/>
    <w:rsid w:val="00C42619"/>
    <w:rsid w:val="00C42A93"/>
    <w:rsid w:val="00C4326C"/>
    <w:rsid w:val="00C43784"/>
    <w:rsid w:val="00C43C51"/>
    <w:rsid w:val="00C43EEC"/>
    <w:rsid w:val="00C44A25"/>
    <w:rsid w:val="00C44A85"/>
    <w:rsid w:val="00C453D9"/>
    <w:rsid w:val="00C453F6"/>
    <w:rsid w:val="00C45DB5"/>
    <w:rsid w:val="00C45DF9"/>
    <w:rsid w:val="00C45F87"/>
    <w:rsid w:val="00C45FA4"/>
    <w:rsid w:val="00C463C2"/>
    <w:rsid w:val="00C468EC"/>
    <w:rsid w:val="00C469DB"/>
    <w:rsid w:val="00C46D95"/>
    <w:rsid w:val="00C46F22"/>
    <w:rsid w:val="00C4712C"/>
    <w:rsid w:val="00C4744F"/>
    <w:rsid w:val="00C47C56"/>
    <w:rsid w:val="00C47CA8"/>
    <w:rsid w:val="00C47DAB"/>
    <w:rsid w:val="00C51503"/>
    <w:rsid w:val="00C51575"/>
    <w:rsid w:val="00C51791"/>
    <w:rsid w:val="00C5184B"/>
    <w:rsid w:val="00C51854"/>
    <w:rsid w:val="00C51ABB"/>
    <w:rsid w:val="00C51C96"/>
    <w:rsid w:val="00C51F3E"/>
    <w:rsid w:val="00C524F6"/>
    <w:rsid w:val="00C525BF"/>
    <w:rsid w:val="00C525C4"/>
    <w:rsid w:val="00C528E1"/>
    <w:rsid w:val="00C53645"/>
    <w:rsid w:val="00C53A13"/>
    <w:rsid w:val="00C54058"/>
    <w:rsid w:val="00C54245"/>
    <w:rsid w:val="00C54DC7"/>
    <w:rsid w:val="00C54FA4"/>
    <w:rsid w:val="00C55233"/>
    <w:rsid w:val="00C557FC"/>
    <w:rsid w:val="00C55B28"/>
    <w:rsid w:val="00C56158"/>
    <w:rsid w:val="00C56B15"/>
    <w:rsid w:val="00C56B44"/>
    <w:rsid w:val="00C56F21"/>
    <w:rsid w:val="00C574D0"/>
    <w:rsid w:val="00C574EF"/>
    <w:rsid w:val="00C576EC"/>
    <w:rsid w:val="00C57BB7"/>
    <w:rsid w:val="00C57E53"/>
    <w:rsid w:val="00C607E4"/>
    <w:rsid w:val="00C60A6D"/>
    <w:rsid w:val="00C60B3A"/>
    <w:rsid w:val="00C60D38"/>
    <w:rsid w:val="00C6168F"/>
    <w:rsid w:val="00C620AE"/>
    <w:rsid w:val="00C6232E"/>
    <w:rsid w:val="00C62668"/>
    <w:rsid w:val="00C62762"/>
    <w:rsid w:val="00C631D3"/>
    <w:rsid w:val="00C63935"/>
    <w:rsid w:val="00C639DD"/>
    <w:rsid w:val="00C63C02"/>
    <w:rsid w:val="00C641DD"/>
    <w:rsid w:val="00C646AF"/>
    <w:rsid w:val="00C646B7"/>
    <w:rsid w:val="00C647FF"/>
    <w:rsid w:val="00C64943"/>
    <w:rsid w:val="00C64AF0"/>
    <w:rsid w:val="00C65104"/>
    <w:rsid w:val="00C6538D"/>
    <w:rsid w:val="00C65571"/>
    <w:rsid w:val="00C65862"/>
    <w:rsid w:val="00C668AB"/>
    <w:rsid w:val="00C66D6E"/>
    <w:rsid w:val="00C6710E"/>
    <w:rsid w:val="00C679D1"/>
    <w:rsid w:val="00C67D81"/>
    <w:rsid w:val="00C67D82"/>
    <w:rsid w:val="00C70AC5"/>
    <w:rsid w:val="00C70C3C"/>
    <w:rsid w:val="00C70EA0"/>
    <w:rsid w:val="00C71027"/>
    <w:rsid w:val="00C71117"/>
    <w:rsid w:val="00C72438"/>
    <w:rsid w:val="00C726DF"/>
    <w:rsid w:val="00C72C60"/>
    <w:rsid w:val="00C72FBC"/>
    <w:rsid w:val="00C73037"/>
    <w:rsid w:val="00C731C8"/>
    <w:rsid w:val="00C732FA"/>
    <w:rsid w:val="00C737B8"/>
    <w:rsid w:val="00C7387B"/>
    <w:rsid w:val="00C738B0"/>
    <w:rsid w:val="00C73F52"/>
    <w:rsid w:val="00C74034"/>
    <w:rsid w:val="00C74841"/>
    <w:rsid w:val="00C74AA2"/>
    <w:rsid w:val="00C74CD4"/>
    <w:rsid w:val="00C74DA7"/>
    <w:rsid w:val="00C751F8"/>
    <w:rsid w:val="00C7555B"/>
    <w:rsid w:val="00C75AB5"/>
    <w:rsid w:val="00C75D00"/>
    <w:rsid w:val="00C763EB"/>
    <w:rsid w:val="00C772E2"/>
    <w:rsid w:val="00C77C3B"/>
    <w:rsid w:val="00C77DF1"/>
    <w:rsid w:val="00C80EDB"/>
    <w:rsid w:val="00C80FC8"/>
    <w:rsid w:val="00C8100A"/>
    <w:rsid w:val="00C81013"/>
    <w:rsid w:val="00C81049"/>
    <w:rsid w:val="00C8116B"/>
    <w:rsid w:val="00C819B7"/>
    <w:rsid w:val="00C81D33"/>
    <w:rsid w:val="00C81FE7"/>
    <w:rsid w:val="00C8341D"/>
    <w:rsid w:val="00C8372B"/>
    <w:rsid w:val="00C83989"/>
    <w:rsid w:val="00C840FE"/>
    <w:rsid w:val="00C841C2"/>
    <w:rsid w:val="00C84412"/>
    <w:rsid w:val="00C8449F"/>
    <w:rsid w:val="00C8467B"/>
    <w:rsid w:val="00C84930"/>
    <w:rsid w:val="00C84AB9"/>
    <w:rsid w:val="00C85021"/>
    <w:rsid w:val="00C85113"/>
    <w:rsid w:val="00C85E65"/>
    <w:rsid w:val="00C85EE3"/>
    <w:rsid w:val="00C86257"/>
    <w:rsid w:val="00C86607"/>
    <w:rsid w:val="00C86BD7"/>
    <w:rsid w:val="00C86E5A"/>
    <w:rsid w:val="00C87012"/>
    <w:rsid w:val="00C870C8"/>
    <w:rsid w:val="00C874A4"/>
    <w:rsid w:val="00C8769D"/>
    <w:rsid w:val="00C87B5B"/>
    <w:rsid w:val="00C91170"/>
    <w:rsid w:val="00C91440"/>
    <w:rsid w:val="00C916B6"/>
    <w:rsid w:val="00C916DE"/>
    <w:rsid w:val="00C9179A"/>
    <w:rsid w:val="00C917B0"/>
    <w:rsid w:val="00C922CD"/>
    <w:rsid w:val="00C92380"/>
    <w:rsid w:val="00C92571"/>
    <w:rsid w:val="00C928F8"/>
    <w:rsid w:val="00C9319D"/>
    <w:rsid w:val="00C93256"/>
    <w:rsid w:val="00C933D4"/>
    <w:rsid w:val="00C93409"/>
    <w:rsid w:val="00C938A9"/>
    <w:rsid w:val="00C93DEF"/>
    <w:rsid w:val="00C9417C"/>
    <w:rsid w:val="00C94272"/>
    <w:rsid w:val="00C944D8"/>
    <w:rsid w:val="00C94759"/>
    <w:rsid w:val="00C94CDD"/>
    <w:rsid w:val="00C94D0D"/>
    <w:rsid w:val="00C94DB5"/>
    <w:rsid w:val="00C94F58"/>
    <w:rsid w:val="00C9550A"/>
    <w:rsid w:val="00C95B59"/>
    <w:rsid w:val="00C96262"/>
    <w:rsid w:val="00C96AAF"/>
    <w:rsid w:val="00C96C60"/>
    <w:rsid w:val="00C96D08"/>
    <w:rsid w:val="00C96E7C"/>
    <w:rsid w:val="00C973AD"/>
    <w:rsid w:val="00C97493"/>
    <w:rsid w:val="00C9760A"/>
    <w:rsid w:val="00C97857"/>
    <w:rsid w:val="00C97941"/>
    <w:rsid w:val="00C97A02"/>
    <w:rsid w:val="00C97C98"/>
    <w:rsid w:val="00CA02C5"/>
    <w:rsid w:val="00CA02DC"/>
    <w:rsid w:val="00CA0336"/>
    <w:rsid w:val="00CA0A60"/>
    <w:rsid w:val="00CA0C40"/>
    <w:rsid w:val="00CA0F06"/>
    <w:rsid w:val="00CA12BC"/>
    <w:rsid w:val="00CA1E22"/>
    <w:rsid w:val="00CA239D"/>
    <w:rsid w:val="00CA2DFA"/>
    <w:rsid w:val="00CA31E5"/>
    <w:rsid w:val="00CA34EA"/>
    <w:rsid w:val="00CA3514"/>
    <w:rsid w:val="00CA3765"/>
    <w:rsid w:val="00CA3975"/>
    <w:rsid w:val="00CA3CF6"/>
    <w:rsid w:val="00CA3EAC"/>
    <w:rsid w:val="00CA4022"/>
    <w:rsid w:val="00CA4A13"/>
    <w:rsid w:val="00CA4B2B"/>
    <w:rsid w:val="00CA4E7D"/>
    <w:rsid w:val="00CA5233"/>
    <w:rsid w:val="00CA531E"/>
    <w:rsid w:val="00CA5FAC"/>
    <w:rsid w:val="00CA62C3"/>
    <w:rsid w:val="00CA6CDA"/>
    <w:rsid w:val="00CA6D4F"/>
    <w:rsid w:val="00CA7A54"/>
    <w:rsid w:val="00CA7C6F"/>
    <w:rsid w:val="00CA7C7E"/>
    <w:rsid w:val="00CA7EEA"/>
    <w:rsid w:val="00CB0477"/>
    <w:rsid w:val="00CB0C61"/>
    <w:rsid w:val="00CB0FD2"/>
    <w:rsid w:val="00CB1413"/>
    <w:rsid w:val="00CB1CEA"/>
    <w:rsid w:val="00CB314E"/>
    <w:rsid w:val="00CB31FE"/>
    <w:rsid w:val="00CB387E"/>
    <w:rsid w:val="00CB3DB4"/>
    <w:rsid w:val="00CB3E50"/>
    <w:rsid w:val="00CB4036"/>
    <w:rsid w:val="00CB4899"/>
    <w:rsid w:val="00CB4BD6"/>
    <w:rsid w:val="00CB4BF9"/>
    <w:rsid w:val="00CB4CFB"/>
    <w:rsid w:val="00CB5269"/>
    <w:rsid w:val="00CB5874"/>
    <w:rsid w:val="00CB634D"/>
    <w:rsid w:val="00CB685F"/>
    <w:rsid w:val="00CB6C52"/>
    <w:rsid w:val="00CB6EFA"/>
    <w:rsid w:val="00CB7639"/>
    <w:rsid w:val="00CB78C5"/>
    <w:rsid w:val="00CB7CE6"/>
    <w:rsid w:val="00CB7DE4"/>
    <w:rsid w:val="00CC0075"/>
    <w:rsid w:val="00CC021C"/>
    <w:rsid w:val="00CC0CA7"/>
    <w:rsid w:val="00CC0F7E"/>
    <w:rsid w:val="00CC0F99"/>
    <w:rsid w:val="00CC11F3"/>
    <w:rsid w:val="00CC132B"/>
    <w:rsid w:val="00CC1337"/>
    <w:rsid w:val="00CC136B"/>
    <w:rsid w:val="00CC18CA"/>
    <w:rsid w:val="00CC1BE4"/>
    <w:rsid w:val="00CC1F76"/>
    <w:rsid w:val="00CC2020"/>
    <w:rsid w:val="00CC22D6"/>
    <w:rsid w:val="00CC2449"/>
    <w:rsid w:val="00CC272B"/>
    <w:rsid w:val="00CC2B53"/>
    <w:rsid w:val="00CC2DEF"/>
    <w:rsid w:val="00CC2E24"/>
    <w:rsid w:val="00CC2EA3"/>
    <w:rsid w:val="00CC33B6"/>
    <w:rsid w:val="00CC343A"/>
    <w:rsid w:val="00CC3ADE"/>
    <w:rsid w:val="00CC3B94"/>
    <w:rsid w:val="00CC3EE4"/>
    <w:rsid w:val="00CC4C3D"/>
    <w:rsid w:val="00CC4C47"/>
    <w:rsid w:val="00CC4E16"/>
    <w:rsid w:val="00CC522C"/>
    <w:rsid w:val="00CC586F"/>
    <w:rsid w:val="00CC5E9A"/>
    <w:rsid w:val="00CC61CB"/>
    <w:rsid w:val="00CC63C5"/>
    <w:rsid w:val="00CC7614"/>
    <w:rsid w:val="00CC7A4F"/>
    <w:rsid w:val="00CC7A85"/>
    <w:rsid w:val="00CC7C26"/>
    <w:rsid w:val="00CC7DE6"/>
    <w:rsid w:val="00CC7E81"/>
    <w:rsid w:val="00CD0026"/>
    <w:rsid w:val="00CD0076"/>
    <w:rsid w:val="00CD0D9C"/>
    <w:rsid w:val="00CD121D"/>
    <w:rsid w:val="00CD140B"/>
    <w:rsid w:val="00CD154D"/>
    <w:rsid w:val="00CD250A"/>
    <w:rsid w:val="00CD26A0"/>
    <w:rsid w:val="00CD293F"/>
    <w:rsid w:val="00CD297E"/>
    <w:rsid w:val="00CD2A7D"/>
    <w:rsid w:val="00CD2D9A"/>
    <w:rsid w:val="00CD3562"/>
    <w:rsid w:val="00CD35BB"/>
    <w:rsid w:val="00CD384A"/>
    <w:rsid w:val="00CD3B22"/>
    <w:rsid w:val="00CD3CEF"/>
    <w:rsid w:val="00CD423C"/>
    <w:rsid w:val="00CD4819"/>
    <w:rsid w:val="00CD4923"/>
    <w:rsid w:val="00CD4AA0"/>
    <w:rsid w:val="00CD4F74"/>
    <w:rsid w:val="00CD50F6"/>
    <w:rsid w:val="00CD5629"/>
    <w:rsid w:val="00CD58BB"/>
    <w:rsid w:val="00CD5B62"/>
    <w:rsid w:val="00CD5CAD"/>
    <w:rsid w:val="00CD62E0"/>
    <w:rsid w:val="00CD6895"/>
    <w:rsid w:val="00CD6D98"/>
    <w:rsid w:val="00CD6F9E"/>
    <w:rsid w:val="00CD7292"/>
    <w:rsid w:val="00CD775D"/>
    <w:rsid w:val="00CD77C7"/>
    <w:rsid w:val="00CD791F"/>
    <w:rsid w:val="00CD79E8"/>
    <w:rsid w:val="00CD7B00"/>
    <w:rsid w:val="00CD7C20"/>
    <w:rsid w:val="00CE05AA"/>
    <w:rsid w:val="00CE09AB"/>
    <w:rsid w:val="00CE0BD5"/>
    <w:rsid w:val="00CE0C9E"/>
    <w:rsid w:val="00CE120D"/>
    <w:rsid w:val="00CE1493"/>
    <w:rsid w:val="00CE1592"/>
    <w:rsid w:val="00CE1763"/>
    <w:rsid w:val="00CE1F8F"/>
    <w:rsid w:val="00CE2941"/>
    <w:rsid w:val="00CE298B"/>
    <w:rsid w:val="00CE2AE4"/>
    <w:rsid w:val="00CE2E0C"/>
    <w:rsid w:val="00CE3068"/>
    <w:rsid w:val="00CE3C41"/>
    <w:rsid w:val="00CE43BB"/>
    <w:rsid w:val="00CE49D1"/>
    <w:rsid w:val="00CE5547"/>
    <w:rsid w:val="00CE5586"/>
    <w:rsid w:val="00CE562B"/>
    <w:rsid w:val="00CE6D61"/>
    <w:rsid w:val="00CE757D"/>
    <w:rsid w:val="00CE7679"/>
    <w:rsid w:val="00CE770F"/>
    <w:rsid w:val="00CE77AC"/>
    <w:rsid w:val="00CF00C4"/>
    <w:rsid w:val="00CF0156"/>
    <w:rsid w:val="00CF05DF"/>
    <w:rsid w:val="00CF0C83"/>
    <w:rsid w:val="00CF0E98"/>
    <w:rsid w:val="00CF0F2E"/>
    <w:rsid w:val="00CF125A"/>
    <w:rsid w:val="00CF2B58"/>
    <w:rsid w:val="00CF3FCB"/>
    <w:rsid w:val="00CF414A"/>
    <w:rsid w:val="00CF46E1"/>
    <w:rsid w:val="00CF4A33"/>
    <w:rsid w:val="00CF4EE0"/>
    <w:rsid w:val="00CF5501"/>
    <w:rsid w:val="00CF575B"/>
    <w:rsid w:val="00CF579F"/>
    <w:rsid w:val="00CF5D37"/>
    <w:rsid w:val="00CF5DA6"/>
    <w:rsid w:val="00CF5E5E"/>
    <w:rsid w:val="00CF78CF"/>
    <w:rsid w:val="00D00A30"/>
    <w:rsid w:val="00D012D1"/>
    <w:rsid w:val="00D01363"/>
    <w:rsid w:val="00D0149B"/>
    <w:rsid w:val="00D0161C"/>
    <w:rsid w:val="00D01702"/>
    <w:rsid w:val="00D01923"/>
    <w:rsid w:val="00D01EFE"/>
    <w:rsid w:val="00D024D6"/>
    <w:rsid w:val="00D02D08"/>
    <w:rsid w:val="00D02F38"/>
    <w:rsid w:val="00D037EC"/>
    <w:rsid w:val="00D03A52"/>
    <w:rsid w:val="00D05978"/>
    <w:rsid w:val="00D05C96"/>
    <w:rsid w:val="00D05D01"/>
    <w:rsid w:val="00D05D2B"/>
    <w:rsid w:val="00D064A7"/>
    <w:rsid w:val="00D06526"/>
    <w:rsid w:val="00D069A2"/>
    <w:rsid w:val="00D06BC7"/>
    <w:rsid w:val="00D06E90"/>
    <w:rsid w:val="00D06F60"/>
    <w:rsid w:val="00D07959"/>
    <w:rsid w:val="00D07C5F"/>
    <w:rsid w:val="00D07CB2"/>
    <w:rsid w:val="00D07F43"/>
    <w:rsid w:val="00D1041C"/>
    <w:rsid w:val="00D105F0"/>
    <w:rsid w:val="00D10B76"/>
    <w:rsid w:val="00D11CB7"/>
    <w:rsid w:val="00D120E0"/>
    <w:rsid w:val="00D12246"/>
    <w:rsid w:val="00D12A0B"/>
    <w:rsid w:val="00D12C47"/>
    <w:rsid w:val="00D12FD8"/>
    <w:rsid w:val="00D13105"/>
    <w:rsid w:val="00D13108"/>
    <w:rsid w:val="00D135BF"/>
    <w:rsid w:val="00D141F0"/>
    <w:rsid w:val="00D145A7"/>
    <w:rsid w:val="00D14863"/>
    <w:rsid w:val="00D1499E"/>
    <w:rsid w:val="00D14C36"/>
    <w:rsid w:val="00D15631"/>
    <w:rsid w:val="00D15AE6"/>
    <w:rsid w:val="00D16012"/>
    <w:rsid w:val="00D161A2"/>
    <w:rsid w:val="00D161B0"/>
    <w:rsid w:val="00D16D70"/>
    <w:rsid w:val="00D1730C"/>
    <w:rsid w:val="00D174B2"/>
    <w:rsid w:val="00D17728"/>
    <w:rsid w:val="00D1772B"/>
    <w:rsid w:val="00D179B9"/>
    <w:rsid w:val="00D17B1A"/>
    <w:rsid w:val="00D17EBD"/>
    <w:rsid w:val="00D20253"/>
    <w:rsid w:val="00D20921"/>
    <w:rsid w:val="00D20960"/>
    <w:rsid w:val="00D209B7"/>
    <w:rsid w:val="00D20FBE"/>
    <w:rsid w:val="00D21312"/>
    <w:rsid w:val="00D213C0"/>
    <w:rsid w:val="00D214A0"/>
    <w:rsid w:val="00D214D8"/>
    <w:rsid w:val="00D21511"/>
    <w:rsid w:val="00D2180E"/>
    <w:rsid w:val="00D218D0"/>
    <w:rsid w:val="00D21C1B"/>
    <w:rsid w:val="00D21E75"/>
    <w:rsid w:val="00D228AF"/>
    <w:rsid w:val="00D22934"/>
    <w:rsid w:val="00D22EBD"/>
    <w:rsid w:val="00D231EC"/>
    <w:rsid w:val="00D233B4"/>
    <w:rsid w:val="00D23CA4"/>
    <w:rsid w:val="00D2411E"/>
    <w:rsid w:val="00D244D2"/>
    <w:rsid w:val="00D24F34"/>
    <w:rsid w:val="00D24FE0"/>
    <w:rsid w:val="00D255E5"/>
    <w:rsid w:val="00D25632"/>
    <w:rsid w:val="00D259F2"/>
    <w:rsid w:val="00D25A0E"/>
    <w:rsid w:val="00D261AF"/>
    <w:rsid w:val="00D2629C"/>
    <w:rsid w:val="00D26BA7"/>
    <w:rsid w:val="00D26E4C"/>
    <w:rsid w:val="00D271F0"/>
    <w:rsid w:val="00D27691"/>
    <w:rsid w:val="00D2770B"/>
    <w:rsid w:val="00D27C48"/>
    <w:rsid w:val="00D27D7F"/>
    <w:rsid w:val="00D30142"/>
    <w:rsid w:val="00D3060B"/>
    <w:rsid w:val="00D30626"/>
    <w:rsid w:val="00D30773"/>
    <w:rsid w:val="00D30C69"/>
    <w:rsid w:val="00D311D0"/>
    <w:rsid w:val="00D3177D"/>
    <w:rsid w:val="00D31C47"/>
    <w:rsid w:val="00D320E4"/>
    <w:rsid w:val="00D32564"/>
    <w:rsid w:val="00D3291F"/>
    <w:rsid w:val="00D32B1A"/>
    <w:rsid w:val="00D32E56"/>
    <w:rsid w:val="00D33B4D"/>
    <w:rsid w:val="00D33D5B"/>
    <w:rsid w:val="00D34462"/>
    <w:rsid w:val="00D34856"/>
    <w:rsid w:val="00D34AED"/>
    <w:rsid w:val="00D357D6"/>
    <w:rsid w:val="00D3593B"/>
    <w:rsid w:val="00D35C7F"/>
    <w:rsid w:val="00D37AAB"/>
    <w:rsid w:val="00D40178"/>
    <w:rsid w:val="00D404A8"/>
    <w:rsid w:val="00D40D00"/>
    <w:rsid w:val="00D41072"/>
    <w:rsid w:val="00D41355"/>
    <w:rsid w:val="00D417A0"/>
    <w:rsid w:val="00D41840"/>
    <w:rsid w:val="00D419FD"/>
    <w:rsid w:val="00D41C22"/>
    <w:rsid w:val="00D41EED"/>
    <w:rsid w:val="00D420D3"/>
    <w:rsid w:val="00D42154"/>
    <w:rsid w:val="00D42436"/>
    <w:rsid w:val="00D4267D"/>
    <w:rsid w:val="00D42EA1"/>
    <w:rsid w:val="00D42FBE"/>
    <w:rsid w:val="00D435A9"/>
    <w:rsid w:val="00D43E04"/>
    <w:rsid w:val="00D43F67"/>
    <w:rsid w:val="00D449A3"/>
    <w:rsid w:val="00D452B9"/>
    <w:rsid w:val="00D4538F"/>
    <w:rsid w:val="00D455CF"/>
    <w:rsid w:val="00D4580C"/>
    <w:rsid w:val="00D4584C"/>
    <w:rsid w:val="00D458B5"/>
    <w:rsid w:val="00D45BD7"/>
    <w:rsid w:val="00D45BF7"/>
    <w:rsid w:val="00D4667D"/>
    <w:rsid w:val="00D46F69"/>
    <w:rsid w:val="00D47644"/>
    <w:rsid w:val="00D47E1B"/>
    <w:rsid w:val="00D50183"/>
    <w:rsid w:val="00D50862"/>
    <w:rsid w:val="00D509A3"/>
    <w:rsid w:val="00D51121"/>
    <w:rsid w:val="00D51348"/>
    <w:rsid w:val="00D519E6"/>
    <w:rsid w:val="00D51A8A"/>
    <w:rsid w:val="00D51C4B"/>
    <w:rsid w:val="00D51D2C"/>
    <w:rsid w:val="00D52415"/>
    <w:rsid w:val="00D526EF"/>
    <w:rsid w:val="00D52D82"/>
    <w:rsid w:val="00D533E7"/>
    <w:rsid w:val="00D53CC8"/>
    <w:rsid w:val="00D53FB9"/>
    <w:rsid w:val="00D54CFC"/>
    <w:rsid w:val="00D55365"/>
    <w:rsid w:val="00D55774"/>
    <w:rsid w:val="00D563D4"/>
    <w:rsid w:val="00D5665F"/>
    <w:rsid w:val="00D56724"/>
    <w:rsid w:val="00D5679B"/>
    <w:rsid w:val="00D56B00"/>
    <w:rsid w:val="00D56B11"/>
    <w:rsid w:val="00D56CE9"/>
    <w:rsid w:val="00D56E5B"/>
    <w:rsid w:val="00D57002"/>
    <w:rsid w:val="00D57496"/>
    <w:rsid w:val="00D57DDA"/>
    <w:rsid w:val="00D57F7C"/>
    <w:rsid w:val="00D604A9"/>
    <w:rsid w:val="00D61501"/>
    <w:rsid w:val="00D616EF"/>
    <w:rsid w:val="00D61A3F"/>
    <w:rsid w:val="00D62099"/>
    <w:rsid w:val="00D624FB"/>
    <w:rsid w:val="00D62555"/>
    <w:rsid w:val="00D62709"/>
    <w:rsid w:val="00D63027"/>
    <w:rsid w:val="00D63061"/>
    <w:rsid w:val="00D632F0"/>
    <w:rsid w:val="00D639D2"/>
    <w:rsid w:val="00D63FD9"/>
    <w:rsid w:val="00D64439"/>
    <w:rsid w:val="00D64565"/>
    <w:rsid w:val="00D64CB5"/>
    <w:rsid w:val="00D64CE0"/>
    <w:rsid w:val="00D651E8"/>
    <w:rsid w:val="00D655D1"/>
    <w:rsid w:val="00D65690"/>
    <w:rsid w:val="00D66C2C"/>
    <w:rsid w:val="00D66CC4"/>
    <w:rsid w:val="00D672B5"/>
    <w:rsid w:val="00D67427"/>
    <w:rsid w:val="00D67F83"/>
    <w:rsid w:val="00D70739"/>
    <w:rsid w:val="00D70841"/>
    <w:rsid w:val="00D70A5F"/>
    <w:rsid w:val="00D70B5E"/>
    <w:rsid w:val="00D70E94"/>
    <w:rsid w:val="00D71770"/>
    <w:rsid w:val="00D718D4"/>
    <w:rsid w:val="00D71929"/>
    <w:rsid w:val="00D71978"/>
    <w:rsid w:val="00D71A95"/>
    <w:rsid w:val="00D71EDC"/>
    <w:rsid w:val="00D72895"/>
    <w:rsid w:val="00D72907"/>
    <w:rsid w:val="00D72CFC"/>
    <w:rsid w:val="00D73084"/>
    <w:rsid w:val="00D74F5B"/>
    <w:rsid w:val="00D74F8B"/>
    <w:rsid w:val="00D75082"/>
    <w:rsid w:val="00D750FC"/>
    <w:rsid w:val="00D75347"/>
    <w:rsid w:val="00D7545F"/>
    <w:rsid w:val="00D75D57"/>
    <w:rsid w:val="00D760E5"/>
    <w:rsid w:val="00D765F6"/>
    <w:rsid w:val="00D76C80"/>
    <w:rsid w:val="00D77A56"/>
    <w:rsid w:val="00D80275"/>
    <w:rsid w:val="00D80ABF"/>
    <w:rsid w:val="00D81474"/>
    <w:rsid w:val="00D816EA"/>
    <w:rsid w:val="00D81ADB"/>
    <w:rsid w:val="00D8205B"/>
    <w:rsid w:val="00D827AE"/>
    <w:rsid w:val="00D828D4"/>
    <w:rsid w:val="00D82924"/>
    <w:rsid w:val="00D82EE7"/>
    <w:rsid w:val="00D83914"/>
    <w:rsid w:val="00D83E04"/>
    <w:rsid w:val="00D847EB"/>
    <w:rsid w:val="00D8484F"/>
    <w:rsid w:val="00D852CE"/>
    <w:rsid w:val="00D85470"/>
    <w:rsid w:val="00D855D4"/>
    <w:rsid w:val="00D85926"/>
    <w:rsid w:val="00D85D17"/>
    <w:rsid w:val="00D85F59"/>
    <w:rsid w:val="00D8694F"/>
    <w:rsid w:val="00D86A0C"/>
    <w:rsid w:val="00D86B7E"/>
    <w:rsid w:val="00D86B80"/>
    <w:rsid w:val="00D86D07"/>
    <w:rsid w:val="00D86ED1"/>
    <w:rsid w:val="00D87215"/>
    <w:rsid w:val="00D878B0"/>
    <w:rsid w:val="00D87EFA"/>
    <w:rsid w:val="00D9036E"/>
    <w:rsid w:val="00D906F6"/>
    <w:rsid w:val="00D9074B"/>
    <w:rsid w:val="00D90D85"/>
    <w:rsid w:val="00D90DAB"/>
    <w:rsid w:val="00D90DD8"/>
    <w:rsid w:val="00D90FC1"/>
    <w:rsid w:val="00D90FE1"/>
    <w:rsid w:val="00D9113B"/>
    <w:rsid w:val="00D920A1"/>
    <w:rsid w:val="00D92257"/>
    <w:rsid w:val="00D923EE"/>
    <w:rsid w:val="00D92424"/>
    <w:rsid w:val="00D924D1"/>
    <w:rsid w:val="00D92509"/>
    <w:rsid w:val="00D9412C"/>
    <w:rsid w:val="00D94446"/>
    <w:rsid w:val="00D946C9"/>
    <w:rsid w:val="00D96718"/>
    <w:rsid w:val="00D96DDC"/>
    <w:rsid w:val="00D97B37"/>
    <w:rsid w:val="00D97C24"/>
    <w:rsid w:val="00D97C82"/>
    <w:rsid w:val="00D97FEC"/>
    <w:rsid w:val="00DA0AF7"/>
    <w:rsid w:val="00DA0E14"/>
    <w:rsid w:val="00DA127A"/>
    <w:rsid w:val="00DA127B"/>
    <w:rsid w:val="00DA19D1"/>
    <w:rsid w:val="00DA20AA"/>
    <w:rsid w:val="00DA22BD"/>
    <w:rsid w:val="00DA24B4"/>
    <w:rsid w:val="00DA2B01"/>
    <w:rsid w:val="00DA3248"/>
    <w:rsid w:val="00DA34E4"/>
    <w:rsid w:val="00DA34FE"/>
    <w:rsid w:val="00DA355B"/>
    <w:rsid w:val="00DA3623"/>
    <w:rsid w:val="00DA3873"/>
    <w:rsid w:val="00DA4141"/>
    <w:rsid w:val="00DA428E"/>
    <w:rsid w:val="00DA4718"/>
    <w:rsid w:val="00DA4B86"/>
    <w:rsid w:val="00DA53DC"/>
    <w:rsid w:val="00DA5520"/>
    <w:rsid w:val="00DA5CE9"/>
    <w:rsid w:val="00DA65E0"/>
    <w:rsid w:val="00DA66DC"/>
    <w:rsid w:val="00DA67D8"/>
    <w:rsid w:val="00DA6884"/>
    <w:rsid w:val="00DA7092"/>
    <w:rsid w:val="00DA7173"/>
    <w:rsid w:val="00DA71DC"/>
    <w:rsid w:val="00DA7D7E"/>
    <w:rsid w:val="00DA7EAA"/>
    <w:rsid w:val="00DA7F9A"/>
    <w:rsid w:val="00DB031E"/>
    <w:rsid w:val="00DB0698"/>
    <w:rsid w:val="00DB08EA"/>
    <w:rsid w:val="00DB0F9C"/>
    <w:rsid w:val="00DB11AC"/>
    <w:rsid w:val="00DB11BC"/>
    <w:rsid w:val="00DB151B"/>
    <w:rsid w:val="00DB1523"/>
    <w:rsid w:val="00DB1AB7"/>
    <w:rsid w:val="00DB224B"/>
    <w:rsid w:val="00DB22EF"/>
    <w:rsid w:val="00DB2CD1"/>
    <w:rsid w:val="00DB2FF7"/>
    <w:rsid w:val="00DB3741"/>
    <w:rsid w:val="00DB3A6C"/>
    <w:rsid w:val="00DB3D19"/>
    <w:rsid w:val="00DB4684"/>
    <w:rsid w:val="00DB4B47"/>
    <w:rsid w:val="00DB4D72"/>
    <w:rsid w:val="00DB5287"/>
    <w:rsid w:val="00DB558B"/>
    <w:rsid w:val="00DB55E2"/>
    <w:rsid w:val="00DB5BA6"/>
    <w:rsid w:val="00DB6806"/>
    <w:rsid w:val="00DB720A"/>
    <w:rsid w:val="00DB74C4"/>
    <w:rsid w:val="00DB7664"/>
    <w:rsid w:val="00DB7858"/>
    <w:rsid w:val="00DC07DF"/>
    <w:rsid w:val="00DC0B6A"/>
    <w:rsid w:val="00DC142B"/>
    <w:rsid w:val="00DC1986"/>
    <w:rsid w:val="00DC1AD7"/>
    <w:rsid w:val="00DC1B54"/>
    <w:rsid w:val="00DC1C29"/>
    <w:rsid w:val="00DC258D"/>
    <w:rsid w:val="00DC286F"/>
    <w:rsid w:val="00DC2DB6"/>
    <w:rsid w:val="00DC3570"/>
    <w:rsid w:val="00DC35B5"/>
    <w:rsid w:val="00DC3665"/>
    <w:rsid w:val="00DC3C3B"/>
    <w:rsid w:val="00DC3F88"/>
    <w:rsid w:val="00DC3F92"/>
    <w:rsid w:val="00DC41FC"/>
    <w:rsid w:val="00DC464E"/>
    <w:rsid w:val="00DC484D"/>
    <w:rsid w:val="00DC5A96"/>
    <w:rsid w:val="00DC5D98"/>
    <w:rsid w:val="00DC6054"/>
    <w:rsid w:val="00DC63E0"/>
    <w:rsid w:val="00DC683C"/>
    <w:rsid w:val="00DC69BD"/>
    <w:rsid w:val="00DC6B32"/>
    <w:rsid w:val="00DC6BE1"/>
    <w:rsid w:val="00DC6C8F"/>
    <w:rsid w:val="00DC6E13"/>
    <w:rsid w:val="00DC731F"/>
    <w:rsid w:val="00DC7374"/>
    <w:rsid w:val="00DC75FC"/>
    <w:rsid w:val="00DC76A9"/>
    <w:rsid w:val="00DD06AE"/>
    <w:rsid w:val="00DD0895"/>
    <w:rsid w:val="00DD0AD3"/>
    <w:rsid w:val="00DD0F22"/>
    <w:rsid w:val="00DD1AA1"/>
    <w:rsid w:val="00DD1BAC"/>
    <w:rsid w:val="00DD1FDC"/>
    <w:rsid w:val="00DD220B"/>
    <w:rsid w:val="00DD26B3"/>
    <w:rsid w:val="00DD2C0F"/>
    <w:rsid w:val="00DD2FDA"/>
    <w:rsid w:val="00DD3415"/>
    <w:rsid w:val="00DD3687"/>
    <w:rsid w:val="00DD377E"/>
    <w:rsid w:val="00DD3929"/>
    <w:rsid w:val="00DD3FB6"/>
    <w:rsid w:val="00DD4980"/>
    <w:rsid w:val="00DD4C41"/>
    <w:rsid w:val="00DD4E5F"/>
    <w:rsid w:val="00DD4E8C"/>
    <w:rsid w:val="00DD4F84"/>
    <w:rsid w:val="00DD5147"/>
    <w:rsid w:val="00DD5B2D"/>
    <w:rsid w:val="00DD6F3D"/>
    <w:rsid w:val="00DD7C0D"/>
    <w:rsid w:val="00DE090B"/>
    <w:rsid w:val="00DE094C"/>
    <w:rsid w:val="00DE1452"/>
    <w:rsid w:val="00DE190C"/>
    <w:rsid w:val="00DE1946"/>
    <w:rsid w:val="00DE2883"/>
    <w:rsid w:val="00DE2D4C"/>
    <w:rsid w:val="00DE2E50"/>
    <w:rsid w:val="00DE32DA"/>
    <w:rsid w:val="00DE3823"/>
    <w:rsid w:val="00DE3AFB"/>
    <w:rsid w:val="00DE3C36"/>
    <w:rsid w:val="00DE43C1"/>
    <w:rsid w:val="00DE512D"/>
    <w:rsid w:val="00DE559B"/>
    <w:rsid w:val="00DE5615"/>
    <w:rsid w:val="00DE5BC7"/>
    <w:rsid w:val="00DE5F60"/>
    <w:rsid w:val="00DE6C17"/>
    <w:rsid w:val="00DE6FB2"/>
    <w:rsid w:val="00DE71D8"/>
    <w:rsid w:val="00DE71EB"/>
    <w:rsid w:val="00DE724D"/>
    <w:rsid w:val="00DE72A5"/>
    <w:rsid w:val="00DE7388"/>
    <w:rsid w:val="00DE750E"/>
    <w:rsid w:val="00DE7CBD"/>
    <w:rsid w:val="00DE7F5E"/>
    <w:rsid w:val="00DF00E2"/>
    <w:rsid w:val="00DF0907"/>
    <w:rsid w:val="00DF095E"/>
    <w:rsid w:val="00DF0B84"/>
    <w:rsid w:val="00DF0C23"/>
    <w:rsid w:val="00DF0DBA"/>
    <w:rsid w:val="00DF0F68"/>
    <w:rsid w:val="00DF11C9"/>
    <w:rsid w:val="00DF18B5"/>
    <w:rsid w:val="00DF1C14"/>
    <w:rsid w:val="00DF2319"/>
    <w:rsid w:val="00DF2420"/>
    <w:rsid w:val="00DF29BD"/>
    <w:rsid w:val="00DF2A49"/>
    <w:rsid w:val="00DF2C5E"/>
    <w:rsid w:val="00DF2D24"/>
    <w:rsid w:val="00DF2E81"/>
    <w:rsid w:val="00DF3578"/>
    <w:rsid w:val="00DF36BA"/>
    <w:rsid w:val="00DF3AB0"/>
    <w:rsid w:val="00DF3B18"/>
    <w:rsid w:val="00DF3B53"/>
    <w:rsid w:val="00DF3DDC"/>
    <w:rsid w:val="00DF3E58"/>
    <w:rsid w:val="00DF53F7"/>
    <w:rsid w:val="00DF5D12"/>
    <w:rsid w:val="00DF5DE3"/>
    <w:rsid w:val="00DF62C7"/>
    <w:rsid w:val="00DF660D"/>
    <w:rsid w:val="00DF6C74"/>
    <w:rsid w:val="00DF6D83"/>
    <w:rsid w:val="00DF6EC1"/>
    <w:rsid w:val="00DF77D3"/>
    <w:rsid w:val="00E0010A"/>
    <w:rsid w:val="00E001E5"/>
    <w:rsid w:val="00E01507"/>
    <w:rsid w:val="00E01A98"/>
    <w:rsid w:val="00E01BF6"/>
    <w:rsid w:val="00E020C7"/>
    <w:rsid w:val="00E02162"/>
    <w:rsid w:val="00E02662"/>
    <w:rsid w:val="00E02680"/>
    <w:rsid w:val="00E02DAC"/>
    <w:rsid w:val="00E031FC"/>
    <w:rsid w:val="00E04398"/>
    <w:rsid w:val="00E04466"/>
    <w:rsid w:val="00E05F03"/>
    <w:rsid w:val="00E063FD"/>
    <w:rsid w:val="00E06951"/>
    <w:rsid w:val="00E069E9"/>
    <w:rsid w:val="00E06AAE"/>
    <w:rsid w:val="00E06E88"/>
    <w:rsid w:val="00E06FCC"/>
    <w:rsid w:val="00E077BF"/>
    <w:rsid w:val="00E07CFD"/>
    <w:rsid w:val="00E10129"/>
    <w:rsid w:val="00E101CA"/>
    <w:rsid w:val="00E10CDB"/>
    <w:rsid w:val="00E10FDB"/>
    <w:rsid w:val="00E10FF9"/>
    <w:rsid w:val="00E11F79"/>
    <w:rsid w:val="00E121CA"/>
    <w:rsid w:val="00E12536"/>
    <w:rsid w:val="00E130C6"/>
    <w:rsid w:val="00E13398"/>
    <w:rsid w:val="00E1364F"/>
    <w:rsid w:val="00E140A0"/>
    <w:rsid w:val="00E140CE"/>
    <w:rsid w:val="00E145B8"/>
    <w:rsid w:val="00E14D39"/>
    <w:rsid w:val="00E15046"/>
    <w:rsid w:val="00E15193"/>
    <w:rsid w:val="00E1538A"/>
    <w:rsid w:val="00E15455"/>
    <w:rsid w:val="00E155F2"/>
    <w:rsid w:val="00E16104"/>
    <w:rsid w:val="00E16161"/>
    <w:rsid w:val="00E163BB"/>
    <w:rsid w:val="00E1646A"/>
    <w:rsid w:val="00E16ACC"/>
    <w:rsid w:val="00E16C75"/>
    <w:rsid w:val="00E16D06"/>
    <w:rsid w:val="00E1708F"/>
    <w:rsid w:val="00E17406"/>
    <w:rsid w:val="00E175A6"/>
    <w:rsid w:val="00E17827"/>
    <w:rsid w:val="00E17969"/>
    <w:rsid w:val="00E17A2F"/>
    <w:rsid w:val="00E201AC"/>
    <w:rsid w:val="00E2060E"/>
    <w:rsid w:val="00E20817"/>
    <w:rsid w:val="00E20A52"/>
    <w:rsid w:val="00E20B1A"/>
    <w:rsid w:val="00E20C82"/>
    <w:rsid w:val="00E20F8F"/>
    <w:rsid w:val="00E214D8"/>
    <w:rsid w:val="00E2198E"/>
    <w:rsid w:val="00E219DC"/>
    <w:rsid w:val="00E21EDD"/>
    <w:rsid w:val="00E21F86"/>
    <w:rsid w:val="00E21FA4"/>
    <w:rsid w:val="00E23199"/>
    <w:rsid w:val="00E231B2"/>
    <w:rsid w:val="00E23339"/>
    <w:rsid w:val="00E23576"/>
    <w:rsid w:val="00E237CC"/>
    <w:rsid w:val="00E23B8B"/>
    <w:rsid w:val="00E24574"/>
    <w:rsid w:val="00E24710"/>
    <w:rsid w:val="00E24A98"/>
    <w:rsid w:val="00E24C6D"/>
    <w:rsid w:val="00E24E77"/>
    <w:rsid w:val="00E252EF"/>
    <w:rsid w:val="00E25F6F"/>
    <w:rsid w:val="00E26353"/>
    <w:rsid w:val="00E26388"/>
    <w:rsid w:val="00E26427"/>
    <w:rsid w:val="00E2648F"/>
    <w:rsid w:val="00E26EB6"/>
    <w:rsid w:val="00E27CBC"/>
    <w:rsid w:val="00E27CEE"/>
    <w:rsid w:val="00E27E7D"/>
    <w:rsid w:val="00E30026"/>
    <w:rsid w:val="00E3009E"/>
    <w:rsid w:val="00E300D6"/>
    <w:rsid w:val="00E3084C"/>
    <w:rsid w:val="00E30BA6"/>
    <w:rsid w:val="00E30F04"/>
    <w:rsid w:val="00E3137D"/>
    <w:rsid w:val="00E3153B"/>
    <w:rsid w:val="00E32571"/>
    <w:rsid w:val="00E3298C"/>
    <w:rsid w:val="00E3337F"/>
    <w:rsid w:val="00E3349E"/>
    <w:rsid w:val="00E33BA2"/>
    <w:rsid w:val="00E343E0"/>
    <w:rsid w:val="00E345EB"/>
    <w:rsid w:val="00E34830"/>
    <w:rsid w:val="00E3483C"/>
    <w:rsid w:val="00E34D38"/>
    <w:rsid w:val="00E34F71"/>
    <w:rsid w:val="00E350B9"/>
    <w:rsid w:val="00E359E3"/>
    <w:rsid w:val="00E35EF3"/>
    <w:rsid w:val="00E363A9"/>
    <w:rsid w:val="00E3641D"/>
    <w:rsid w:val="00E36BD0"/>
    <w:rsid w:val="00E36C6D"/>
    <w:rsid w:val="00E36E4E"/>
    <w:rsid w:val="00E37317"/>
    <w:rsid w:val="00E373AE"/>
    <w:rsid w:val="00E373C7"/>
    <w:rsid w:val="00E37605"/>
    <w:rsid w:val="00E37B1A"/>
    <w:rsid w:val="00E400B3"/>
    <w:rsid w:val="00E403E6"/>
    <w:rsid w:val="00E4075A"/>
    <w:rsid w:val="00E40D6E"/>
    <w:rsid w:val="00E415DB"/>
    <w:rsid w:val="00E41727"/>
    <w:rsid w:val="00E41934"/>
    <w:rsid w:val="00E419D5"/>
    <w:rsid w:val="00E41A9F"/>
    <w:rsid w:val="00E41D15"/>
    <w:rsid w:val="00E41E54"/>
    <w:rsid w:val="00E4237A"/>
    <w:rsid w:val="00E427D7"/>
    <w:rsid w:val="00E4386A"/>
    <w:rsid w:val="00E43F51"/>
    <w:rsid w:val="00E44BB4"/>
    <w:rsid w:val="00E44BC4"/>
    <w:rsid w:val="00E44E1F"/>
    <w:rsid w:val="00E45A62"/>
    <w:rsid w:val="00E45A89"/>
    <w:rsid w:val="00E45F08"/>
    <w:rsid w:val="00E46297"/>
    <w:rsid w:val="00E464B8"/>
    <w:rsid w:val="00E47190"/>
    <w:rsid w:val="00E477DD"/>
    <w:rsid w:val="00E47D6E"/>
    <w:rsid w:val="00E50266"/>
    <w:rsid w:val="00E506DE"/>
    <w:rsid w:val="00E50773"/>
    <w:rsid w:val="00E50FB2"/>
    <w:rsid w:val="00E51020"/>
    <w:rsid w:val="00E5135B"/>
    <w:rsid w:val="00E51FFA"/>
    <w:rsid w:val="00E5226A"/>
    <w:rsid w:val="00E532C4"/>
    <w:rsid w:val="00E536C9"/>
    <w:rsid w:val="00E53B5C"/>
    <w:rsid w:val="00E53F68"/>
    <w:rsid w:val="00E541F1"/>
    <w:rsid w:val="00E54B7B"/>
    <w:rsid w:val="00E54D27"/>
    <w:rsid w:val="00E54EA0"/>
    <w:rsid w:val="00E54F1D"/>
    <w:rsid w:val="00E5508C"/>
    <w:rsid w:val="00E55475"/>
    <w:rsid w:val="00E556F1"/>
    <w:rsid w:val="00E5573B"/>
    <w:rsid w:val="00E55B3E"/>
    <w:rsid w:val="00E56804"/>
    <w:rsid w:val="00E5776E"/>
    <w:rsid w:val="00E57825"/>
    <w:rsid w:val="00E60473"/>
    <w:rsid w:val="00E6052E"/>
    <w:rsid w:val="00E60650"/>
    <w:rsid w:val="00E60C5F"/>
    <w:rsid w:val="00E60EDA"/>
    <w:rsid w:val="00E61001"/>
    <w:rsid w:val="00E6128C"/>
    <w:rsid w:val="00E616A5"/>
    <w:rsid w:val="00E61AFC"/>
    <w:rsid w:val="00E622C7"/>
    <w:rsid w:val="00E6243C"/>
    <w:rsid w:val="00E62ABD"/>
    <w:rsid w:val="00E62F0D"/>
    <w:rsid w:val="00E634D7"/>
    <w:rsid w:val="00E644A6"/>
    <w:rsid w:val="00E646AE"/>
    <w:rsid w:val="00E64A61"/>
    <w:rsid w:val="00E65002"/>
    <w:rsid w:val="00E65816"/>
    <w:rsid w:val="00E65855"/>
    <w:rsid w:val="00E65FF9"/>
    <w:rsid w:val="00E662AB"/>
    <w:rsid w:val="00E66438"/>
    <w:rsid w:val="00E66821"/>
    <w:rsid w:val="00E66C75"/>
    <w:rsid w:val="00E67189"/>
    <w:rsid w:val="00E67258"/>
    <w:rsid w:val="00E67731"/>
    <w:rsid w:val="00E701B5"/>
    <w:rsid w:val="00E70485"/>
    <w:rsid w:val="00E70E45"/>
    <w:rsid w:val="00E71608"/>
    <w:rsid w:val="00E71742"/>
    <w:rsid w:val="00E71973"/>
    <w:rsid w:val="00E71FA9"/>
    <w:rsid w:val="00E72309"/>
    <w:rsid w:val="00E72317"/>
    <w:rsid w:val="00E72E87"/>
    <w:rsid w:val="00E7368E"/>
    <w:rsid w:val="00E73D76"/>
    <w:rsid w:val="00E7442B"/>
    <w:rsid w:val="00E747AD"/>
    <w:rsid w:val="00E7521B"/>
    <w:rsid w:val="00E753CC"/>
    <w:rsid w:val="00E756D8"/>
    <w:rsid w:val="00E758DC"/>
    <w:rsid w:val="00E75C31"/>
    <w:rsid w:val="00E75EB6"/>
    <w:rsid w:val="00E7690D"/>
    <w:rsid w:val="00E7693D"/>
    <w:rsid w:val="00E7706C"/>
    <w:rsid w:val="00E7775B"/>
    <w:rsid w:val="00E77BE1"/>
    <w:rsid w:val="00E77DA1"/>
    <w:rsid w:val="00E77E62"/>
    <w:rsid w:val="00E77F3F"/>
    <w:rsid w:val="00E77F6D"/>
    <w:rsid w:val="00E80117"/>
    <w:rsid w:val="00E80DCF"/>
    <w:rsid w:val="00E8103E"/>
    <w:rsid w:val="00E81130"/>
    <w:rsid w:val="00E813EC"/>
    <w:rsid w:val="00E81502"/>
    <w:rsid w:val="00E81857"/>
    <w:rsid w:val="00E81A11"/>
    <w:rsid w:val="00E81AAB"/>
    <w:rsid w:val="00E81FC9"/>
    <w:rsid w:val="00E82290"/>
    <w:rsid w:val="00E82385"/>
    <w:rsid w:val="00E82477"/>
    <w:rsid w:val="00E827A9"/>
    <w:rsid w:val="00E82AF1"/>
    <w:rsid w:val="00E8330C"/>
    <w:rsid w:val="00E8361B"/>
    <w:rsid w:val="00E837AC"/>
    <w:rsid w:val="00E837BE"/>
    <w:rsid w:val="00E83AE5"/>
    <w:rsid w:val="00E83AEF"/>
    <w:rsid w:val="00E83B63"/>
    <w:rsid w:val="00E83BF8"/>
    <w:rsid w:val="00E83C4E"/>
    <w:rsid w:val="00E83E14"/>
    <w:rsid w:val="00E83FF0"/>
    <w:rsid w:val="00E84B4E"/>
    <w:rsid w:val="00E84D50"/>
    <w:rsid w:val="00E84DB8"/>
    <w:rsid w:val="00E850E5"/>
    <w:rsid w:val="00E856FB"/>
    <w:rsid w:val="00E85821"/>
    <w:rsid w:val="00E85BED"/>
    <w:rsid w:val="00E85C03"/>
    <w:rsid w:val="00E85C30"/>
    <w:rsid w:val="00E864BC"/>
    <w:rsid w:val="00E867BE"/>
    <w:rsid w:val="00E868BE"/>
    <w:rsid w:val="00E86A12"/>
    <w:rsid w:val="00E86AA5"/>
    <w:rsid w:val="00E86F55"/>
    <w:rsid w:val="00E875CF"/>
    <w:rsid w:val="00E87C20"/>
    <w:rsid w:val="00E87F10"/>
    <w:rsid w:val="00E9042A"/>
    <w:rsid w:val="00E90456"/>
    <w:rsid w:val="00E904A0"/>
    <w:rsid w:val="00E909CD"/>
    <w:rsid w:val="00E90D99"/>
    <w:rsid w:val="00E92718"/>
    <w:rsid w:val="00E9297E"/>
    <w:rsid w:val="00E92AD7"/>
    <w:rsid w:val="00E92C5F"/>
    <w:rsid w:val="00E93BBB"/>
    <w:rsid w:val="00E94361"/>
    <w:rsid w:val="00E943BF"/>
    <w:rsid w:val="00E9448D"/>
    <w:rsid w:val="00E94646"/>
    <w:rsid w:val="00E94980"/>
    <w:rsid w:val="00E94B73"/>
    <w:rsid w:val="00E94CB7"/>
    <w:rsid w:val="00E94DE4"/>
    <w:rsid w:val="00E94DF0"/>
    <w:rsid w:val="00E95016"/>
    <w:rsid w:val="00E95363"/>
    <w:rsid w:val="00E956C3"/>
    <w:rsid w:val="00E95882"/>
    <w:rsid w:val="00E95A71"/>
    <w:rsid w:val="00E961F5"/>
    <w:rsid w:val="00E9653B"/>
    <w:rsid w:val="00E969F4"/>
    <w:rsid w:val="00E96B9B"/>
    <w:rsid w:val="00E96D47"/>
    <w:rsid w:val="00E97BCA"/>
    <w:rsid w:val="00E97D71"/>
    <w:rsid w:val="00E97DDF"/>
    <w:rsid w:val="00E97F3F"/>
    <w:rsid w:val="00EA0110"/>
    <w:rsid w:val="00EA0298"/>
    <w:rsid w:val="00EA08E4"/>
    <w:rsid w:val="00EA0BFF"/>
    <w:rsid w:val="00EA15AF"/>
    <w:rsid w:val="00EA1894"/>
    <w:rsid w:val="00EA1D00"/>
    <w:rsid w:val="00EA1ED0"/>
    <w:rsid w:val="00EA1ED5"/>
    <w:rsid w:val="00EA255D"/>
    <w:rsid w:val="00EA27C7"/>
    <w:rsid w:val="00EA2EC8"/>
    <w:rsid w:val="00EA348F"/>
    <w:rsid w:val="00EA352F"/>
    <w:rsid w:val="00EA370C"/>
    <w:rsid w:val="00EA3E07"/>
    <w:rsid w:val="00EA42B0"/>
    <w:rsid w:val="00EA449F"/>
    <w:rsid w:val="00EA46EC"/>
    <w:rsid w:val="00EA476A"/>
    <w:rsid w:val="00EA47E8"/>
    <w:rsid w:val="00EA54CC"/>
    <w:rsid w:val="00EA5AE6"/>
    <w:rsid w:val="00EA5FD2"/>
    <w:rsid w:val="00EA6223"/>
    <w:rsid w:val="00EA6259"/>
    <w:rsid w:val="00EA6428"/>
    <w:rsid w:val="00EA6477"/>
    <w:rsid w:val="00EA67C9"/>
    <w:rsid w:val="00EA6875"/>
    <w:rsid w:val="00EA6CD2"/>
    <w:rsid w:val="00EA6DD5"/>
    <w:rsid w:val="00EA70CB"/>
    <w:rsid w:val="00EA73A6"/>
    <w:rsid w:val="00EA745A"/>
    <w:rsid w:val="00EA7A3F"/>
    <w:rsid w:val="00EB02AA"/>
    <w:rsid w:val="00EB04C3"/>
    <w:rsid w:val="00EB0DB1"/>
    <w:rsid w:val="00EB0FFF"/>
    <w:rsid w:val="00EB1335"/>
    <w:rsid w:val="00EB139A"/>
    <w:rsid w:val="00EB15E1"/>
    <w:rsid w:val="00EB181C"/>
    <w:rsid w:val="00EB1B84"/>
    <w:rsid w:val="00EB21CB"/>
    <w:rsid w:val="00EB4433"/>
    <w:rsid w:val="00EB4906"/>
    <w:rsid w:val="00EB4B68"/>
    <w:rsid w:val="00EB4BA6"/>
    <w:rsid w:val="00EB4F17"/>
    <w:rsid w:val="00EB5221"/>
    <w:rsid w:val="00EB522F"/>
    <w:rsid w:val="00EB52E4"/>
    <w:rsid w:val="00EB58C1"/>
    <w:rsid w:val="00EB5B09"/>
    <w:rsid w:val="00EB5BD9"/>
    <w:rsid w:val="00EB5F8E"/>
    <w:rsid w:val="00EB641E"/>
    <w:rsid w:val="00EB6673"/>
    <w:rsid w:val="00EB685C"/>
    <w:rsid w:val="00EB6B5C"/>
    <w:rsid w:val="00EB6C7B"/>
    <w:rsid w:val="00EB7A16"/>
    <w:rsid w:val="00EB7A64"/>
    <w:rsid w:val="00EB7E0E"/>
    <w:rsid w:val="00EC04F0"/>
    <w:rsid w:val="00EC08F0"/>
    <w:rsid w:val="00EC0DE8"/>
    <w:rsid w:val="00EC1214"/>
    <w:rsid w:val="00EC1633"/>
    <w:rsid w:val="00EC1EA4"/>
    <w:rsid w:val="00EC1F06"/>
    <w:rsid w:val="00EC27ED"/>
    <w:rsid w:val="00EC2818"/>
    <w:rsid w:val="00EC30D2"/>
    <w:rsid w:val="00EC3A9A"/>
    <w:rsid w:val="00EC40D2"/>
    <w:rsid w:val="00EC438F"/>
    <w:rsid w:val="00EC4C16"/>
    <w:rsid w:val="00EC4EBA"/>
    <w:rsid w:val="00EC5068"/>
    <w:rsid w:val="00EC53DE"/>
    <w:rsid w:val="00EC55E2"/>
    <w:rsid w:val="00EC566E"/>
    <w:rsid w:val="00EC588F"/>
    <w:rsid w:val="00EC5C57"/>
    <w:rsid w:val="00EC5FF4"/>
    <w:rsid w:val="00EC6432"/>
    <w:rsid w:val="00EC6AB6"/>
    <w:rsid w:val="00EC6D6D"/>
    <w:rsid w:val="00EC77F1"/>
    <w:rsid w:val="00EC798F"/>
    <w:rsid w:val="00EC7998"/>
    <w:rsid w:val="00EC7AB9"/>
    <w:rsid w:val="00EC7C1B"/>
    <w:rsid w:val="00ED01EE"/>
    <w:rsid w:val="00ED0205"/>
    <w:rsid w:val="00ED0B59"/>
    <w:rsid w:val="00ED0B73"/>
    <w:rsid w:val="00ED0EAD"/>
    <w:rsid w:val="00ED100B"/>
    <w:rsid w:val="00ED19D4"/>
    <w:rsid w:val="00ED1D0D"/>
    <w:rsid w:val="00ED1D0E"/>
    <w:rsid w:val="00ED1F48"/>
    <w:rsid w:val="00ED2107"/>
    <w:rsid w:val="00ED30BA"/>
    <w:rsid w:val="00ED3286"/>
    <w:rsid w:val="00ED3613"/>
    <w:rsid w:val="00ED365A"/>
    <w:rsid w:val="00ED3944"/>
    <w:rsid w:val="00ED3D4D"/>
    <w:rsid w:val="00ED454A"/>
    <w:rsid w:val="00ED4648"/>
    <w:rsid w:val="00ED4750"/>
    <w:rsid w:val="00ED4CF2"/>
    <w:rsid w:val="00ED4E0B"/>
    <w:rsid w:val="00ED4E9D"/>
    <w:rsid w:val="00ED4F1E"/>
    <w:rsid w:val="00ED522B"/>
    <w:rsid w:val="00ED52BD"/>
    <w:rsid w:val="00ED581C"/>
    <w:rsid w:val="00ED59C8"/>
    <w:rsid w:val="00ED6438"/>
    <w:rsid w:val="00ED64A4"/>
    <w:rsid w:val="00ED6500"/>
    <w:rsid w:val="00ED6820"/>
    <w:rsid w:val="00ED6898"/>
    <w:rsid w:val="00ED695C"/>
    <w:rsid w:val="00ED6DD9"/>
    <w:rsid w:val="00ED7797"/>
    <w:rsid w:val="00EE002E"/>
    <w:rsid w:val="00EE0852"/>
    <w:rsid w:val="00EE0AC3"/>
    <w:rsid w:val="00EE12BA"/>
    <w:rsid w:val="00EE1BD3"/>
    <w:rsid w:val="00EE1F08"/>
    <w:rsid w:val="00EE20ED"/>
    <w:rsid w:val="00EE2120"/>
    <w:rsid w:val="00EE2D37"/>
    <w:rsid w:val="00EE30BB"/>
    <w:rsid w:val="00EE3681"/>
    <w:rsid w:val="00EE3C75"/>
    <w:rsid w:val="00EE3C85"/>
    <w:rsid w:val="00EE3D43"/>
    <w:rsid w:val="00EE3F0E"/>
    <w:rsid w:val="00EE446E"/>
    <w:rsid w:val="00EE4477"/>
    <w:rsid w:val="00EE4502"/>
    <w:rsid w:val="00EE4623"/>
    <w:rsid w:val="00EE464E"/>
    <w:rsid w:val="00EE511B"/>
    <w:rsid w:val="00EE5896"/>
    <w:rsid w:val="00EE58D2"/>
    <w:rsid w:val="00EE5D35"/>
    <w:rsid w:val="00EE642C"/>
    <w:rsid w:val="00EE6793"/>
    <w:rsid w:val="00EE68B4"/>
    <w:rsid w:val="00EE7309"/>
    <w:rsid w:val="00EE748A"/>
    <w:rsid w:val="00EE7547"/>
    <w:rsid w:val="00EE7B7F"/>
    <w:rsid w:val="00EE7BCB"/>
    <w:rsid w:val="00EE7DE2"/>
    <w:rsid w:val="00EF03AF"/>
    <w:rsid w:val="00EF07F1"/>
    <w:rsid w:val="00EF09AA"/>
    <w:rsid w:val="00EF1103"/>
    <w:rsid w:val="00EF1531"/>
    <w:rsid w:val="00EF191C"/>
    <w:rsid w:val="00EF1BC2"/>
    <w:rsid w:val="00EF1D92"/>
    <w:rsid w:val="00EF1F42"/>
    <w:rsid w:val="00EF22DB"/>
    <w:rsid w:val="00EF2958"/>
    <w:rsid w:val="00EF2D3B"/>
    <w:rsid w:val="00EF2D6E"/>
    <w:rsid w:val="00EF2D9F"/>
    <w:rsid w:val="00EF30FE"/>
    <w:rsid w:val="00EF3588"/>
    <w:rsid w:val="00EF3A23"/>
    <w:rsid w:val="00EF3A42"/>
    <w:rsid w:val="00EF3A6F"/>
    <w:rsid w:val="00EF3D33"/>
    <w:rsid w:val="00EF4E5F"/>
    <w:rsid w:val="00EF51A6"/>
    <w:rsid w:val="00EF535A"/>
    <w:rsid w:val="00EF54D1"/>
    <w:rsid w:val="00EF5A41"/>
    <w:rsid w:val="00EF5BC2"/>
    <w:rsid w:val="00EF5F75"/>
    <w:rsid w:val="00EF649D"/>
    <w:rsid w:val="00EF6CBE"/>
    <w:rsid w:val="00EF7028"/>
    <w:rsid w:val="00EF71BB"/>
    <w:rsid w:val="00EF7C65"/>
    <w:rsid w:val="00EF7CEC"/>
    <w:rsid w:val="00F000AF"/>
    <w:rsid w:val="00F00685"/>
    <w:rsid w:val="00F00AB6"/>
    <w:rsid w:val="00F00DF1"/>
    <w:rsid w:val="00F00E44"/>
    <w:rsid w:val="00F00F5E"/>
    <w:rsid w:val="00F01090"/>
    <w:rsid w:val="00F0177C"/>
    <w:rsid w:val="00F017ED"/>
    <w:rsid w:val="00F01BEE"/>
    <w:rsid w:val="00F01D82"/>
    <w:rsid w:val="00F01E46"/>
    <w:rsid w:val="00F02A73"/>
    <w:rsid w:val="00F02DD8"/>
    <w:rsid w:val="00F03445"/>
    <w:rsid w:val="00F038F1"/>
    <w:rsid w:val="00F0405E"/>
    <w:rsid w:val="00F048BE"/>
    <w:rsid w:val="00F0498F"/>
    <w:rsid w:val="00F04C41"/>
    <w:rsid w:val="00F0539C"/>
    <w:rsid w:val="00F05681"/>
    <w:rsid w:val="00F061EA"/>
    <w:rsid w:val="00F061F7"/>
    <w:rsid w:val="00F0659D"/>
    <w:rsid w:val="00F065CC"/>
    <w:rsid w:val="00F0662C"/>
    <w:rsid w:val="00F06711"/>
    <w:rsid w:val="00F06899"/>
    <w:rsid w:val="00F068D3"/>
    <w:rsid w:val="00F06DDE"/>
    <w:rsid w:val="00F0763A"/>
    <w:rsid w:val="00F103C7"/>
    <w:rsid w:val="00F10572"/>
    <w:rsid w:val="00F10C02"/>
    <w:rsid w:val="00F10D4A"/>
    <w:rsid w:val="00F113AA"/>
    <w:rsid w:val="00F11C95"/>
    <w:rsid w:val="00F11F81"/>
    <w:rsid w:val="00F120AC"/>
    <w:rsid w:val="00F1261C"/>
    <w:rsid w:val="00F1265E"/>
    <w:rsid w:val="00F12A09"/>
    <w:rsid w:val="00F12E28"/>
    <w:rsid w:val="00F12FDF"/>
    <w:rsid w:val="00F130A2"/>
    <w:rsid w:val="00F13578"/>
    <w:rsid w:val="00F13F54"/>
    <w:rsid w:val="00F14B54"/>
    <w:rsid w:val="00F14C02"/>
    <w:rsid w:val="00F1591F"/>
    <w:rsid w:val="00F1759C"/>
    <w:rsid w:val="00F17783"/>
    <w:rsid w:val="00F17895"/>
    <w:rsid w:val="00F17D57"/>
    <w:rsid w:val="00F17F2F"/>
    <w:rsid w:val="00F17F63"/>
    <w:rsid w:val="00F20F2E"/>
    <w:rsid w:val="00F210A8"/>
    <w:rsid w:val="00F21256"/>
    <w:rsid w:val="00F21D09"/>
    <w:rsid w:val="00F22254"/>
    <w:rsid w:val="00F2240A"/>
    <w:rsid w:val="00F22849"/>
    <w:rsid w:val="00F229D4"/>
    <w:rsid w:val="00F22C10"/>
    <w:rsid w:val="00F22CE6"/>
    <w:rsid w:val="00F22F5C"/>
    <w:rsid w:val="00F230AE"/>
    <w:rsid w:val="00F23208"/>
    <w:rsid w:val="00F23D8E"/>
    <w:rsid w:val="00F24476"/>
    <w:rsid w:val="00F244EC"/>
    <w:rsid w:val="00F2455C"/>
    <w:rsid w:val="00F24743"/>
    <w:rsid w:val="00F25718"/>
    <w:rsid w:val="00F259BA"/>
    <w:rsid w:val="00F2610A"/>
    <w:rsid w:val="00F26904"/>
    <w:rsid w:val="00F26ECC"/>
    <w:rsid w:val="00F278E5"/>
    <w:rsid w:val="00F2797F"/>
    <w:rsid w:val="00F30190"/>
    <w:rsid w:val="00F301E7"/>
    <w:rsid w:val="00F3027A"/>
    <w:rsid w:val="00F30468"/>
    <w:rsid w:val="00F304E6"/>
    <w:rsid w:val="00F304E8"/>
    <w:rsid w:val="00F3082F"/>
    <w:rsid w:val="00F3103D"/>
    <w:rsid w:val="00F311F4"/>
    <w:rsid w:val="00F312A3"/>
    <w:rsid w:val="00F31493"/>
    <w:rsid w:val="00F31C81"/>
    <w:rsid w:val="00F31D0B"/>
    <w:rsid w:val="00F325C4"/>
    <w:rsid w:val="00F32C32"/>
    <w:rsid w:val="00F33128"/>
    <w:rsid w:val="00F33282"/>
    <w:rsid w:val="00F33DE3"/>
    <w:rsid w:val="00F33FDE"/>
    <w:rsid w:val="00F341C3"/>
    <w:rsid w:val="00F3439E"/>
    <w:rsid w:val="00F343C9"/>
    <w:rsid w:val="00F34514"/>
    <w:rsid w:val="00F346EC"/>
    <w:rsid w:val="00F3476A"/>
    <w:rsid w:val="00F35A19"/>
    <w:rsid w:val="00F35DD9"/>
    <w:rsid w:val="00F35FC3"/>
    <w:rsid w:val="00F369A1"/>
    <w:rsid w:val="00F370D7"/>
    <w:rsid w:val="00F3715D"/>
    <w:rsid w:val="00F37BD8"/>
    <w:rsid w:val="00F4003B"/>
    <w:rsid w:val="00F401AA"/>
    <w:rsid w:val="00F401D9"/>
    <w:rsid w:val="00F40A17"/>
    <w:rsid w:val="00F40CBF"/>
    <w:rsid w:val="00F40E48"/>
    <w:rsid w:val="00F410F6"/>
    <w:rsid w:val="00F419AD"/>
    <w:rsid w:val="00F4200F"/>
    <w:rsid w:val="00F420A6"/>
    <w:rsid w:val="00F4216A"/>
    <w:rsid w:val="00F42FBD"/>
    <w:rsid w:val="00F44956"/>
    <w:rsid w:val="00F44D58"/>
    <w:rsid w:val="00F44E33"/>
    <w:rsid w:val="00F45F67"/>
    <w:rsid w:val="00F46224"/>
    <w:rsid w:val="00F465F3"/>
    <w:rsid w:val="00F46766"/>
    <w:rsid w:val="00F47222"/>
    <w:rsid w:val="00F472EA"/>
    <w:rsid w:val="00F475A0"/>
    <w:rsid w:val="00F4767B"/>
    <w:rsid w:val="00F476B0"/>
    <w:rsid w:val="00F476F6"/>
    <w:rsid w:val="00F47AB9"/>
    <w:rsid w:val="00F47B80"/>
    <w:rsid w:val="00F47E4B"/>
    <w:rsid w:val="00F500FE"/>
    <w:rsid w:val="00F5022C"/>
    <w:rsid w:val="00F50D1F"/>
    <w:rsid w:val="00F51036"/>
    <w:rsid w:val="00F5151B"/>
    <w:rsid w:val="00F51986"/>
    <w:rsid w:val="00F52A44"/>
    <w:rsid w:val="00F532AB"/>
    <w:rsid w:val="00F53EEF"/>
    <w:rsid w:val="00F542FD"/>
    <w:rsid w:val="00F54529"/>
    <w:rsid w:val="00F5463F"/>
    <w:rsid w:val="00F547EB"/>
    <w:rsid w:val="00F5497A"/>
    <w:rsid w:val="00F549AB"/>
    <w:rsid w:val="00F54E72"/>
    <w:rsid w:val="00F55093"/>
    <w:rsid w:val="00F55323"/>
    <w:rsid w:val="00F559B9"/>
    <w:rsid w:val="00F5643C"/>
    <w:rsid w:val="00F56550"/>
    <w:rsid w:val="00F56835"/>
    <w:rsid w:val="00F56841"/>
    <w:rsid w:val="00F56A95"/>
    <w:rsid w:val="00F57036"/>
    <w:rsid w:val="00F60DB6"/>
    <w:rsid w:val="00F61085"/>
    <w:rsid w:val="00F61484"/>
    <w:rsid w:val="00F6173B"/>
    <w:rsid w:val="00F619B2"/>
    <w:rsid w:val="00F61FB9"/>
    <w:rsid w:val="00F61FF5"/>
    <w:rsid w:val="00F6294D"/>
    <w:rsid w:val="00F62CF7"/>
    <w:rsid w:val="00F6324D"/>
    <w:rsid w:val="00F6362A"/>
    <w:rsid w:val="00F6388E"/>
    <w:rsid w:val="00F63B38"/>
    <w:rsid w:val="00F6420A"/>
    <w:rsid w:val="00F6478A"/>
    <w:rsid w:val="00F647DD"/>
    <w:rsid w:val="00F64DD1"/>
    <w:rsid w:val="00F65584"/>
    <w:rsid w:val="00F659C9"/>
    <w:rsid w:val="00F6616B"/>
    <w:rsid w:val="00F661FC"/>
    <w:rsid w:val="00F66417"/>
    <w:rsid w:val="00F665D2"/>
    <w:rsid w:val="00F66AAD"/>
    <w:rsid w:val="00F66C9E"/>
    <w:rsid w:val="00F6732D"/>
    <w:rsid w:val="00F676A4"/>
    <w:rsid w:val="00F67C8F"/>
    <w:rsid w:val="00F70535"/>
    <w:rsid w:val="00F7061F"/>
    <w:rsid w:val="00F707C4"/>
    <w:rsid w:val="00F70FBC"/>
    <w:rsid w:val="00F71930"/>
    <w:rsid w:val="00F71D7C"/>
    <w:rsid w:val="00F71ED8"/>
    <w:rsid w:val="00F7241A"/>
    <w:rsid w:val="00F7264A"/>
    <w:rsid w:val="00F7278B"/>
    <w:rsid w:val="00F72B9C"/>
    <w:rsid w:val="00F7304F"/>
    <w:rsid w:val="00F73061"/>
    <w:rsid w:val="00F7324E"/>
    <w:rsid w:val="00F732CD"/>
    <w:rsid w:val="00F732DC"/>
    <w:rsid w:val="00F73930"/>
    <w:rsid w:val="00F7395C"/>
    <w:rsid w:val="00F741CD"/>
    <w:rsid w:val="00F74C5B"/>
    <w:rsid w:val="00F751C0"/>
    <w:rsid w:val="00F7554C"/>
    <w:rsid w:val="00F7573B"/>
    <w:rsid w:val="00F75F16"/>
    <w:rsid w:val="00F762A3"/>
    <w:rsid w:val="00F765CC"/>
    <w:rsid w:val="00F76A60"/>
    <w:rsid w:val="00F76B13"/>
    <w:rsid w:val="00F76F71"/>
    <w:rsid w:val="00F76F77"/>
    <w:rsid w:val="00F77125"/>
    <w:rsid w:val="00F77AC6"/>
    <w:rsid w:val="00F80208"/>
    <w:rsid w:val="00F80890"/>
    <w:rsid w:val="00F8091E"/>
    <w:rsid w:val="00F80AAC"/>
    <w:rsid w:val="00F81111"/>
    <w:rsid w:val="00F819E3"/>
    <w:rsid w:val="00F81B69"/>
    <w:rsid w:val="00F81C1A"/>
    <w:rsid w:val="00F8228E"/>
    <w:rsid w:val="00F82734"/>
    <w:rsid w:val="00F8279B"/>
    <w:rsid w:val="00F82908"/>
    <w:rsid w:val="00F82B32"/>
    <w:rsid w:val="00F82EA9"/>
    <w:rsid w:val="00F8379E"/>
    <w:rsid w:val="00F84272"/>
    <w:rsid w:val="00F84615"/>
    <w:rsid w:val="00F84AA5"/>
    <w:rsid w:val="00F84E48"/>
    <w:rsid w:val="00F8506C"/>
    <w:rsid w:val="00F85A49"/>
    <w:rsid w:val="00F85B71"/>
    <w:rsid w:val="00F85DA3"/>
    <w:rsid w:val="00F868C3"/>
    <w:rsid w:val="00F8692E"/>
    <w:rsid w:val="00F86962"/>
    <w:rsid w:val="00F877EF"/>
    <w:rsid w:val="00F87837"/>
    <w:rsid w:val="00F879AA"/>
    <w:rsid w:val="00F87DBE"/>
    <w:rsid w:val="00F90652"/>
    <w:rsid w:val="00F909E2"/>
    <w:rsid w:val="00F90F22"/>
    <w:rsid w:val="00F9114A"/>
    <w:rsid w:val="00F9170E"/>
    <w:rsid w:val="00F919DD"/>
    <w:rsid w:val="00F91ABC"/>
    <w:rsid w:val="00F91C45"/>
    <w:rsid w:val="00F92370"/>
    <w:rsid w:val="00F92500"/>
    <w:rsid w:val="00F9303B"/>
    <w:rsid w:val="00F93073"/>
    <w:rsid w:val="00F93C47"/>
    <w:rsid w:val="00F93D17"/>
    <w:rsid w:val="00F944E1"/>
    <w:rsid w:val="00F94717"/>
    <w:rsid w:val="00F94BD7"/>
    <w:rsid w:val="00F94F52"/>
    <w:rsid w:val="00F94F53"/>
    <w:rsid w:val="00F952CE"/>
    <w:rsid w:val="00F9592C"/>
    <w:rsid w:val="00F95A56"/>
    <w:rsid w:val="00F95EF8"/>
    <w:rsid w:val="00F95F3D"/>
    <w:rsid w:val="00F95FD2"/>
    <w:rsid w:val="00F96809"/>
    <w:rsid w:val="00F96CB5"/>
    <w:rsid w:val="00F974C5"/>
    <w:rsid w:val="00F97878"/>
    <w:rsid w:val="00F97C1C"/>
    <w:rsid w:val="00F97FE1"/>
    <w:rsid w:val="00FA063F"/>
    <w:rsid w:val="00FA09B0"/>
    <w:rsid w:val="00FA11A0"/>
    <w:rsid w:val="00FA174D"/>
    <w:rsid w:val="00FA1B0A"/>
    <w:rsid w:val="00FA22D6"/>
    <w:rsid w:val="00FA28BA"/>
    <w:rsid w:val="00FA2967"/>
    <w:rsid w:val="00FA2C06"/>
    <w:rsid w:val="00FA2D1E"/>
    <w:rsid w:val="00FA348D"/>
    <w:rsid w:val="00FA3527"/>
    <w:rsid w:val="00FA3CC7"/>
    <w:rsid w:val="00FA438F"/>
    <w:rsid w:val="00FA4556"/>
    <w:rsid w:val="00FA49E3"/>
    <w:rsid w:val="00FA4CBC"/>
    <w:rsid w:val="00FA4CD5"/>
    <w:rsid w:val="00FA4F4F"/>
    <w:rsid w:val="00FA50BD"/>
    <w:rsid w:val="00FA52D3"/>
    <w:rsid w:val="00FA5419"/>
    <w:rsid w:val="00FA58D3"/>
    <w:rsid w:val="00FA5F69"/>
    <w:rsid w:val="00FA639A"/>
    <w:rsid w:val="00FA64B8"/>
    <w:rsid w:val="00FA71DF"/>
    <w:rsid w:val="00FA743E"/>
    <w:rsid w:val="00FA7886"/>
    <w:rsid w:val="00FA7CA2"/>
    <w:rsid w:val="00FA7D28"/>
    <w:rsid w:val="00FB0979"/>
    <w:rsid w:val="00FB120C"/>
    <w:rsid w:val="00FB19D6"/>
    <w:rsid w:val="00FB1BD6"/>
    <w:rsid w:val="00FB20C5"/>
    <w:rsid w:val="00FB20E8"/>
    <w:rsid w:val="00FB2429"/>
    <w:rsid w:val="00FB277C"/>
    <w:rsid w:val="00FB2966"/>
    <w:rsid w:val="00FB2F0A"/>
    <w:rsid w:val="00FB30C4"/>
    <w:rsid w:val="00FB3E00"/>
    <w:rsid w:val="00FB4608"/>
    <w:rsid w:val="00FB4804"/>
    <w:rsid w:val="00FB5229"/>
    <w:rsid w:val="00FB5D53"/>
    <w:rsid w:val="00FB6D02"/>
    <w:rsid w:val="00FB6E71"/>
    <w:rsid w:val="00FB7DBB"/>
    <w:rsid w:val="00FC074A"/>
    <w:rsid w:val="00FC0C16"/>
    <w:rsid w:val="00FC1B01"/>
    <w:rsid w:val="00FC1F33"/>
    <w:rsid w:val="00FC2053"/>
    <w:rsid w:val="00FC242B"/>
    <w:rsid w:val="00FC26D8"/>
    <w:rsid w:val="00FC2DDF"/>
    <w:rsid w:val="00FC3684"/>
    <w:rsid w:val="00FC4278"/>
    <w:rsid w:val="00FC46EA"/>
    <w:rsid w:val="00FC4D18"/>
    <w:rsid w:val="00FC5155"/>
    <w:rsid w:val="00FC5346"/>
    <w:rsid w:val="00FC54A1"/>
    <w:rsid w:val="00FC5873"/>
    <w:rsid w:val="00FC58D5"/>
    <w:rsid w:val="00FC5A4C"/>
    <w:rsid w:val="00FC6741"/>
    <w:rsid w:val="00FC76DD"/>
    <w:rsid w:val="00FC7EB3"/>
    <w:rsid w:val="00FC7EB9"/>
    <w:rsid w:val="00FC7F65"/>
    <w:rsid w:val="00FD0118"/>
    <w:rsid w:val="00FD039B"/>
    <w:rsid w:val="00FD07C8"/>
    <w:rsid w:val="00FD07F4"/>
    <w:rsid w:val="00FD0B80"/>
    <w:rsid w:val="00FD0F67"/>
    <w:rsid w:val="00FD1193"/>
    <w:rsid w:val="00FD1276"/>
    <w:rsid w:val="00FD13B6"/>
    <w:rsid w:val="00FD1D7F"/>
    <w:rsid w:val="00FD1E95"/>
    <w:rsid w:val="00FD211A"/>
    <w:rsid w:val="00FD225D"/>
    <w:rsid w:val="00FD2302"/>
    <w:rsid w:val="00FD27D5"/>
    <w:rsid w:val="00FD2C43"/>
    <w:rsid w:val="00FD2DC1"/>
    <w:rsid w:val="00FD3ABA"/>
    <w:rsid w:val="00FD3BDB"/>
    <w:rsid w:val="00FD3C8D"/>
    <w:rsid w:val="00FD409B"/>
    <w:rsid w:val="00FD4978"/>
    <w:rsid w:val="00FD5148"/>
    <w:rsid w:val="00FD5A8D"/>
    <w:rsid w:val="00FD5ACC"/>
    <w:rsid w:val="00FD5ADF"/>
    <w:rsid w:val="00FD5B1B"/>
    <w:rsid w:val="00FD5CD0"/>
    <w:rsid w:val="00FD66F5"/>
    <w:rsid w:val="00FD69C0"/>
    <w:rsid w:val="00FD6DDE"/>
    <w:rsid w:val="00FD6F29"/>
    <w:rsid w:val="00FD73D9"/>
    <w:rsid w:val="00FD7AEC"/>
    <w:rsid w:val="00FD7CDA"/>
    <w:rsid w:val="00FD7D04"/>
    <w:rsid w:val="00FE0344"/>
    <w:rsid w:val="00FE111E"/>
    <w:rsid w:val="00FE1403"/>
    <w:rsid w:val="00FE1894"/>
    <w:rsid w:val="00FE1B54"/>
    <w:rsid w:val="00FE1FF7"/>
    <w:rsid w:val="00FE29A6"/>
    <w:rsid w:val="00FE34AE"/>
    <w:rsid w:val="00FE35D1"/>
    <w:rsid w:val="00FE3858"/>
    <w:rsid w:val="00FE3D0C"/>
    <w:rsid w:val="00FE4121"/>
    <w:rsid w:val="00FE48F9"/>
    <w:rsid w:val="00FE5790"/>
    <w:rsid w:val="00FE59AB"/>
    <w:rsid w:val="00FE68ED"/>
    <w:rsid w:val="00FE7761"/>
    <w:rsid w:val="00FE78E5"/>
    <w:rsid w:val="00FE7A8B"/>
    <w:rsid w:val="00FE7AE5"/>
    <w:rsid w:val="00FE7CB3"/>
    <w:rsid w:val="00FF0072"/>
    <w:rsid w:val="00FF0095"/>
    <w:rsid w:val="00FF033B"/>
    <w:rsid w:val="00FF0634"/>
    <w:rsid w:val="00FF07F3"/>
    <w:rsid w:val="00FF09B1"/>
    <w:rsid w:val="00FF0BE4"/>
    <w:rsid w:val="00FF0CB2"/>
    <w:rsid w:val="00FF0F49"/>
    <w:rsid w:val="00FF0F7F"/>
    <w:rsid w:val="00FF1229"/>
    <w:rsid w:val="00FF18E0"/>
    <w:rsid w:val="00FF20AB"/>
    <w:rsid w:val="00FF228F"/>
    <w:rsid w:val="00FF2D78"/>
    <w:rsid w:val="00FF3333"/>
    <w:rsid w:val="00FF3659"/>
    <w:rsid w:val="00FF369C"/>
    <w:rsid w:val="00FF3B7D"/>
    <w:rsid w:val="00FF3F86"/>
    <w:rsid w:val="00FF410C"/>
    <w:rsid w:val="00FF46AD"/>
    <w:rsid w:val="00FF4878"/>
    <w:rsid w:val="00FF4DDA"/>
    <w:rsid w:val="00FF52D0"/>
    <w:rsid w:val="00FF5738"/>
    <w:rsid w:val="00FF62F4"/>
    <w:rsid w:val="00FF65C6"/>
    <w:rsid w:val="00FF6985"/>
    <w:rsid w:val="00FF781A"/>
    <w:rsid w:val="00FF79D8"/>
    <w:rsid w:val="04666496"/>
    <w:rsid w:val="0ADC85E2"/>
    <w:rsid w:val="1A7F707D"/>
    <w:rsid w:val="1EBA22DA"/>
    <w:rsid w:val="217A5B55"/>
    <w:rsid w:val="241DBDA1"/>
    <w:rsid w:val="2B0BFD19"/>
    <w:rsid w:val="2F4D937E"/>
    <w:rsid w:val="34F771B5"/>
    <w:rsid w:val="468AE35E"/>
    <w:rsid w:val="46D1DA42"/>
    <w:rsid w:val="480572BC"/>
    <w:rsid w:val="4C08B594"/>
    <w:rsid w:val="57EBBFEF"/>
    <w:rsid w:val="5DB0244E"/>
    <w:rsid w:val="5F79AF56"/>
    <w:rsid w:val="62B07119"/>
    <w:rsid w:val="68823C63"/>
    <w:rsid w:val="6C2CA0B2"/>
    <w:rsid w:val="70DB6E37"/>
    <w:rsid w:val="7681B3FF"/>
    <w:rsid w:val="7882040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F15D1"/>
  <w15:chartTrackingRefBased/>
  <w15:docId w15:val="{4951D25D-5C52-460C-AEA9-E59C2345A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978"/>
  </w:style>
  <w:style w:type="paragraph" w:styleId="Heading1">
    <w:name w:val="heading 1"/>
    <w:basedOn w:val="Normal"/>
    <w:next w:val="Normal"/>
    <w:link w:val="Heading1Char"/>
    <w:uiPriority w:val="9"/>
    <w:qFormat/>
    <w:rsid w:val="0082046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3472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4622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1F751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254A4"/>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1F751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F751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F751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F751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046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3472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4622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1F751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A254A4"/>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1F751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F751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F751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F7518"/>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213C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3C69"/>
  </w:style>
  <w:style w:type="paragraph" w:styleId="TOC1">
    <w:name w:val="toc 1"/>
    <w:basedOn w:val="Normal"/>
    <w:next w:val="Normal"/>
    <w:autoRedefine/>
    <w:uiPriority w:val="39"/>
    <w:unhideWhenUsed/>
    <w:rsid w:val="004D44B9"/>
    <w:pPr>
      <w:tabs>
        <w:tab w:val="left" w:pos="660"/>
        <w:tab w:val="right" w:leader="dot" w:pos="15026"/>
      </w:tabs>
      <w:spacing w:after="100" w:line="276" w:lineRule="auto"/>
    </w:pPr>
  </w:style>
  <w:style w:type="paragraph" w:styleId="Footer">
    <w:name w:val="footer"/>
    <w:basedOn w:val="Normal"/>
    <w:link w:val="FooterChar"/>
    <w:uiPriority w:val="99"/>
    <w:unhideWhenUsed/>
    <w:rsid w:val="00213C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3C69"/>
  </w:style>
  <w:style w:type="paragraph" w:styleId="ListParagraph">
    <w:name w:val="List Paragraph"/>
    <w:aliases w:val="Table of contents numbered,numbers normal cal,List Paragraph1,Riana Table Bullets 1,List Paragraph - 2,Grey Bullet List,Grey Bullet Style,Table bullet,Paragraph,Paragraphe de liste PBLH,Normal bullet 2,Bullet list,List Para 1,Heading 2 MS"/>
    <w:basedOn w:val="Normal"/>
    <w:link w:val="ListParagraphChar"/>
    <w:uiPriority w:val="34"/>
    <w:qFormat/>
    <w:rsid w:val="005E5F08"/>
    <w:pPr>
      <w:ind w:left="720"/>
      <w:contextualSpacing/>
    </w:pPr>
  </w:style>
  <w:style w:type="character" w:customStyle="1" w:styleId="ListParagraphChar">
    <w:name w:val="List Paragraph Char"/>
    <w:aliases w:val="Table of contents numbered Char,numbers normal cal Char,List Paragraph1 Char,Riana Table Bullets 1 Char,List Paragraph - 2 Char,Grey Bullet List Char,Grey Bullet Style Char,Table bullet Char,Paragraph Char,Normal bullet 2 Char"/>
    <w:link w:val="ListParagraph"/>
    <w:uiPriority w:val="34"/>
    <w:locked/>
    <w:rsid w:val="0085508C"/>
  </w:style>
  <w:style w:type="paragraph" w:styleId="TOCHeading">
    <w:name w:val="TOC Heading"/>
    <w:basedOn w:val="Heading1"/>
    <w:next w:val="Normal"/>
    <w:uiPriority w:val="39"/>
    <w:unhideWhenUsed/>
    <w:qFormat/>
    <w:rsid w:val="00B651DA"/>
    <w:pPr>
      <w:outlineLvl w:val="9"/>
    </w:pPr>
    <w:rPr>
      <w:lang w:val="en-US"/>
    </w:rPr>
  </w:style>
  <w:style w:type="paragraph" w:styleId="TOC2">
    <w:name w:val="toc 2"/>
    <w:basedOn w:val="Normal"/>
    <w:next w:val="Normal"/>
    <w:autoRedefine/>
    <w:uiPriority w:val="39"/>
    <w:unhideWhenUsed/>
    <w:rsid w:val="00B651DA"/>
    <w:pPr>
      <w:spacing w:after="100"/>
      <w:ind w:left="220"/>
    </w:pPr>
    <w:rPr>
      <w:rFonts w:eastAsiaTheme="minorEastAsia" w:cs="Times New Roman"/>
      <w:lang w:val="en-US"/>
    </w:rPr>
  </w:style>
  <w:style w:type="paragraph" w:styleId="TOC3">
    <w:name w:val="toc 3"/>
    <w:basedOn w:val="Normal"/>
    <w:next w:val="Normal"/>
    <w:autoRedefine/>
    <w:uiPriority w:val="39"/>
    <w:unhideWhenUsed/>
    <w:rsid w:val="00B651DA"/>
    <w:pPr>
      <w:spacing w:after="100"/>
      <w:ind w:left="440"/>
    </w:pPr>
    <w:rPr>
      <w:rFonts w:eastAsiaTheme="minorEastAsia" w:cs="Times New Roman"/>
      <w:lang w:val="en-US"/>
    </w:rPr>
  </w:style>
  <w:style w:type="table" w:styleId="TableGrid">
    <w:name w:val="Table Grid"/>
    <w:basedOn w:val="TableNormal"/>
    <w:uiPriority w:val="39"/>
    <w:rsid w:val="002E72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6Colorful">
    <w:name w:val="Grid Table 6 Colorful"/>
    <w:basedOn w:val="TableNormal"/>
    <w:uiPriority w:val="51"/>
    <w:rsid w:val="002E722F"/>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dnoteText">
    <w:name w:val="endnote text"/>
    <w:basedOn w:val="Normal"/>
    <w:link w:val="EndnoteTextChar"/>
    <w:uiPriority w:val="99"/>
    <w:semiHidden/>
    <w:unhideWhenUsed/>
    <w:rsid w:val="00484AE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4AEA"/>
    <w:rPr>
      <w:sz w:val="20"/>
      <w:szCs w:val="20"/>
    </w:rPr>
  </w:style>
  <w:style w:type="character" w:styleId="EndnoteReference">
    <w:name w:val="endnote reference"/>
    <w:basedOn w:val="DefaultParagraphFont"/>
    <w:uiPriority w:val="99"/>
    <w:semiHidden/>
    <w:unhideWhenUsed/>
    <w:rsid w:val="00484AEA"/>
    <w:rPr>
      <w:vertAlign w:val="superscript"/>
    </w:rPr>
  </w:style>
  <w:style w:type="character" w:styleId="Hyperlink">
    <w:name w:val="Hyperlink"/>
    <w:basedOn w:val="DefaultParagraphFont"/>
    <w:uiPriority w:val="99"/>
    <w:unhideWhenUsed/>
    <w:rsid w:val="00C77DF1"/>
    <w:rPr>
      <w:color w:val="0563C1" w:themeColor="hyperlink"/>
      <w:u w:val="single"/>
    </w:rPr>
  </w:style>
  <w:style w:type="paragraph" w:styleId="BalloonText">
    <w:name w:val="Balloon Text"/>
    <w:basedOn w:val="Normal"/>
    <w:link w:val="BalloonTextChar"/>
    <w:uiPriority w:val="99"/>
    <w:semiHidden/>
    <w:unhideWhenUsed/>
    <w:rsid w:val="00CE77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77AC"/>
    <w:rPr>
      <w:rFonts w:ascii="Segoe UI" w:hAnsi="Segoe UI" w:cs="Segoe UI"/>
      <w:sz w:val="18"/>
      <w:szCs w:val="18"/>
    </w:rPr>
  </w:style>
  <w:style w:type="character" w:styleId="CommentReference">
    <w:name w:val="annotation reference"/>
    <w:basedOn w:val="DefaultParagraphFont"/>
    <w:uiPriority w:val="99"/>
    <w:semiHidden/>
    <w:unhideWhenUsed/>
    <w:rsid w:val="00056865"/>
    <w:rPr>
      <w:sz w:val="16"/>
      <w:szCs w:val="16"/>
    </w:rPr>
  </w:style>
  <w:style w:type="paragraph" w:styleId="CommentText">
    <w:name w:val="annotation text"/>
    <w:basedOn w:val="Normal"/>
    <w:link w:val="CommentTextChar"/>
    <w:uiPriority w:val="99"/>
    <w:unhideWhenUsed/>
    <w:rsid w:val="00056865"/>
    <w:pPr>
      <w:spacing w:line="240" w:lineRule="auto"/>
    </w:pPr>
    <w:rPr>
      <w:sz w:val="20"/>
      <w:szCs w:val="20"/>
    </w:rPr>
  </w:style>
  <w:style w:type="character" w:customStyle="1" w:styleId="CommentTextChar">
    <w:name w:val="Comment Text Char"/>
    <w:basedOn w:val="DefaultParagraphFont"/>
    <w:link w:val="CommentText"/>
    <w:uiPriority w:val="99"/>
    <w:rsid w:val="00056865"/>
    <w:rPr>
      <w:sz w:val="20"/>
      <w:szCs w:val="20"/>
    </w:rPr>
  </w:style>
  <w:style w:type="paragraph" w:styleId="CommentSubject">
    <w:name w:val="annotation subject"/>
    <w:basedOn w:val="CommentText"/>
    <w:next w:val="CommentText"/>
    <w:link w:val="CommentSubjectChar"/>
    <w:uiPriority w:val="99"/>
    <w:semiHidden/>
    <w:unhideWhenUsed/>
    <w:rsid w:val="00056865"/>
    <w:rPr>
      <w:b/>
      <w:bCs/>
    </w:rPr>
  </w:style>
  <w:style w:type="character" w:customStyle="1" w:styleId="CommentSubjectChar">
    <w:name w:val="Comment Subject Char"/>
    <w:basedOn w:val="CommentTextChar"/>
    <w:link w:val="CommentSubject"/>
    <w:uiPriority w:val="99"/>
    <w:semiHidden/>
    <w:rsid w:val="00056865"/>
    <w:rPr>
      <w:b/>
      <w:bCs/>
      <w:sz w:val="20"/>
      <w:szCs w:val="20"/>
    </w:rPr>
  </w:style>
  <w:style w:type="paragraph" w:styleId="Revision">
    <w:name w:val="Revision"/>
    <w:hidden/>
    <w:uiPriority w:val="99"/>
    <w:semiHidden/>
    <w:rsid w:val="005136B6"/>
    <w:pPr>
      <w:spacing w:after="0" w:line="240" w:lineRule="auto"/>
    </w:pPr>
  </w:style>
  <w:style w:type="character" w:styleId="FollowedHyperlink">
    <w:name w:val="FollowedHyperlink"/>
    <w:basedOn w:val="DefaultParagraphFont"/>
    <w:uiPriority w:val="99"/>
    <w:semiHidden/>
    <w:unhideWhenUsed/>
    <w:rsid w:val="005900DF"/>
    <w:rPr>
      <w:color w:val="954F72" w:themeColor="followedHyperlink"/>
      <w:u w:val="single"/>
    </w:rPr>
  </w:style>
  <w:style w:type="paragraph" w:styleId="NormalWeb">
    <w:name w:val="Normal (Web)"/>
    <w:basedOn w:val="Normal"/>
    <w:uiPriority w:val="99"/>
    <w:unhideWhenUsed/>
    <w:rsid w:val="0076608E"/>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cf01">
    <w:name w:val="cf01"/>
    <w:basedOn w:val="DefaultParagraphFont"/>
    <w:rsid w:val="0076608E"/>
    <w:rPr>
      <w:rFonts w:ascii="Segoe UI" w:hAnsi="Segoe UI" w:cs="Segoe UI" w:hint="default"/>
      <w:b/>
      <w:bCs/>
      <w:color w:val="262626"/>
      <w:sz w:val="28"/>
      <w:szCs w:val="28"/>
    </w:rPr>
  </w:style>
  <w:style w:type="paragraph" w:customStyle="1" w:styleId="Default">
    <w:name w:val="Default"/>
    <w:rsid w:val="004D38DB"/>
    <w:pPr>
      <w:autoSpaceDE w:val="0"/>
      <w:autoSpaceDN w:val="0"/>
      <w:adjustRightInd w:val="0"/>
      <w:spacing w:after="0" w:line="240" w:lineRule="auto"/>
    </w:pPr>
    <w:rPr>
      <w:rFonts w:ascii="Arial" w:hAnsi="Arial" w:cs="Arial"/>
      <w:color w:val="000000"/>
      <w:sz w:val="24"/>
      <w:szCs w:val="24"/>
    </w:rPr>
  </w:style>
  <w:style w:type="character" w:styleId="PageNumber">
    <w:name w:val="page number"/>
    <w:basedOn w:val="DefaultParagraphFont"/>
    <w:rsid w:val="00003976"/>
  </w:style>
  <w:style w:type="paragraph" w:styleId="TableofFigures">
    <w:name w:val="table of figures"/>
    <w:basedOn w:val="Normal"/>
    <w:next w:val="Normal"/>
    <w:uiPriority w:val="99"/>
    <w:unhideWhenUsed/>
    <w:rsid w:val="00003976"/>
    <w:pPr>
      <w:spacing w:after="0"/>
    </w:pPr>
  </w:style>
  <w:style w:type="paragraph" w:customStyle="1" w:styleId="TablesandFigures">
    <w:name w:val="Tables and Figures"/>
    <w:basedOn w:val="Caption"/>
    <w:link w:val="TablesandFiguresChar"/>
    <w:qFormat/>
    <w:rsid w:val="00003976"/>
    <w:pPr>
      <w:keepNext/>
      <w:spacing w:after="0"/>
    </w:pPr>
    <w:rPr>
      <w:rFonts w:ascii="Arial Narrow" w:hAnsi="Arial Narrow"/>
      <w:b/>
      <w:i w:val="0"/>
      <w:color w:val="F39301"/>
      <w:sz w:val="22"/>
      <w:szCs w:val="22"/>
    </w:rPr>
  </w:style>
  <w:style w:type="character" w:customStyle="1" w:styleId="TablesandFiguresChar">
    <w:name w:val="Tables and Figures Char"/>
    <w:basedOn w:val="DefaultParagraphFont"/>
    <w:link w:val="TablesandFigures"/>
    <w:rsid w:val="00003976"/>
    <w:rPr>
      <w:rFonts w:ascii="Arial Narrow" w:hAnsi="Arial Narrow"/>
      <w:b/>
      <w:iCs/>
      <w:color w:val="F39301"/>
    </w:rPr>
  </w:style>
  <w:style w:type="paragraph" w:styleId="Caption">
    <w:name w:val="caption"/>
    <w:basedOn w:val="Normal"/>
    <w:next w:val="Normal"/>
    <w:uiPriority w:val="35"/>
    <w:semiHidden/>
    <w:unhideWhenUsed/>
    <w:qFormat/>
    <w:rsid w:val="00003976"/>
    <w:pPr>
      <w:spacing w:after="200" w:line="240" w:lineRule="auto"/>
    </w:pPr>
    <w:rPr>
      <w:i/>
      <w:iCs/>
      <w:color w:val="44546A" w:themeColor="text2"/>
      <w:sz w:val="18"/>
      <w:szCs w:val="18"/>
    </w:rPr>
  </w:style>
  <w:style w:type="character" w:styleId="Emphasis">
    <w:name w:val="Emphasis"/>
    <w:basedOn w:val="DefaultParagraphFont"/>
    <w:uiPriority w:val="20"/>
    <w:qFormat/>
    <w:rsid w:val="008E032D"/>
    <w:rPr>
      <w:i/>
      <w:iCs/>
    </w:rPr>
  </w:style>
  <w:style w:type="paragraph" w:styleId="FootnoteText">
    <w:name w:val="footnote text"/>
    <w:basedOn w:val="Normal"/>
    <w:link w:val="FootnoteTextChar"/>
    <w:uiPriority w:val="99"/>
    <w:semiHidden/>
    <w:unhideWhenUsed/>
    <w:rsid w:val="00985D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5D46"/>
    <w:rPr>
      <w:sz w:val="20"/>
      <w:szCs w:val="20"/>
    </w:rPr>
  </w:style>
  <w:style w:type="character" w:styleId="FootnoteReference">
    <w:name w:val="footnote reference"/>
    <w:basedOn w:val="DefaultParagraphFont"/>
    <w:uiPriority w:val="99"/>
    <w:semiHidden/>
    <w:unhideWhenUsed/>
    <w:rsid w:val="00985D46"/>
    <w:rPr>
      <w:vertAlign w:val="superscript"/>
    </w:rPr>
  </w:style>
  <w:style w:type="paragraph" w:customStyle="1" w:styleId="msonormal0">
    <w:name w:val="msonormal"/>
    <w:basedOn w:val="Normal"/>
    <w:rsid w:val="00842C2A"/>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font5">
    <w:name w:val="font5"/>
    <w:basedOn w:val="Normal"/>
    <w:rsid w:val="00842C2A"/>
    <w:pPr>
      <w:spacing w:before="100" w:beforeAutospacing="1" w:after="100" w:afterAutospacing="1" w:line="240" w:lineRule="auto"/>
    </w:pPr>
    <w:rPr>
      <w:rFonts w:ascii="Tahoma" w:eastAsia="Times New Roman" w:hAnsi="Tahoma" w:cs="Tahoma"/>
      <w:color w:val="000000"/>
      <w:sz w:val="18"/>
      <w:szCs w:val="18"/>
      <w:lang w:eastAsia="en-ZA"/>
    </w:rPr>
  </w:style>
  <w:style w:type="paragraph" w:customStyle="1" w:styleId="font6">
    <w:name w:val="font6"/>
    <w:basedOn w:val="Normal"/>
    <w:rsid w:val="00842C2A"/>
    <w:pPr>
      <w:spacing w:before="100" w:beforeAutospacing="1" w:after="100" w:afterAutospacing="1" w:line="240" w:lineRule="auto"/>
    </w:pPr>
    <w:rPr>
      <w:rFonts w:ascii="Tahoma" w:eastAsia="Times New Roman" w:hAnsi="Tahoma" w:cs="Tahoma"/>
      <w:b/>
      <w:bCs/>
      <w:color w:val="000000"/>
      <w:sz w:val="18"/>
      <w:szCs w:val="18"/>
      <w:lang w:eastAsia="en-ZA"/>
    </w:rPr>
  </w:style>
  <w:style w:type="paragraph" w:customStyle="1" w:styleId="xl77">
    <w:name w:val="xl77"/>
    <w:basedOn w:val="Normal"/>
    <w:rsid w:val="00842C2A"/>
    <w:pPr>
      <w:spacing w:before="100" w:beforeAutospacing="1" w:after="100" w:afterAutospacing="1" w:line="240" w:lineRule="auto"/>
      <w:textAlignment w:val="center"/>
    </w:pPr>
    <w:rPr>
      <w:rFonts w:ascii="Times New Roman" w:eastAsia="Times New Roman" w:hAnsi="Times New Roman" w:cs="Times New Roman"/>
      <w:sz w:val="20"/>
      <w:szCs w:val="20"/>
      <w:lang w:eastAsia="en-ZA"/>
    </w:rPr>
  </w:style>
  <w:style w:type="paragraph" w:customStyle="1" w:styleId="xl78">
    <w:name w:val="xl78"/>
    <w:basedOn w:val="Normal"/>
    <w:rsid w:val="00842C2A"/>
    <w:pPr>
      <w:spacing w:before="100" w:beforeAutospacing="1" w:after="100" w:afterAutospacing="1" w:line="240" w:lineRule="auto"/>
    </w:pPr>
    <w:rPr>
      <w:rFonts w:ascii="Times New Roman" w:eastAsia="Times New Roman" w:hAnsi="Times New Roman" w:cs="Times New Roman"/>
      <w:sz w:val="20"/>
      <w:szCs w:val="20"/>
      <w:lang w:eastAsia="en-ZA"/>
    </w:rPr>
  </w:style>
  <w:style w:type="paragraph" w:customStyle="1" w:styleId="xl79">
    <w:name w:val="xl79"/>
    <w:basedOn w:val="Normal"/>
    <w:rsid w:val="00842C2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ZA"/>
    </w:rPr>
  </w:style>
  <w:style w:type="paragraph" w:customStyle="1" w:styleId="xl80">
    <w:name w:val="xl80"/>
    <w:basedOn w:val="Normal"/>
    <w:rsid w:val="00842C2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ZA"/>
    </w:rPr>
  </w:style>
  <w:style w:type="paragraph" w:customStyle="1" w:styleId="xl81">
    <w:name w:val="xl81"/>
    <w:basedOn w:val="Normal"/>
    <w:rsid w:val="00842C2A"/>
    <w:pPr>
      <w:pBdr>
        <w:top w:val="single" w:sz="4" w:space="0" w:color="auto"/>
        <w:left w:val="single" w:sz="4" w:space="0" w:color="auto"/>
        <w:bottom w:val="single" w:sz="4" w:space="0" w:color="auto"/>
        <w:right w:val="single" w:sz="4" w:space="0" w:color="auto"/>
      </w:pBdr>
      <w:shd w:val="clear" w:color="000000" w:fill="F39301"/>
      <w:spacing w:before="100" w:beforeAutospacing="1" w:after="100" w:afterAutospacing="1" w:line="240" w:lineRule="auto"/>
      <w:textAlignment w:val="center"/>
    </w:pPr>
    <w:rPr>
      <w:rFonts w:ascii="Times New Roman" w:eastAsia="Times New Roman" w:hAnsi="Times New Roman" w:cs="Times New Roman"/>
      <w:b/>
      <w:bCs/>
      <w:color w:val="FFFFFF"/>
      <w:sz w:val="20"/>
      <w:szCs w:val="20"/>
      <w:lang w:eastAsia="en-ZA"/>
    </w:rPr>
  </w:style>
  <w:style w:type="paragraph" w:customStyle="1" w:styleId="xl82">
    <w:name w:val="xl82"/>
    <w:basedOn w:val="Normal"/>
    <w:rsid w:val="00842C2A"/>
    <w:pPr>
      <w:pBdr>
        <w:top w:val="single" w:sz="4" w:space="0" w:color="auto"/>
        <w:left w:val="single" w:sz="4" w:space="0" w:color="auto"/>
        <w:bottom w:val="single" w:sz="4" w:space="0" w:color="auto"/>
        <w:right w:val="single" w:sz="4" w:space="0" w:color="auto"/>
      </w:pBdr>
      <w:shd w:val="clear" w:color="000000" w:fill="F39301"/>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n-ZA"/>
    </w:rPr>
  </w:style>
  <w:style w:type="paragraph" w:customStyle="1" w:styleId="xl83">
    <w:name w:val="xl83"/>
    <w:basedOn w:val="Normal"/>
    <w:rsid w:val="00842C2A"/>
    <w:pPr>
      <w:pBdr>
        <w:top w:val="single" w:sz="4" w:space="0" w:color="auto"/>
        <w:left w:val="single" w:sz="4" w:space="0" w:color="auto"/>
        <w:bottom w:val="single" w:sz="4" w:space="0" w:color="auto"/>
        <w:right w:val="single" w:sz="4" w:space="0" w:color="auto"/>
      </w:pBdr>
      <w:shd w:val="clear" w:color="000000" w:fill="F39301"/>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n-ZA"/>
    </w:rPr>
  </w:style>
  <w:style w:type="paragraph" w:customStyle="1" w:styleId="xl84">
    <w:name w:val="xl84"/>
    <w:basedOn w:val="Normal"/>
    <w:rsid w:val="00842C2A"/>
    <w:pPr>
      <w:pBdr>
        <w:top w:val="single" w:sz="4" w:space="0" w:color="auto"/>
        <w:left w:val="single" w:sz="4" w:space="0" w:color="auto"/>
        <w:bottom w:val="single" w:sz="4" w:space="0" w:color="auto"/>
        <w:right w:val="single" w:sz="4" w:space="0" w:color="auto"/>
      </w:pBdr>
      <w:shd w:val="clear" w:color="000000" w:fill="F39301"/>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n-ZA"/>
    </w:rPr>
  </w:style>
  <w:style w:type="paragraph" w:customStyle="1" w:styleId="xl85">
    <w:name w:val="xl85"/>
    <w:basedOn w:val="Normal"/>
    <w:rsid w:val="00842C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ZA"/>
    </w:rPr>
  </w:style>
  <w:style w:type="paragraph" w:customStyle="1" w:styleId="xl86">
    <w:name w:val="xl86"/>
    <w:basedOn w:val="Normal"/>
    <w:rsid w:val="00842C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ZA"/>
    </w:rPr>
  </w:style>
  <w:style w:type="paragraph" w:customStyle="1" w:styleId="xl87">
    <w:name w:val="xl87"/>
    <w:basedOn w:val="Normal"/>
    <w:rsid w:val="00842C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ZA"/>
    </w:rPr>
  </w:style>
  <w:style w:type="paragraph" w:customStyle="1" w:styleId="xl88">
    <w:name w:val="xl88"/>
    <w:basedOn w:val="Normal"/>
    <w:rsid w:val="00842C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ZA"/>
    </w:rPr>
  </w:style>
  <w:style w:type="paragraph" w:customStyle="1" w:styleId="xl89">
    <w:name w:val="xl89"/>
    <w:basedOn w:val="Normal"/>
    <w:rsid w:val="00842C2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color w:val="FFFFFF"/>
      <w:sz w:val="20"/>
      <w:szCs w:val="20"/>
      <w:lang w:eastAsia="en-ZA"/>
    </w:rPr>
  </w:style>
  <w:style w:type="paragraph" w:customStyle="1" w:styleId="xl90">
    <w:name w:val="xl90"/>
    <w:basedOn w:val="Normal"/>
    <w:rsid w:val="00842C2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n-ZA"/>
    </w:rPr>
  </w:style>
  <w:style w:type="paragraph" w:customStyle="1" w:styleId="xl91">
    <w:name w:val="xl91"/>
    <w:basedOn w:val="Normal"/>
    <w:rsid w:val="00842C2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n-ZA"/>
    </w:rPr>
  </w:style>
  <w:style w:type="paragraph" w:customStyle="1" w:styleId="xl92">
    <w:name w:val="xl92"/>
    <w:basedOn w:val="Normal"/>
    <w:rsid w:val="00842C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ZA"/>
    </w:rPr>
  </w:style>
  <w:style w:type="paragraph" w:customStyle="1" w:styleId="xl93">
    <w:name w:val="xl93"/>
    <w:basedOn w:val="Normal"/>
    <w:rsid w:val="00842C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ZA"/>
    </w:rPr>
  </w:style>
  <w:style w:type="paragraph" w:customStyle="1" w:styleId="xl94">
    <w:name w:val="xl94"/>
    <w:basedOn w:val="Normal"/>
    <w:rsid w:val="00842C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ZA"/>
    </w:rPr>
  </w:style>
  <w:style w:type="paragraph" w:customStyle="1" w:styleId="xl95">
    <w:name w:val="xl95"/>
    <w:basedOn w:val="Normal"/>
    <w:rsid w:val="00842C2A"/>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n-ZA"/>
    </w:rPr>
  </w:style>
  <w:style w:type="paragraph" w:customStyle="1" w:styleId="xl96">
    <w:name w:val="xl96"/>
    <w:basedOn w:val="Normal"/>
    <w:rsid w:val="00842C2A"/>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n-ZA"/>
    </w:rPr>
  </w:style>
  <w:style w:type="paragraph" w:customStyle="1" w:styleId="xl97">
    <w:name w:val="xl97"/>
    <w:basedOn w:val="Normal"/>
    <w:rsid w:val="00842C2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ZA"/>
    </w:rPr>
  </w:style>
  <w:style w:type="paragraph" w:customStyle="1" w:styleId="xl98">
    <w:name w:val="xl98"/>
    <w:basedOn w:val="Normal"/>
    <w:rsid w:val="00842C2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color w:val="FFFFFF"/>
      <w:sz w:val="20"/>
      <w:szCs w:val="20"/>
      <w:lang w:eastAsia="en-ZA"/>
    </w:rPr>
  </w:style>
  <w:style w:type="paragraph" w:customStyle="1" w:styleId="xl99">
    <w:name w:val="xl99"/>
    <w:basedOn w:val="Normal"/>
    <w:rsid w:val="00842C2A"/>
    <w:pPr>
      <w:spacing w:before="100" w:beforeAutospacing="1" w:after="100" w:afterAutospacing="1" w:line="240" w:lineRule="auto"/>
    </w:pPr>
    <w:rPr>
      <w:rFonts w:ascii="Times New Roman" w:eastAsia="Times New Roman" w:hAnsi="Times New Roman" w:cs="Times New Roman"/>
      <w:sz w:val="20"/>
      <w:szCs w:val="20"/>
      <w:lang w:eastAsia="en-ZA"/>
    </w:rPr>
  </w:style>
  <w:style w:type="paragraph" w:customStyle="1" w:styleId="xl100">
    <w:name w:val="xl100"/>
    <w:basedOn w:val="Normal"/>
    <w:rsid w:val="00842C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ZA"/>
    </w:rPr>
  </w:style>
  <w:style w:type="paragraph" w:customStyle="1" w:styleId="xl101">
    <w:name w:val="xl101"/>
    <w:basedOn w:val="Normal"/>
    <w:rsid w:val="00842C2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n-ZA"/>
    </w:rPr>
  </w:style>
  <w:style w:type="paragraph" w:customStyle="1" w:styleId="xl102">
    <w:name w:val="xl102"/>
    <w:basedOn w:val="Normal"/>
    <w:rsid w:val="00842C2A"/>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n-ZA"/>
    </w:rPr>
  </w:style>
  <w:style w:type="paragraph" w:customStyle="1" w:styleId="xl103">
    <w:name w:val="xl103"/>
    <w:basedOn w:val="Normal"/>
    <w:rsid w:val="00842C2A"/>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textAlignment w:val="center"/>
    </w:pPr>
    <w:rPr>
      <w:rFonts w:ascii="Times New Roman" w:eastAsia="Times New Roman" w:hAnsi="Times New Roman" w:cs="Times New Roman"/>
      <w:b/>
      <w:bCs/>
      <w:color w:val="FFFFFF"/>
      <w:sz w:val="20"/>
      <w:szCs w:val="20"/>
      <w:lang w:eastAsia="en-ZA"/>
    </w:rPr>
  </w:style>
  <w:style w:type="paragraph" w:customStyle="1" w:styleId="xl104">
    <w:name w:val="xl104"/>
    <w:basedOn w:val="Normal"/>
    <w:rsid w:val="00842C2A"/>
    <w:pPr>
      <w:spacing w:before="100" w:beforeAutospacing="1" w:after="100" w:afterAutospacing="1" w:line="240" w:lineRule="auto"/>
      <w:textAlignment w:val="center"/>
    </w:pPr>
    <w:rPr>
      <w:rFonts w:ascii="Times New Roman" w:eastAsia="Times New Roman" w:hAnsi="Times New Roman" w:cs="Times New Roman"/>
      <w:sz w:val="20"/>
      <w:szCs w:val="20"/>
      <w:lang w:eastAsia="en-ZA"/>
    </w:rPr>
  </w:style>
  <w:style w:type="paragraph" w:customStyle="1" w:styleId="xl105">
    <w:name w:val="xl105"/>
    <w:basedOn w:val="Normal"/>
    <w:rsid w:val="00842C2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ZA"/>
    </w:rPr>
  </w:style>
  <w:style w:type="paragraph" w:customStyle="1" w:styleId="xl106">
    <w:name w:val="xl106"/>
    <w:basedOn w:val="Normal"/>
    <w:rsid w:val="00842C2A"/>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textAlignment w:val="center"/>
    </w:pPr>
    <w:rPr>
      <w:rFonts w:ascii="Times New Roman" w:eastAsia="Times New Roman" w:hAnsi="Times New Roman" w:cs="Times New Roman"/>
      <w:b/>
      <w:bCs/>
      <w:color w:val="FFFFFF"/>
      <w:sz w:val="20"/>
      <w:szCs w:val="20"/>
      <w:lang w:eastAsia="en-ZA"/>
    </w:rPr>
  </w:style>
  <w:style w:type="paragraph" w:customStyle="1" w:styleId="Stylenew">
    <w:name w:val="Style new"/>
    <w:basedOn w:val="TablesandFigures"/>
    <w:link w:val="StylenewChar"/>
    <w:qFormat/>
    <w:rsid w:val="005B6C7E"/>
    <w:pPr>
      <w:spacing w:line="276" w:lineRule="auto"/>
      <w:ind w:left="567"/>
    </w:pPr>
    <w:rPr>
      <w:color w:val="DD5E15"/>
    </w:rPr>
  </w:style>
  <w:style w:type="character" w:customStyle="1" w:styleId="StylenewChar">
    <w:name w:val="Style new Char"/>
    <w:basedOn w:val="TablesandFiguresChar"/>
    <w:link w:val="Stylenew"/>
    <w:rsid w:val="005B6C7E"/>
    <w:rPr>
      <w:rFonts w:ascii="Arial Narrow" w:hAnsi="Arial Narrow"/>
      <w:b/>
      <w:iCs/>
      <w:color w:val="DD5E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7348">
      <w:bodyDiv w:val="1"/>
      <w:marLeft w:val="0"/>
      <w:marRight w:val="0"/>
      <w:marTop w:val="0"/>
      <w:marBottom w:val="0"/>
      <w:divBdr>
        <w:top w:val="none" w:sz="0" w:space="0" w:color="auto"/>
        <w:left w:val="none" w:sz="0" w:space="0" w:color="auto"/>
        <w:bottom w:val="none" w:sz="0" w:space="0" w:color="auto"/>
        <w:right w:val="none" w:sz="0" w:space="0" w:color="auto"/>
      </w:divBdr>
    </w:div>
    <w:div w:id="5250664">
      <w:bodyDiv w:val="1"/>
      <w:marLeft w:val="0"/>
      <w:marRight w:val="0"/>
      <w:marTop w:val="0"/>
      <w:marBottom w:val="0"/>
      <w:divBdr>
        <w:top w:val="none" w:sz="0" w:space="0" w:color="auto"/>
        <w:left w:val="none" w:sz="0" w:space="0" w:color="auto"/>
        <w:bottom w:val="none" w:sz="0" w:space="0" w:color="auto"/>
        <w:right w:val="none" w:sz="0" w:space="0" w:color="auto"/>
      </w:divBdr>
    </w:div>
    <w:div w:id="17125635">
      <w:bodyDiv w:val="1"/>
      <w:marLeft w:val="0"/>
      <w:marRight w:val="0"/>
      <w:marTop w:val="0"/>
      <w:marBottom w:val="0"/>
      <w:divBdr>
        <w:top w:val="none" w:sz="0" w:space="0" w:color="auto"/>
        <w:left w:val="none" w:sz="0" w:space="0" w:color="auto"/>
        <w:bottom w:val="none" w:sz="0" w:space="0" w:color="auto"/>
        <w:right w:val="none" w:sz="0" w:space="0" w:color="auto"/>
      </w:divBdr>
    </w:div>
    <w:div w:id="29763188">
      <w:bodyDiv w:val="1"/>
      <w:marLeft w:val="0"/>
      <w:marRight w:val="0"/>
      <w:marTop w:val="0"/>
      <w:marBottom w:val="0"/>
      <w:divBdr>
        <w:top w:val="none" w:sz="0" w:space="0" w:color="auto"/>
        <w:left w:val="none" w:sz="0" w:space="0" w:color="auto"/>
        <w:bottom w:val="none" w:sz="0" w:space="0" w:color="auto"/>
        <w:right w:val="none" w:sz="0" w:space="0" w:color="auto"/>
      </w:divBdr>
    </w:div>
    <w:div w:id="29842961">
      <w:bodyDiv w:val="1"/>
      <w:marLeft w:val="0"/>
      <w:marRight w:val="0"/>
      <w:marTop w:val="0"/>
      <w:marBottom w:val="0"/>
      <w:divBdr>
        <w:top w:val="none" w:sz="0" w:space="0" w:color="auto"/>
        <w:left w:val="none" w:sz="0" w:space="0" w:color="auto"/>
        <w:bottom w:val="none" w:sz="0" w:space="0" w:color="auto"/>
        <w:right w:val="none" w:sz="0" w:space="0" w:color="auto"/>
      </w:divBdr>
    </w:div>
    <w:div w:id="34354689">
      <w:bodyDiv w:val="1"/>
      <w:marLeft w:val="0"/>
      <w:marRight w:val="0"/>
      <w:marTop w:val="0"/>
      <w:marBottom w:val="0"/>
      <w:divBdr>
        <w:top w:val="none" w:sz="0" w:space="0" w:color="auto"/>
        <w:left w:val="none" w:sz="0" w:space="0" w:color="auto"/>
        <w:bottom w:val="none" w:sz="0" w:space="0" w:color="auto"/>
        <w:right w:val="none" w:sz="0" w:space="0" w:color="auto"/>
      </w:divBdr>
    </w:div>
    <w:div w:id="35549586">
      <w:bodyDiv w:val="1"/>
      <w:marLeft w:val="0"/>
      <w:marRight w:val="0"/>
      <w:marTop w:val="0"/>
      <w:marBottom w:val="0"/>
      <w:divBdr>
        <w:top w:val="none" w:sz="0" w:space="0" w:color="auto"/>
        <w:left w:val="none" w:sz="0" w:space="0" w:color="auto"/>
        <w:bottom w:val="none" w:sz="0" w:space="0" w:color="auto"/>
        <w:right w:val="none" w:sz="0" w:space="0" w:color="auto"/>
      </w:divBdr>
    </w:div>
    <w:div w:id="40790701">
      <w:bodyDiv w:val="1"/>
      <w:marLeft w:val="0"/>
      <w:marRight w:val="0"/>
      <w:marTop w:val="0"/>
      <w:marBottom w:val="0"/>
      <w:divBdr>
        <w:top w:val="none" w:sz="0" w:space="0" w:color="auto"/>
        <w:left w:val="none" w:sz="0" w:space="0" w:color="auto"/>
        <w:bottom w:val="none" w:sz="0" w:space="0" w:color="auto"/>
        <w:right w:val="none" w:sz="0" w:space="0" w:color="auto"/>
      </w:divBdr>
    </w:div>
    <w:div w:id="40829615">
      <w:bodyDiv w:val="1"/>
      <w:marLeft w:val="0"/>
      <w:marRight w:val="0"/>
      <w:marTop w:val="0"/>
      <w:marBottom w:val="0"/>
      <w:divBdr>
        <w:top w:val="none" w:sz="0" w:space="0" w:color="auto"/>
        <w:left w:val="none" w:sz="0" w:space="0" w:color="auto"/>
        <w:bottom w:val="none" w:sz="0" w:space="0" w:color="auto"/>
        <w:right w:val="none" w:sz="0" w:space="0" w:color="auto"/>
      </w:divBdr>
    </w:div>
    <w:div w:id="41565430">
      <w:bodyDiv w:val="1"/>
      <w:marLeft w:val="0"/>
      <w:marRight w:val="0"/>
      <w:marTop w:val="0"/>
      <w:marBottom w:val="0"/>
      <w:divBdr>
        <w:top w:val="none" w:sz="0" w:space="0" w:color="auto"/>
        <w:left w:val="none" w:sz="0" w:space="0" w:color="auto"/>
        <w:bottom w:val="none" w:sz="0" w:space="0" w:color="auto"/>
        <w:right w:val="none" w:sz="0" w:space="0" w:color="auto"/>
      </w:divBdr>
    </w:div>
    <w:div w:id="42606235">
      <w:bodyDiv w:val="1"/>
      <w:marLeft w:val="0"/>
      <w:marRight w:val="0"/>
      <w:marTop w:val="0"/>
      <w:marBottom w:val="0"/>
      <w:divBdr>
        <w:top w:val="none" w:sz="0" w:space="0" w:color="auto"/>
        <w:left w:val="none" w:sz="0" w:space="0" w:color="auto"/>
        <w:bottom w:val="none" w:sz="0" w:space="0" w:color="auto"/>
        <w:right w:val="none" w:sz="0" w:space="0" w:color="auto"/>
      </w:divBdr>
    </w:div>
    <w:div w:id="50614083">
      <w:bodyDiv w:val="1"/>
      <w:marLeft w:val="0"/>
      <w:marRight w:val="0"/>
      <w:marTop w:val="0"/>
      <w:marBottom w:val="0"/>
      <w:divBdr>
        <w:top w:val="none" w:sz="0" w:space="0" w:color="auto"/>
        <w:left w:val="none" w:sz="0" w:space="0" w:color="auto"/>
        <w:bottom w:val="none" w:sz="0" w:space="0" w:color="auto"/>
        <w:right w:val="none" w:sz="0" w:space="0" w:color="auto"/>
      </w:divBdr>
    </w:div>
    <w:div w:id="50660994">
      <w:bodyDiv w:val="1"/>
      <w:marLeft w:val="0"/>
      <w:marRight w:val="0"/>
      <w:marTop w:val="0"/>
      <w:marBottom w:val="0"/>
      <w:divBdr>
        <w:top w:val="none" w:sz="0" w:space="0" w:color="auto"/>
        <w:left w:val="none" w:sz="0" w:space="0" w:color="auto"/>
        <w:bottom w:val="none" w:sz="0" w:space="0" w:color="auto"/>
        <w:right w:val="none" w:sz="0" w:space="0" w:color="auto"/>
      </w:divBdr>
    </w:div>
    <w:div w:id="53898690">
      <w:bodyDiv w:val="1"/>
      <w:marLeft w:val="0"/>
      <w:marRight w:val="0"/>
      <w:marTop w:val="0"/>
      <w:marBottom w:val="0"/>
      <w:divBdr>
        <w:top w:val="none" w:sz="0" w:space="0" w:color="auto"/>
        <w:left w:val="none" w:sz="0" w:space="0" w:color="auto"/>
        <w:bottom w:val="none" w:sz="0" w:space="0" w:color="auto"/>
        <w:right w:val="none" w:sz="0" w:space="0" w:color="auto"/>
      </w:divBdr>
    </w:div>
    <w:div w:id="56439286">
      <w:bodyDiv w:val="1"/>
      <w:marLeft w:val="0"/>
      <w:marRight w:val="0"/>
      <w:marTop w:val="0"/>
      <w:marBottom w:val="0"/>
      <w:divBdr>
        <w:top w:val="none" w:sz="0" w:space="0" w:color="auto"/>
        <w:left w:val="none" w:sz="0" w:space="0" w:color="auto"/>
        <w:bottom w:val="none" w:sz="0" w:space="0" w:color="auto"/>
        <w:right w:val="none" w:sz="0" w:space="0" w:color="auto"/>
      </w:divBdr>
    </w:div>
    <w:div w:id="56705236">
      <w:bodyDiv w:val="1"/>
      <w:marLeft w:val="0"/>
      <w:marRight w:val="0"/>
      <w:marTop w:val="0"/>
      <w:marBottom w:val="0"/>
      <w:divBdr>
        <w:top w:val="none" w:sz="0" w:space="0" w:color="auto"/>
        <w:left w:val="none" w:sz="0" w:space="0" w:color="auto"/>
        <w:bottom w:val="none" w:sz="0" w:space="0" w:color="auto"/>
        <w:right w:val="none" w:sz="0" w:space="0" w:color="auto"/>
      </w:divBdr>
    </w:div>
    <w:div w:id="77555147">
      <w:bodyDiv w:val="1"/>
      <w:marLeft w:val="0"/>
      <w:marRight w:val="0"/>
      <w:marTop w:val="0"/>
      <w:marBottom w:val="0"/>
      <w:divBdr>
        <w:top w:val="none" w:sz="0" w:space="0" w:color="auto"/>
        <w:left w:val="none" w:sz="0" w:space="0" w:color="auto"/>
        <w:bottom w:val="none" w:sz="0" w:space="0" w:color="auto"/>
        <w:right w:val="none" w:sz="0" w:space="0" w:color="auto"/>
      </w:divBdr>
    </w:div>
    <w:div w:id="81344540">
      <w:bodyDiv w:val="1"/>
      <w:marLeft w:val="0"/>
      <w:marRight w:val="0"/>
      <w:marTop w:val="0"/>
      <w:marBottom w:val="0"/>
      <w:divBdr>
        <w:top w:val="none" w:sz="0" w:space="0" w:color="auto"/>
        <w:left w:val="none" w:sz="0" w:space="0" w:color="auto"/>
        <w:bottom w:val="none" w:sz="0" w:space="0" w:color="auto"/>
        <w:right w:val="none" w:sz="0" w:space="0" w:color="auto"/>
      </w:divBdr>
    </w:div>
    <w:div w:id="123039921">
      <w:bodyDiv w:val="1"/>
      <w:marLeft w:val="0"/>
      <w:marRight w:val="0"/>
      <w:marTop w:val="0"/>
      <w:marBottom w:val="0"/>
      <w:divBdr>
        <w:top w:val="none" w:sz="0" w:space="0" w:color="auto"/>
        <w:left w:val="none" w:sz="0" w:space="0" w:color="auto"/>
        <w:bottom w:val="none" w:sz="0" w:space="0" w:color="auto"/>
        <w:right w:val="none" w:sz="0" w:space="0" w:color="auto"/>
      </w:divBdr>
    </w:div>
    <w:div w:id="124275980">
      <w:bodyDiv w:val="1"/>
      <w:marLeft w:val="0"/>
      <w:marRight w:val="0"/>
      <w:marTop w:val="0"/>
      <w:marBottom w:val="0"/>
      <w:divBdr>
        <w:top w:val="none" w:sz="0" w:space="0" w:color="auto"/>
        <w:left w:val="none" w:sz="0" w:space="0" w:color="auto"/>
        <w:bottom w:val="none" w:sz="0" w:space="0" w:color="auto"/>
        <w:right w:val="none" w:sz="0" w:space="0" w:color="auto"/>
      </w:divBdr>
    </w:div>
    <w:div w:id="130370076">
      <w:bodyDiv w:val="1"/>
      <w:marLeft w:val="0"/>
      <w:marRight w:val="0"/>
      <w:marTop w:val="0"/>
      <w:marBottom w:val="0"/>
      <w:divBdr>
        <w:top w:val="none" w:sz="0" w:space="0" w:color="auto"/>
        <w:left w:val="none" w:sz="0" w:space="0" w:color="auto"/>
        <w:bottom w:val="none" w:sz="0" w:space="0" w:color="auto"/>
        <w:right w:val="none" w:sz="0" w:space="0" w:color="auto"/>
      </w:divBdr>
    </w:div>
    <w:div w:id="133839208">
      <w:bodyDiv w:val="1"/>
      <w:marLeft w:val="0"/>
      <w:marRight w:val="0"/>
      <w:marTop w:val="0"/>
      <w:marBottom w:val="0"/>
      <w:divBdr>
        <w:top w:val="none" w:sz="0" w:space="0" w:color="auto"/>
        <w:left w:val="none" w:sz="0" w:space="0" w:color="auto"/>
        <w:bottom w:val="none" w:sz="0" w:space="0" w:color="auto"/>
        <w:right w:val="none" w:sz="0" w:space="0" w:color="auto"/>
      </w:divBdr>
    </w:div>
    <w:div w:id="139275566">
      <w:bodyDiv w:val="1"/>
      <w:marLeft w:val="0"/>
      <w:marRight w:val="0"/>
      <w:marTop w:val="0"/>
      <w:marBottom w:val="0"/>
      <w:divBdr>
        <w:top w:val="none" w:sz="0" w:space="0" w:color="auto"/>
        <w:left w:val="none" w:sz="0" w:space="0" w:color="auto"/>
        <w:bottom w:val="none" w:sz="0" w:space="0" w:color="auto"/>
        <w:right w:val="none" w:sz="0" w:space="0" w:color="auto"/>
      </w:divBdr>
    </w:div>
    <w:div w:id="139425742">
      <w:bodyDiv w:val="1"/>
      <w:marLeft w:val="0"/>
      <w:marRight w:val="0"/>
      <w:marTop w:val="0"/>
      <w:marBottom w:val="0"/>
      <w:divBdr>
        <w:top w:val="none" w:sz="0" w:space="0" w:color="auto"/>
        <w:left w:val="none" w:sz="0" w:space="0" w:color="auto"/>
        <w:bottom w:val="none" w:sz="0" w:space="0" w:color="auto"/>
        <w:right w:val="none" w:sz="0" w:space="0" w:color="auto"/>
      </w:divBdr>
    </w:div>
    <w:div w:id="144201872">
      <w:bodyDiv w:val="1"/>
      <w:marLeft w:val="0"/>
      <w:marRight w:val="0"/>
      <w:marTop w:val="0"/>
      <w:marBottom w:val="0"/>
      <w:divBdr>
        <w:top w:val="none" w:sz="0" w:space="0" w:color="auto"/>
        <w:left w:val="none" w:sz="0" w:space="0" w:color="auto"/>
        <w:bottom w:val="none" w:sz="0" w:space="0" w:color="auto"/>
        <w:right w:val="none" w:sz="0" w:space="0" w:color="auto"/>
      </w:divBdr>
    </w:div>
    <w:div w:id="151529625">
      <w:bodyDiv w:val="1"/>
      <w:marLeft w:val="0"/>
      <w:marRight w:val="0"/>
      <w:marTop w:val="0"/>
      <w:marBottom w:val="0"/>
      <w:divBdr>
        <w:top w:val="none" w:sz="0" w:space="0" w:color="auto"/>
        <w:left w:val="none" w:sz="0" w:space="0" w:color="auto"/>
        <w:bottom w:val="none" w:sz="0" w:space="0" w:color="auto"/>
        <w:right w:val="none" w:sz="0" w:space="0" w:color="auto"/>
      </w:divBdr>
    </w:div>
    <w:div w:id="164636148">
      <w:bodyDiv w:val="1"/>
      <w:marLeft w:val="0"/>
      <w:marRight w:val="0"/>
      <w:marTop w:val="0"/>
      <w:marBottom w:val="0"/>
      <w:divBdr>
        <w:top w:val="none" w:sz="0" w:space="0" w:color="auto"/>
        <w:left w:val="none" w:sz="0" w:space="0" w:color="auto"/>
        <w:bottom w:val="none" w:sz="0" w:space="0" w:color="auto"/>
        <w:right w:val="none" w:sz="0" w:space="0" w:color="auto"/>
      </w:divBdr>
    </w:div>
    <w:div w:id="165100974">
      <w:bodyDiv w:val="1"/>
      <w:marLeft w:val="0"/>
      <w:marRight w:val="0"/>
      <w:marTop w:val="0"/>
      <w:marBottom w:val="0"/>
      <w:divBdr>
        <w:top w:val="none" w:sz="0" w:space="0" w:color="auto"/>
        <w:left w:val="none" w:sz="0" w:space="0" w:color="auto"/>
        <w:bottom w:val="none" w:sz="0" w:space="0" w:color="auto"/>
        <w:right w:val="none" w:sz="0" w:space="0" w:color="auto"/>
      </w:divBdr>
    </w:div>
    <w:div w:id="171190483">
      <w:bodyDiv w:val="1"/>
      <w:marLeft w:val="0"/>
      <w:marRight w:val="0"/>
      <w:marTop w:val="0"/>
      <w:marBottom w:val="0"/>
      <w:divBdr>
        <w:top w:val="none" w:sz="0" w:space="0" w:color="auto"/>
        <w:left w:val="none" w:sz="0" w:space="0" w:color="auto"/>
        <w:bottom w:val="none" w:sz="0" w:space="0" w:color="auto"/>
        <w:right w:val="none" w:sz="0" w:space="0" w:color="auto"/>
      </w:divBdr>
    </w:div>
    <w:div w:id="175315178">
      <w:bodyDiv w:val="1"/>
      <w:marLeft w:val="0"/>
      <w:marRight w:val="0"/>
      <w:marTop w:val="0"/>
      <w:marBottom w:val="0"/>
      <w:divBdr>
        <w:top w:val="none" w:sz="0" w:space="0" w:color="auto"/>
        <w:left w:val="none" w:sz="0" w:space="0" w:color="auto"/>
        <w:bottom w:val="none" w:sz="0" w:space="0" w:color="auto"/>
        <w:right w:val="none" w:sz="0" w:space="0" w:color="auto"/>
      </w:divBdr>
    </w:div>
    <w:div w:id="175924065">
      <w:bodyDiv w:val="1"/>
      <w:marLeft w:val="0"/>
      <w:marRight w:val="0"/>
      <w:marTop w:val="0"/>
      <w:marBottom w:val="0"/>
      <w:divBdr>
        <w:top w:val="none" w:sz="0" w:space="0" w:color="auto"/>
        <w:left w:val="none" w:sz="0" w:space="0" w:color="auto"/>
        <w:bottom w:val="none" w:sz="0" w:space="0" w:color="auto"/>
        <w:right w:val="none" w:sz="0" w:space="0" w:color="auto"/>
      </w:divBdr>
    </w:div>
    <w:div w:id="182207193">
      <w:bodyDiv w:val="1"/>
      <w:marLeft w:val="0"/>
      <w:marRight w:val="0"/>
      <w:marTop w:val="0"/>
      <w:marBottom w:val="0"/>
      <w:divBdr>
        <w:top w:val="none" w:sz="0" w:space="0" w:color="auto"/>
        <w:left w:val="none" w:sz="0" w:space="0" w:color="auto"/>
        <w:bottom w:val="none" w:sz="0" w:space="0" w:color="auto"/>
        <w:right w:val="none" w:sz="0" w:space="0" w:color="auto"/>
      </w:divBdr>
    </w:div>
    <w:div w:id="185557179">
      <w:bodyDiv w:val="1"/>
      <w:marLeft w:val="0"/>
      <w:marRight w:val="0"/>
      <w:marTop w:val="0"/>
      <w:marBottom w:val="0"/>
      <w:divBdr>
        <w:top w:val="none" w:sz="0" w:space="0" w:color="auto"/>
        <w:left w:val="none" w:sz="0" w:space="0" w:color="auto"/>
        <w:bottom w:val="none" w:sz="0" w:space="0" w:color="auto"/>
        <w:right w:val="none" w:sz="0" w:space="0" w:color="auto"/>
      </w:divBdr>
    </w:div>
    <w:div w:id="195775395">
      <w:bodyDiv w:val="1"/>
      <w:marLeft w:val="0"/>
      <w:marRight w:val="0"/>
      <w:marTop w:val="0"/>
      <w:marBottom w:val="0"/>
      <w:divBdr>
        <w:top w:val="none" w:sz="0" w:space="0" w:color="auto"/>
        <w:left w:val="none" w:sz="0" w:space="0" w:color="auto"/>
        <w:bottom w:val="none" w:sz="0" w:space="0" w:color="auto"/>
        <w:right w:val="none" w:sz="0" w:space="0" w:color="auto"/>
      </w:divBdr>
    </w:div>
    <w:div w:id="203179158">
      <w:bodyDiv w:val="1"/>
      <w:marLeft w:val="0"/>
      <w:marRight w:val="0"/>
      <w:marTop w:val="0"/>
      <w:marBottom w:val="0"/>
      <w:divBdr>
        <w:top w:val="none" w:sz="0" w:space="0" w:color="auto"/>
        <w:left w:val="none" w:sz="0" w:space="0" w:color="auto"/>
        <w:bottom w:val="none" w:sz="0" w:space="0" w:color="auto"/>
        <w:right w:val="none" w:sz="0" w:space="0" w:color="auto"/>
      </w:divBdr>
    </w:div>
    <w:div w:id="210730521">
      <w:bodyDiv w:val="1"/>
      <w:marLeft w:val="0"/>
      <w:marRight w:val="0"/>
      <w:marTop w:val="0"/>
      <w:marBottom w:val="0"/>
      <w:divBdr>
        <w:top w:val="none" w:sz="0" w:space="0" w:color="auto"/>
        <w:left w:val="none" w:sz="0" w:space="0" w:color="auto"/>
        <w:bottom w:val="none" w:sz="0" w:space="0" w:color="auto"/>
        <w:right w:val="none" w:sz="0" w:space="0" w:color="auto"/>
      </w:divBdr>
    </w:div>
    <w:div w:id="212231300">
      <w:bodyDiv w:val="1"/>
      <w:marLeft w:val="0"/>
      <w:marRight w:val="0"/>
      <w:marTop w:val="0"/>
      <w:marBottom w:val="0"/>
      <w:divBdr>
        <w:top w:val="none" w:sz="0" w:space="0" w:color="auto"/>
        <w:left w:val="none" w:sz="0" w:space="0" w:color="auto"/>
        <w:bottom w:val="none" w:sz="0" w:space="0" w:color="auto"/>
        <w:right w:val="none" w:sz="0" w:space="0" w:color="auto"/>
      </w:divBdr>
    </w:div>
    <w:div w:id="219445823">
      <w:bodyDiv w:val="1"/>
      <w:marLeft w:val="0"/>
      <w:marRight w:val="0"/>
      <w:marTop w:val="0"/>
      <w:marBottom w:val="0"/>
      <w:divBdr>
        <w:top w:val="none" w:sz="0" w:space="0" w:color="auto"/>
        <w:left w:val="none" w:sz="0" w:space="0" w:color="auto"/>
        <w:bottom w:val="none" w:sz="0" w:space="0" w:color="auto"/>
        <w:right w:val="none" w:sz="0" w:space="0" w:color="auto"/>
      </w:divBdr>
    </w:div>
    <w:div w:id="227427822">
      <w:bodyDiv w:val="1"/>
      <w:marLeft w:val="0"/>
      <w:marRight w:val="0"/>
      <w:marTop w:val="0"/>
      <w:marBottom w:val="0"/>
      <w:divBdr>
        <w:top w:val="none" w:sz="0" w:space="0" w:color="auto"/>
        <w:left w:val="none" w:sz="0" w:space="0" w:color="auto"/>
        <w:bottom w:val="none" w:sz="0" w:space="0" w:color="auto"/>
        <w:right w:val="none" w:sz="0" w:space="0" w:color="auto"/>
      </w:divBdr>
    </w:div>
    <w:div w:id="235168888">
      <w:bodyDiv w:val="1"/>
      <w:marLeft w:val="0"/>
      <w:marRight w:val="0"/>
      <w:marTop w:val="0"/>
      <w:marBottom w:val="0"/>
      <w:divBdr>
        <w:top w:val="none" w:sz="0" w:space="0" w:color="auto"/>
        <w:left w:val="none" w:sz="0" w:space="0" w:color="auto"/>
        <w:bottom w:val="none" w:sz="0" w:space="0" w:color="auto"/>
        <w:right w:val="none" w:sz="0" w:space="0" w:color="auto"/>
      </w:divBdr>
    </w:div>
    <w:div w:id="235479130">
      <w:bodyDiv w:val="1"/>
      <w:marLeft w:val="0"/>
      <w:marRight w:val="0"/>
      <w:marTop w:val="0"/>
      <w:marBottom w:val="0"/>
      <w:divBdr>
        <w:top w:val="none" w:sz="0" w:space="0" w:color="auto"/>
        <w:left w:val="none" w:sz="0" w:space="0" w:color="auto"/>
        <w:bottom w:val="none" w:sz="0" w:space="0" w:color="auto"/>
        <w:right w:val="none" w:sz="0" w:space="0" w:color="auto"/>
      </w:divBdr>
    </w:div>
    <w:div w:id="237637501">
      <w:bodyDiv w:val="1"/>
      <w:marLeft w:val="0"/>
      <w:marRight w:val="0"/>
      <w:marTop w:val="0"/>
      <w:marBottom w:val="0"/>
      <w:divBdr>
        <w:top w:val="none" w:sz="0" w:space="0" w:color="auto"/>
        <w:left w:val="none" w:sz="0" w:space="0" w:color="auto"/>
        <w:bottom w:val="none" w:sz="0" w:space="0" w:color="auto"/>
        <w:right w:val="none" w:sz="0" w:space="0" w:color="auto"/>
      </w:divBdr>
    </w:div>
    <w:div w:id="237639187">
      <w:bodyDiv w:val="1"/>
      <w:marLeft w:val="0"/>
      <w:marRight w:val="0"/>
      <w:marTop w:val="0"/>
      <w:marBottom w:val="0"/>
      <w:divBdr>
        <w:top w:val="none" w:sz="0" w:space="0" w:color="auto"/>
        <w:left w:val="none" w:sz="0" w:space="0" w:color="auto"/>
        <w:bottom w:val="none" w:sz="0" w:space="0" w:color="auto"/>
        <w:right w:val="none" w:sz="0" w:space="0" w:color="auto"/>
      </w:divBdr>
    </w:div>
    <w:div w:id="238249265">
      <w:bodyDiv w:val="1"/>
      <w:marLeft w:val="0"/>
      <w:marRight w:val="0"/>
      <w:marTop w:val="0"/>
      <w:marBottom w:val="0"/>
      <w:divBdr>
        <w:top w:val="none" w:sz="0" w:space="0" w:color="auto"/>
        <w:left w:val="none" w:sz="0" w:space="0" w:color="auto"/>
        <w:bottom w:val="none" w:sz="0" w:space="0" w:color="auto"/>
        <w:right w:val="none" w:sz="0" w:space="0" w:color="auto"/>
      </w:divBdr>
    </w:div>
    <w:div w:id="239296789">
      <w:bodyDiv w:val="1"/>
      <w:marLeft w:val="0"/>
      <w:marRight w:val="0"/>
      <w:marTop w:val="0"/>
      <w:marBottom w:val="0"/>
      <w:divBdr>
        <w:top w:val="none" w:sz="0" w:space="0" w:color="auto"/>
        <w:left w:val="none" w:sz="0" w:space="0" w:color="auto"/>
        <w:bottom w:val="none" w:sz="0" w:space="0" w:color="auto"/>
        <w:right w:val="none" w:sz="0" w:space="0" w:color="auto"/>
      </w:divBdr>
    </w:div>
    <w:div w:id="242418443">
      <w:bodyDiv w:val="1"/>
      <w:marLeft w:val="0"/>
      <w:marRight w:val="0"/>
      <w:marTop w:val="0"/>
      <w:marBottom w:val="0"/>
      <w:divBdr>
        <w:top w:val="none" w:sz="0" w:space="0" w:color="auto"/>
        <w:left w:val="none" w:sz="0" w:space="0" w:color="auto"/>
        <w:bottom w:val="none" w:sz="0" w:space="0" w:color="auto"/>
        <w:right w:val="none" w:sz="0" w:space="0" w:color="auto"/>
      </w:divBdr>
    </w:div>
    <w:div w:id="261844156">
      <w:bodyDiv w:val="1"/>
      <w:marLeft w:val="0"/>
      <w:marRight w:val="0"/>
      <w:marTop w:val="0"/>
      <w:marBottom w:val="0"/>
      <w:divBdr>
        <w:top w:val="none" w:sz="0" w:space="0" w:color="auto"/>
        <w:left w:val="none" w:sz="0" w:space="0" w:color="auto"/>
        <w:bottom w:val="none" w:sz="0" w:space="0" w:color="auto"/>
        <w:right w:val="none" w:sz="0" w:space="0" w:color="auto"/>
      </w:divBdr>
    </w:div>
    <w:div w:id="262151459">
      <w:bodyDiv w:val="1"/>
      <w:marLeft w:val="0"/>
      <w:marRight w:val="0"/>
      <w:marTop w:val="0"/>
      <w:marBottom w:val="0"/>
      <w:divBdr>
        <w:top w:val="none" w:sz="0" w:space="0" w:color="auto"/>
        <w:left w:val="none" w:sz="0" w:space="0" w:color="auto"/>
        <w:bottom w:val="none" w:sz="0" w:space="0" w:color="auto"/>
        <w:right w:val="none" w:sz="0" w:space="0" w:color="auto"/>
      </w:divBdr>
    </w:div>
    <w:div w:id="263736098">
      <w:bodyDiv w:val="1"/>
      <w:marLeft w:val="0"/>
      <w:marRight w:val="0"/>
      <w:marTop w:val="0"/>
      <w:marBottom w:val="0"/>
      <w:divBdr>
        <w:top w:val="none" w:sz="0" w:space="0" w:color="auto"/>
        <w:left w:val="none" w:sz="0" w:space="0" w:color="auto"/>
        <w:bottom w:val="none" w:sz="0" w:space="0" w:color="auto"/>
        <w:right w:val="none" w:sz="0" w:space="0" w:color="auto"/>
      </w:divBdr>
    </w:div>
    <w:div w:id="266931832">
      <w:bodyDiv w:val="1"/>
      <w:marLeft w:val="0"/>
      <w:marRight w:val="0"/>
      <w:marTop w:val="0"/>
      <w:marBottom w:val="0"/>
      <w:divBdr>
        <w:top w:val="none" w:sz="0" w:space="0" w:color="auto"/>
        <w:left w:val="none" w:sz="0" w:space="0" w:color="auto"/>
        <w:bottom w:val="none" w:sz="0" w:space="0" w:color="auto"/>
        <w:right w:val="none" w:sz="0" w:space="0" w:color="auto"/>
      </w:divBdr>
    </w:div>
    <w:div w:id="267278882">
      <w:bodyDiv w:val="1"/>
      <w:marLeft w:val="0"/>
      <w:marRight w:val="0"/>
      <w:marTop w:val="0"/>
      <w:marBottom w:val="0"/>
      <w:divBdr>
        <w:top w:val="none" w:sz="0" w:space="0" w:color="auto"/>
        <w:left w:val="none" w:sz="0" w:space="0" w:color="auto"/>
        <w:bottom w:val="none" w:sz="0" w:space="0" w:color="auto"/>
        <w:right w:val="none" w:sz="0" w:space="0" w:color="auto"/>
      </w:divBdr>
    </w:div>
    <w:div w:id="274992548">
      <w:bodyDiv w:val="1"/>
      <w:marLeft w:val="0"/>
      <w:marRight w:val="0"/>
      <w:marTop w:val="0"/>
      <w:marBottom w:val="0"/>
      <w:divBdr>
        <w:top w:val="none" w:sz="0" w:space="0" w:color="auto"/>
        <w:left w:val="none" w:sz="0" w:space="0" w:color="auto"/>
        <w:bottom w:val="none" w:sz="0" w:space="0" w:color="auto"/>
        <w:right w:val="none" w:sz="0" w:space="0" w:color="auto"/>
      </w:divBdr>
    </w:div>
    <w:div w:id="275793659">
      <w:bodyDiv w:val="1"/>
      <w:marLeft w:val="0"/>
      <w:marRight w:val="0"/>
      <w:marTop w:val="0"/>
      <w:marBottom w:val="0"/>
      <w:divBdr>
        <w:top w:val="none" w:sz="0" w:space="0" w:color="auto"/>
        <w:left w:val="none" w:sz="0" w:space="0" w:color="auto"/>
        <w:bottom w:val="none" w:sz="0" w:space="0" w:color="auto"/>
        <w:right w:val="none" w:sz="0" w:space="0" w:color="auto"/>
      </w:divBdr>
    </w:div>
    <w:div w:id="279076096">
      <w:bodyDiv w:val="1"/>
      <w:marLeft w:val="0"/>
      <w:marRight w:val="0"/>
      <w:marTop w:val="0"/>
      <w:marBottom w:val="0"/>
      <w:divBdr>
        <w:top w:val="none" w:sz="0" w:space="0" w:color="auto"/>
        <w:left w:val="none" w:sz="0" w:space="0" w:color="auto"/>
        <w:bottom w:val="none" w:sz="0" w:space="0" w:color="auto"/>
        <w:right w:val="none" w:sz="0" w:space="0" w:color="auto"/>
      </w:divBdr>
    </w:div>
    <w:div w:id="279146596">
      <w:bodyDiv w:val="1"/>
      <w:marLeft w:val="0"/>
      <w:marRight w:val="0"/>
      <w:marTop w:val="0"/>
      <w:marBottom w:val="0"/>
      <w:divBdr>
        <w:top w:val="none" w:sz="0" w:space="0" w:color="auto"/>
        <w:left w:val="none" w:sz="0" w:space="0" w:color="auto"/>
        <w:bottom w:val="none" w:sz="0" w:space="0" w:color="auto"/>
        <w:right w:val="none" w:sz="0" w:space="0" w:color="auto"/>
      </w:divBdr>
    </w:div>
    <w:div w:id="280766639">
      <w:bodyDiv w:val="1"/>
      <w:marLeft w:val="0"/>
      <w:marRight w:val="0"/>
      <w:marTop w:val="0"/>
      <w:marBottom w:val="0"/>
      <w:divBdr>
        <w:top w:val="none" w:sz="0" w:space="0" w:color="auto"/>
        <w:left w:val="none" w:sz="0" w:space="0" w:color="auto"/>
        <w:bottom w:val="none" w:sz="0" w:space="0" w:color="auto"/>
        <w:right w:val="none" w:sz="0" w:space="0" w:color="auto"/>
      </w:divBdr>
    </w:div>
    <w:div w:id="282006289">
      <w:bodyDiv w:val="1"/>
      <w:marLeft w:val="0"/>
      <w:marRight w:val="0"/>
      <w:marTop w:val="0"/>
      <w:marBottom w:val="0"/>
      <w:divBdr>
        <w:top w:val="none" w:sz="0" w:space="0" w:color="auto"/>
        <w:left w:val="none" w:sz="0" w:space="0" w:color="auto"/>
        <w:bottom w:val="none" w:sz="0" w:space="0" w:color="auto"/>
        <w:right w:val="none" w:sz="0" w:space="0" w:color="auto"/>
      </w:divBdr>
    </w:div>
    <w:div w:id="290088701">
      <w:bodyDiv w:val="1"/>
      <w:marLeft w:val="0"/>
      <w:marRight w:val="0"/>
      <w:marTop w:val="0"/>
      <w:marBottom w:val="0"/>
      <w:divBdr>
        <w:top w:val="none" w:sz="0" w:space="0" w:color="auto"/>
        <w:left w:val="none" w:sz="0" w:space="0" w:color="auto"/>
        <w:bottom w:val="none" w:sz="0" w:space="0" w:color="auto"/>
        <w:right w:val="none" w:sz="0" w:space="0" w:color="auto"/>
      </w:divBdr>
    </w:div>
    <w:div w:id="290207956">
      <w:bodyDiv w:val="1"/>
      <w:marLeft w:val="0"/>
      <w:marRight w:val="0"/>
      <w:marTop w:val="0"/>
      <w:marBottom w:val="0"/>
      <w:divBdr>
        <w:top w:val="none" w:sz="0" w:space="0" w:color="auto"/>
        <w:left w:val="none" w:sz="0" w:space="0" w:color="auto"/>
        <w:bottom w:val="none" w:sz="0" w:space="0" w:color="auto"/>
        <w:right w:val="none" w:sz="0" w:space="0" w:color="auto"/>
      </w:divBdr>
    </w:div>
    <w:div w:id="291137463">
      <w:bodyDiv w:val="1"/>
      <w:marLeft w:val="0"/>
      <w:marRight w:val="0"/>
      <w:marTop w:val="0"/>
      <w:marBottom w:val="0"/>
      <w:divBdr>
        <w:top w:val="none" w:sz="0" w:space="0" w:color="auto"/>
        <w:left w:val="none" w:sz="0" w:space="0" w:color="auto"/>
        <w:bottom w:val="none" w:sz="0" w:space="0" w:color="auto"/>
        <w:right w:val="none" w:sz="0" w:space="0" w:color="auto"/>
      </w:divBdr>
    </w:div>
    <w:div w:id="304746109">
      <w:bodyDiv w:val="1"/>
      <w:marLeft w:val="0"/>
      <w:marRight w:val="0"/>
      <w:marTop w:val="0"/>
      <w:marBottom w:val="0"/>
      <w:divBdr>
        <w:top w:val="none" w:sz="0" w:space="0" w:color="auto"/>
        <w:left w:val="none" w:sz="0" w:space="0" w:color="auto"/>
        <w:bottom w:val="none" w:sz="0" w:space="0" w:color="auto"/>
        <w:right w:val="none" w:sz="0" w:space="0" w:color="auto"/>
      </w:divBdr>
    </w:div>
    <w:div w:id="317074874">
      <w:bodyDiv w:val="1"/>
      <w:marLeft w:val="0"/>
      <w:marRight w:val="0"/>
      <w:marTop w:val="0"/>
      <w:marBottom w:val="0"/>
      <w:divBdr>
        <w:top w:val="none" w:sz="0" w:space="0" w:color="auto"/>
        <w:left w:val="none" w:sz="0" w:space="0" w:color="auto"/>
        <w:bottom w:val="none" w:sz="0" w:space="0" w:color="auto"/>
        <w:right w:val="none" w:sz="0" w:space="0" w:color="auto"/>
      </w:divBdr>
    </w:div>
    <w:div w:id="320349144">
      <w:bodyDiv w:val="1"/>
      <w:marLeft w:val="0"/>
      <w:marRight w:val="0"/>
      <w:marTop w:val="0"/>
      <w:marBottom w:val="0"/>
      <w:divBdr>
        <w:top w:val="none" w:sz="0" w:space="0" w:color="auto"/>
        <w:left w:val="none" w:sz="0" w:space="0" w:color="auto"/>
        <w:bottom w:val="none" w:sz="0" w:space="0" w:color="auto"/>
        <w:right w:val="none" w:sz="0" w:space="0" w:color="auto"/>
      </w:divBdr>
    </w:div>
    <w:div w:id="321587516">
      <w:bodyDiv w:val="1"/>
      <w:marLeft w:val="0"/>
      <w:marRight w:val="0"/>
      <w:marTop w:val="0"/>
      <w:marBottom w:val="0"/>
      <w:divBdr>
        <w:top w:val="none" w:sz="0" w:space="0" w:color="auto"/>
        <w:left w:val="none" w:sz="0" w:space="0" w:color="auto"/>
        <w:bottom w:val="none" w:sz="0" w:space="0" w:color="auto"/>
        <w:right w:val="none" w:sz="0" w:space="0" w:color="auto"/>
      </w:divBdr>
    </w:div>
    <w:div w:id="326790681">
      <w:bodyDiv w:val="1"/>
      <w:marLeft w:val="0"/>
      <w:marRight w:val="0"/>
      <w:marTop w:val="0"/>
      <w:marBottom w:val="0"/>
      <w:divBdr>
        <w:top w:val="none" w:sz="0" w:space="0" w:color="auto"/>
        <w:left w:val="none" w:sz="0" w:space="0" w:color="auto"/>
        <w:bottom w:val="none" w:sz="0" w:space="0" w:color="auto"/>
        <w:right w:val="none" w:sz="0" w:space="0" w:color="auto"/>
      </w:divBdr>
    </w:div>
    <w:div w:id="330182290">
      <w:bodyDiv w:val="1"/>
      <w:marLeft w:val="0"/>
      <w:marRight w:val="0"/>
      <w:marTop w:val="0"/>
      <w:marBottom w:val="0"/>
      <w:divBdr>
        <w:top w:val="none" w:sz="0" w:space="0" w:color="auto"/>
        <w:left w:val="none" w:sz="0" w:space="0" w:color="auto"/>
        <w:bottom w:val="none" w:sz="0" w:space="0" w:color="auto"/>
        <w:right w:val="none" w:sz="0" w:space="0" w:color="auto"/>
      </w:divBdr>
    </w:div>
    <w:div w:id="346256811">
      <w:bodyDiv w:val="1"/>
      <w:marLeft w:val="0"/>
      <w:marRight w:val="0"/>
      <w:marTop w:val="0"/>
      <w:marBottom w:val="0"/>
      <w:divBdr>
        <w:top w:val="none" w:sz="0" w:space="0" w:color="auto"/>
        <w:left w:val="none" w:sz="0" w:space="0" w:color="auto"/>
        <w:bottom w:val="none" w:sz="0" w:space="0" w:color="auto"/>
        <w:right w:val="none" w:sz="0" w:space="0" w:color="auto"/>
      </w:divBdr>
    </w:div>
    <w:div w:id="350881149">
      <w:bodyDiv w:val="1"/>
      <w:marLeft w:val="0"/>
      <w:marRight w:val="0"/>
      <w:marTop w:val="0"/>
      <w:marBottom w:val="0"/>
      <w:divBdr>
        <w:top w:val="none" w:sz="0" w:space="0" w:color="auto"/>
        <w:left w:val="none" w:sz="0" w:space="0" w:color="auto"/>
        <w:bottom w:val="none" w:sz="0" w:space="0" w:color="auto"/>
        <w:right w:val="none" w:sz="0" w:space="0" w:color="auto"/>
      </w:divBdr>
    </w:div>
    <w:div w:id="351760848">
      <w:bodyDiv w:val="1"/>
      <w:marLeft w:val="0"/>
      <w:marRight w:val="0"/>
      <w:marTop w:val="0"/>
      <w:marBottom w:val="0"/>
      <w:divBdr>
        <w:top w:val="none" w:sz="0" w:space="0" w:color="auto"/>
        <w:left w:val="none" w:sz="0" w:space="0" w:color="auto"/>
        <w:bottom w:val="none" w:sz="0" w:space="0" w:color="auto"/>
        <w:right w:val="none" w:sz="0" w:space="0" w:color="auto"/>
      </w:divBdr>
    </w:div>
    <w:div w:id="354112568">
      <w:bodyDiv w:val="1"/>
      <w:marLeft w:val="0"/>
      <w:marRight w:val="0"/>
      <w:marTop w:val="0"/>
      <w:marBottom w:val="0"/>
      <w:divBdr>
        <w:top w:val="none" w:sz="0" w:space="0" w:color="auto"/>
        <w:left w:val="none" w:sz="0" w:space="0" w:color="auto"/>
        <w:bottom w:val="none" w:sz="0" w:space="0" w:color="auto"/>
        <w:right w:val="none" w:sz="0" w:space="0" w:color="auto"/>
      </w:divBdr>
    </w:div>
    <w:div w:id="356153311">
      <w:bodyDiv w:val="1"/>
      <w:marLeft w:val="0"/>
      <w:marRight w:val="0"/>
      <w:marTop w:val="0"/>
      <w:marBottom w:val="0"/>
      <w:divBdr>
        <w:top w:val="none" w:sz="0" w:space="0" w:color="auto"/>
        <w:left w:val="none" w:sz="0" w:space="0" w:color="auto"/>
        <w:bottom w:val="none" w:sz="0" w:space="0" w:color="auto"/>
        <w:right w:val="none" w:sz="0" w:space="0" w:color="auto"/>
      </w:divBdr>
    </w:div>
    <w:div w:id="356346966">
      <w:bodyDiv w:val="1"/>
      <w:marLeft w:val="0"/>
      <w:marRight w:val="0"/>
      <w:marTop w:val="0"/>
      <w:marBottom w:val="0"/>
      <w:divBdr>
        <w:top w:val="none" w:sz="0" w:space="0" w:color="auto"/>
        <w:left w:val="none" w:sz="0" w:space="0" w:color="auto"/>
        <w:bottom w:val="none" w:sz="0" w:space="0" w:color="auto"/>
        <w:right w:val="none" w:sz="0" w:space="0" w:color="auto"/>
      </w:divBdr>
    </w:div>
    <w:div w:id="356736595">
      <w:bodyDiv w:val="1"/>
      <w:marLeft w:val="0"/>
      <w:marRight w:val="0"/>
      <w:marTop w:val="0"/>
      <w:marBottom w:val="0"/>
      <w:divBdr>
        <w:top w:val="none" w:sz="0" w:space="0" w:color="auto"/>
        <w:left w:val="none" w:sz="0" w:space="0" w:color="auto"/>
        <w:bottom w:val="none" w:sz="0" w:space="0" w:color="auto"/>
        <w:right w:val="none" w:sz="0" w:space="0" w:color="auto"/>
      </w:divBdr>
    </w:div>
    <w:div w:id="358750009">
      <w:bodyDiv w:val="1"/>
      <w:marLeft w:val="0"/>
      <w:marRight w:val="0"/>
      <w:marTop w:val="0"/>
      <w:marBottom w:val="0"/>
      <w:divBdr>
        <w:top w:val="none" w:sz="0" w:space="0" w:color="auto"/>
        <w:left w:val="none" w:sz="0" w:space="0" w:color="auto"/>
        <w:bottom w:val="none" w:sz="0" w:space="0" w:color="auto"/>
        <w:right w:val="none" w:sz="0" w:space="0" w:color="auto"/>
      </w:divBdr>
    </w:div>
    <w:div w:id="362942179">
      <w:bodyDiv w:val="1"/>
      <w:marLeft w:val="0"/>
      <w:marRight w:val="0"/>
      <w:marTop w:val="0"/>
      <w:marBottom w:val="0"/>
      <w:divBdr>
        <w:top w:val="none" w:sz="0" w:space="0" w:color="auto"/>
        <w:left w:val="none" w:sz="0" w:space="0" w:color="auto"/>
        <w:bottom w:val="none" w:sz="0" w:space="0" w:color="auto"/>
        <w:right w:val="none" w:sz="0" w:space="0" w:color="auto"/>
      </w:divBdr>
    </w:div>
    <w:div w:id="370106802">
      <w:bodyDiv w:val="1"/>
      <w:marLeft w:val="0"/>
      <w:marRight w:val="0"/>
      <w:marTop w:val="0"/>
      <w:marBottom w:val="0"/>
      <w:divBdr>
        <w:top w:val="none" w:sz="0" w:space="0" w:color="auto"/>
        <w:left w:val="none" w:sz="0" w:space="0" w:color="auto"/>
        <w:bottom w:val="none" w:sz="0" w:space="0" w:color="auto"/>
        <w:right w:val="none" w:sz="0" w:space="0" w:color="auto"/>
      </w:divBdr>
    </w:div>
    <w:div w:id="374547447">
      <w:bodyDiv w:val="1"/>
      <w:marLeft w:val="0"/>
      <w:marRight w:val="0"/>
      <w:marTop w:val="0"/>
      <w:marBottom w:val="0"/>
      <w:divBdr>
        <w:top w:val="none" w:sz="0" w:space="0" w:color="auto"/>
        <w:left w:val="none" w:sz="0" w:space="0" w:color="auto"/>
        <w:bottom w:val="none" w:sz="0" w:space="0" w:color="auto"/>
        <w:right w:val="none" w:sz="0" w:space="0" w:color="auto"/>
      </w:divBdr>
    </w:div>
    <w:div w:id="379981811">
      <w:bodyDiv w:val="1"/>
      <w:marLeft w:val="0"/>
      <w:marRight w:val="0"/>
      <w:marTop w:val="0"/>
      <w:marBottom w:val="0"/>
      <w:divBdr>
        <w:top w:val="none" w:sz="0" w:space="0" w:color="auto"/>
        <w:left w:val="none" w:sz="0" w:space="0" w:color="auto"/>
        <w:bottom w:val="none" w:sz="0" w:space="0" w:color="auto"/>
        <w:right w:val="none" w:sz="0" w:space="0" w:color="auto"/>
      </w:divBdr>
    </w:div>
    <w:div w:id="391082649">
      <w:bodyDiv w:val="1"/>
      <w:marLeft w:val="0"/>
      <w:marRight w:val="0"/>
      <w:marTop w:val="0"/>
      <w:marBottom w:val="0"/>
      <w:divBdr>
        <w:top w:val="none" w:sz="0" w:space="0" w:color="auto"/>
        <w:left w:val="none" w:sz="0" w:space="0" w:color="auto"/>
        <w:bottom w:val="none" w:sz="0" w:space="0" w:color="auto"/>
        <w:right w:val="none" w:sz="0" w:space="0" w:color="auto"/>
      </w:divBdr>
    </w:div>
    <w:div w:id="402142723">
      <w:bodyDiv w:val="1"/>
      <w:marLeft w:val="0"/>
      <w:marRight w:val="0"/>
      <w:marTop w:val="0"/>
      <w:marBottom w:val="0"/>
      <w:divBdr>
        <w:top w:val="none" w:sz="0" w:space="0" w:color="auto"/>
        <w:left w:val="none" w:sz="0" w:space="0" w:color="auto"/>
        <w:bottom w:val="none" w:sz="0" w:space="0" w:color="auto"/>
        <w:right w:val="none" w:sz="0" w:space="0" w:color="auto"/>
      </w:divBdr>
    </w:div>
    <w:div w:id="403996285">
      <w:bodyDiv w:val="1"/>
      <w:marLeft w:val="0"/>
      <w:marRight w:val="0"/>
      <w:marTop w:val="0"/>
      <w:marBottom w:val="0"/>
      <w:divBdr>
        <w:top w:val="none" w:sz="0" w:space="0" w:color="auto"/>
        <w:left w:val="none" w:sz="0" w:space="0" w:color="auto"/>
        <w:bottom w:val="none" w:sz="0" w:space="0" w:color="auto"/>
        <w:right w:val="none" w:sz="0" w:space="0" w:color="auto"/>
      </w:divBdr>
    </w:div>
    <w:div w:id="406458399">
      <w:bodyDiv w:val="1"/>
      <w:marLeft w:val="0"/>
      <w:marRight w:val="0"/>
      <w:marTop w:val="0"/>
      <w:marBottom w:val="0"/>
      <w:divBdr>
        <w:top w:val="none" w:sz="0" w:space="0" w:color="auto"/>
        <w:left w:val="none" w:sz="0" w:space="0" w:color="auto"/>
        <w:bottom w:val="none" w:sz="0" w:space="0" w:color="auto"/>
        <w:right w:val="none" w:sz="0" w:space="0" w:color="auto"/>
      </w:divBdr>
    </w:div>
    <w:div w:id="410274049">
      <w:bodyDiv w:val="1"/>
      <w:marLeft w:val="0"/>
      <w:marRight w:val="0"/>
      <w:marTop w:val="0"/>
      <w:marBottom w:val="0"/>
      <w:divBdr>
        <w:top w:val="none" w:sz="0" w:space="0" w:color="auto"/>
        <w:left w:val="none" w:sz="0" w:space="0" w:color="auto"/>
        <w:bottom w:val="none" w:sz="0" w:space="0" w:color="auto"/>
        <w:right w:val="none" w:sz="0" w:space="0" w:color="auto"/>
      </w:divBdr>
    </w:div>
    <w:div w:id="412626597">
      <w:bodyDiv w:val="1"/>
      <w:marLeft w:val="0"/>
      <w:marRight w:val="0"/>
      <w:marTop w:val="0"/>
      <w:marBottom w:val="0"/>
      <w:divBdr>
        <w:top w:val="none" w:sz="0" w:space="0" w:color="auto"/>
        <w:left w:val="none" w:sz="0" w:space="0" w:color="auto"/>
        <w:bottom w:val="none" w:sz="0" w:space="0" w:color="auto"/>
        <w:right w:val="none" w:sz="0" w:space="0" w:color="auto"/>
      </w:divBdr>
    </w:div>
    <w:div w:id="412776190">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30858851">
      <w:bodyDiv w:val="1"/>
      <w:marLeft w:val="0"/>
      <w:marRight w:val="0"/>
      <w:marTop w:val="0"/>
      <w:marBottom w:val="0"/>
      <w:divBdr>
        <w:top w:val="none" w:sz="0" w:space="0" w:color="auto"/>
        <w:left w:val="none" w:sz="0" w:space="0" w:color="auto"/>
        <w:bottom w:val="none" w:sz="0" w:space="0" w:color="auto"/>
        <w:right w:val="none" w:sz="0" w:space="0" w:color="auto"/>
      </w:divBdr>
    </w:div>
    <w:div w:id="433333001">
      <w:bodyDiv w:val="1"/>
      <w:marLeft w:val="0"/>
      <w:marRight w:val="0"/>
      <w:marTop w:val="0"/>
      <w:marBottom w:val="0"/>
      <w:divBdr>
        <w:top w:val="none" w:sz="0" w:space="0" w:color="auto"/>
        <w:left w:val="none" w:sz="0" w:space="0" w:color="auto"/>
        <w:bottom w:val="none" w:sz="0" w:space="0" w:color="auto"/>
        <w:right w:val="none" w:sz="0" w:space="0" w:color="auto"/>
      </w:divBdr>
    </w:div>
    <w:div w:id="437454961">
      <w:bodyDiv w:val="1"/>
      <w:marLeft w:val="0"/>
      <w:marRight w:val="0"/>
      <w:marTop w:val="0"/>
      <w:marBottom w:val="0"/>
      <w:divBdr>
        <w:top w:val="none" w:sz="0" w:space="0" w:color="auto"/>
        <w:left w:val="none" w:sz="0" w:space="0" w:color="auto"/>
        <w:bottom w:val="none" w:sz="0" w:space="0" w:color="auto"/>
        <w:right w:val="none" w:sz="0" w:space="0" w:color="auto"/>
      </w:divBdr>
    </w:div>
    <w:div w:id="438523239">
      <w:bodyDiv w:val="1"/>
      <w:marLeft w:val="0"/>
      <w:marRight w:val="0"/>
      <w:marTop w:val="0"/>
      <w:marBottom w:val="0"/>
      <w:divBdr>
        <w:top w:val="none" w:sz="0" w:space="0" w:color="auto"/>
        <w:left w:val="none" w:sz="0" w:space="0" w:color="auto"/>
        <w:bottom w:val="none" w:sz="0" w:space="0" w:color="auto"/>
        <w:right w:val="none" w:sz="0" w:space="0" w:color="auto"/>
      </w:divBdr>
    </w:div>
    <w:div w:id="443767899">
      <w:bodyDiv w:val="1"/>
      <w:marLeft w:val="0"/>
      <w:marRight w:val="0"/>
      <w:marTop w:val="0"/>
      <w:marBottom w:val="0"/>
      <w:divBdr>
        <w:top w:val="none" w:sz="0" w:space="0" w:color="auto"/>
        <w:left w:val="none" w:sz="0" w:space="0" w:color="auto"/>
        <w:bottom w:val="none" w:sz="0" w:space="0" w:color="auto"/>
        <w:right w:val="none" w:sz="0" w:space="0" w:color="auto"/>
      </w:divBdr>
    </w:div>
    <w:div w:id="448086943">
      <w:bodyDiv w:val="1"/>
      <w:marLeft w:val="0"/>
      <w:marRight w:val="0"/>
      <w:marTop w:val="0"/>
      <w:marBottom w:val="0"/>
      <w:divBdr>
        <w:top w:val="none" w:sz="0" w:space="0" w:color="auto"/>
        <w:left w:val="none" w:sz="0" w:space="0" w:color="auto"/>
        <w:bottom w:val="none" w:sz="0" w:space="0" w:color="auto"/>
        <w:right w:val="none" w:sz="0" w:space="0" w:color="auto"/>
      </w:divBdr>
    </w:div>
    <w:div w:id="450323695">
      <w:bodyDiv w:val="1"/>
      <w:marLeft w:val="0"/>
      <w:marRight w:val="0"/>
      <w:marTop w:val="0"/>
      <w:marBottom w:val="0"/>
      <w:divBdr>
        <w:top w:val="none" w:sz="0" w:space="0" w:color="auto"/>
        <w:left w:val="none" w:sz="0" w:space="0" w:color="auto"/>
        <w:bottom w:val="none" w:sz="0" w:space="0" w:color="auto"/>
        <w:right w:val="none" w:sz="0" w:space="0" w:color="auto"/>
      </w:divBdr>
    </w:div>
    <w:div w:id="452946236">
      <w:bodyDiv w:val="1"/>
      <w:marLeft w:val="0"/>
      <w:marRight w:val="0"/>
      <w:marTop w:val="0"/>
      <w:marBottom w:val="0"/>
      <w:divBdr>
        <w:top w:val="none" w:sz="0" w:space="0" w:color="auto"/>
        <w:left w:val="none" w:sz="0" w:space="0" w:color="auto"/>
        <w:bottom w:val="none" w:sz="0" w:space="0" w:color="auto"/>
        <w:right w:val="none" w:sz="0" w:space="0" w:color="auto"/>
      </w:divBdr>
    </w:div>
    <w:div w:id="457115288">
      <w:bodyDiv w:val="1"/>
      <w:marLeft w:val="0"/>
      <w:marRight w:val="0"/>
      <w:marTop w:val="0"/>
      <w:marBottom w:val="0"/>
      <w:divBdr>
        <w:top w:val="none" w:sz="0" w:space="0" w:color="auto"/>
        <w:left w:val="none" w:sz="0" w:space="0" w:color="auto"/>
        <w:bottom w:val="none" w:sz="0" w:space="0" w:color="auto"/>
        <w:right w:val="none" w:sz="0" w:space="0" w:color="auto"/>
      </w:divBdr>
    </w:div>
    <w:div w:id="467670669">
      <w:bodyDiv w:val="1"/>
      <w:marLeft w:val="0"/>
      <w:marRight w:val="0"/>
      <w:marTop w:val="0"/>
      <w:marBottom w:val="0"/>
      <w:divBdr>
        <w:top w:val="none" w:sz="0" w:space="0" w:color="auto"/>
        <w:left w:val="none" w:sz="0" w:space="0" w:color="auto"/>
        <w:bottom w:val="none" w:sz="0" w:space="0" w:color="auto"/>
        <w:right w:val="none" w:sz="0" w:space="0" w:color="auto"/>
      </w:divBdr>
    </w:div>
    <w:div w:id="469320899">
      <w:bodyDiv w:val="1"/>
      <w:marLeft w:val="0"/>
      <w:marRight w:val="0"/>
      <w:marTop w:val="0"/>
      <w:marBottom w:val="0"/>
      <w:divBdr>
        <w:top w:val="none" w:sz="0" w:space="0" w:color="auto"/>
        <w:left w:val="none" w:sz="0" w:space="0" w:color="auto"/>
        <w:bottom w:val="none" w:sz="0" w:space="0" w:color="auto"/>
        <w:right w:val="none" w:sz="0" w:space="0" w:color="auto"/>
      </w:divBdr>
    </w:div>
    <w:div w:id="473530200">
      <w:bodyDiv w:val="1"/>
      <w:marLeft w:val="0"/>
      <w:marRight w:val="0"/>
      <w:marTop w:val="0"/>
      <w:marBottom w:val="0"/>
      <w:divBdr>
        <w:top w:val="none" w:sz="0" w:space="0" w:color="auto"/>
        <w:left w:val="none" w:sz="0" w:space="0" w:color="auto"/>
        <w:bottom w:val="none" w:sz="0" w:space="0" w:color="auto"/>
        <w:right w:val="none" w:sz="0" w:space="0" w:color="auto"/>
      </w:divBdr>
    </w:div>
    <w:div w:id="476800662">
      <w:bodyDiv w:val="1"/>
      <w:marLeft w:val="0"/>
      <w:marRight w:val="0"/>
      <w:marTop w:val="0"/>
      <w:marBottom w:val="0"/>
      <w:divBdr>
        <w:top w:val="none" w:sz="0" w:space="0" w:color="auto"/>
        <w:left w:val="none" w:sz="0" w:space="0" w:color="auto"/>
        <w:bottom w:val="none" w:sz="0" w:space="0" w:color="auto"/>
        <w:right w:val="none" w:sz="0" w:space="0" w:color="auto"/>
      </w:divBdr>
    </w:div>
    <w:div w:id="479418420">
      <w:bodyDiv w:val="1"/>
      <w:marLeft w:val="0"/>
      <w:marRight w:val="0"/>
      <w:marTop w:val="0"/>
      <w:marBottom w:val="0"/>
      <w:divBdr>
        <w:top w:val="none" w:sz="0" w:space="0" w:color="auto"/>
        <w:left w:val="none" w:sz="0" w:space="0" w:color="auto"/>
        <w:bottom w:val="none" w:sz="0" w:space="0" w:color="auto"/>
        <w:right w:val="none" w:sz="0" w:space="0" w:color="auto"/>
      </w:divBdr>
    </w:div>
    <w:div w:id="479883317">
      <w:bodyDiv w:val="1"/>
      <w:marLeft w:val="0"/>
      <w:marRight w:val="0"/>
      <w:marTop w:val="0"/>
      <w:marBottom w:val="0"/>
      <w:divBdr>
        <w:top w:val="none" w:sz="0" w:space="0" w:color="auto"/>
        <w:left w:val="none" w:sz="0" w:space="0" w:color="auto"/>
        <w:bottom w:val="none" w:sz="0" w:space="0" w:color="auto"/>
        <w:right w:val="none" w:sz="0" w:space="0" w:color="auto"/>
      </w:divBdr>
    </w:div>
    <w:div w:id="483399200">
      <w:bodyDiv w:val="1"/>
      <w:marLeft w:val="0"/>
      <w:marRight w:val="0"/>
      <w:marTop w:val="0"/>
      <w:marBottom w:val="0"/>
      <w:divBdr>
        <w:top w:val="none" w:sz="0" w:space="0" w:color="auto"/>
        <w:left w:val="none" w:sz="0" w:space="0" w:color="auto"/>
        <w:bottom w:val="none" w:sz="0" w:space="0" w:color="auto"/>
        <w:right w:val="none" w:sz="0" w:space="0" w:color="auto"/>
      </w:divBdr>
    </w:div>
    <w:div w:id="492530606">
      <w:bodyDiv w:val="1"/>
      <w:marLeft w:val="0"/>
      <w:marRight w:val="0"/>
      <w:marTop w:val="0"/>
      <w:marBottom w:val="0"/>
      <w:divBdr>
        <w:top w:val="none" w:sz="0" w:space="0" w:color="auto"/>
        <w:left w:val="none" w:sz="0" w:space="0" w:color="auto"/>
        <w:bottom w:val="none" w:sz="0" w:space="0" w:color="auto"/>
        <w:right w:val="none" w:sz="0" w:space="0" w:color="auto"/>
      </w:divBdr>
      <w:divsChild>
        <w:div w:id="918179562">
          <w:marLeft w:val="806"/>
          <w:marRight w:val="0"/>
          <w:marTop w:val="200"/>
          <w:marBottom w:val="0"/>
          <w:divBdr>
            <w:top w:val="none" w:sz="0" w:space="0" w:color="auto"/>
            <w:left w:val="none" w:sz="0" w:space="0" w:color="auto"/>
            <w:bottom w:val="none" w:sz="0" w:space="0" w:color="auto"/>
            <w:right w:val="none" w:sz="0" w:space="0" w:color="auto"/>
          </w:divBdr>
        </w:div>
        <w:div w:id="1548372104">
          <w:marLeft w:val="806"/>
          <w:marRight w:val="0"/>
          <w:marTop w:val="200"/>
          <w:marBottom w:val="0"/>
          <w:divBdr>
            <w:top w:val="none" w:sz="0" w:space="0" w:color="auto"/>
            <w:left w:val="none" w:sz="0" w:space="0" w:color="auto"/>
            <w:bottom w:val="none" w:sz="0" w:space="0" w:color="auto"/>
            <w:right w:val="none" w:sz="0" w:space="0" w:color="auto"/>
          </w:divBdr>
        </w:div>
        <w:div w:id="1846701147">
          <w:marLeft w:val="806"/>
          <w:marRight w:val="0"/>
          <w:marTop w:val="200"/>
          <w:marBottom w:val="0"/>
          <w:divBdr>
            <w:top w:val="none" w:sz="0" w:space="0" w:color="auto"/>
            <w:left w:val="none" w:sz="0" w:space="0" w:color="auto"/>
            <w:bottom w:val="none" w:sz="0" w:space="0" w:color="auto"/>
            <w:right w:val="none" w:sz="0" w:space="0" w:color="auto"/>
          </w:divBdr>
        </w:div>
        <w:div w:id="1886259497">
          <w:marLeft w:val="806"/>
          <w:marRight w:val="0"/>
          <w:marTop w:val="200"/>
          <w:marBottom w:val="0"/>
          <w:divBdr>
            <w:top w:val="none" w:sz="0" w:space="0" w:color="auto"/>
            <w:left w:val="none" w:sz="0" w:space="0" w:color="auto"/>
            <w:bottom w:val="none" w:sz="0" w:space="0" w:color="auto"/>
            <w:right w:val="none" w:sz="0" w:space="0" w:color="auto"/>
          </w:divBdr>
        </w:div>
      </w:divsChild>
    </w:div>
    <w:div w:id="495070501">
      <w:bodyDiv w:val="1"/>
      <w:marLeft w:val="0"/>
      <w:marRight w:val="0"/>
      <w:marTop w:val="0"/>
      <w:marBottom w:val="0"/>
      <w:divBdr>
        <w:top w:val="none" w:sz="0" w:space="0" w:color="auto"/>
        <w:left w:val="none" w:sz="0" w:space="0" w:color="auto"/>
        <w:bottom w:val="none" w:sz="0" w:space="0" w:color="auto"/>
        <w:right w:val="none" w:sz="0" w:space="0" w:color="auto"/>
      </w:divBdr>
    </w:div>
    <w:div w:id="495341290">
      <w:bodyDiv w:val="1"/>
      <w:marLeft w:val="0"/>
      <w:marRight w:val="0"/>
      <w:marTop w:val="0"/>
      <w:marBottom w:val="0"/>
      <w:divBdr>
        <w:top w:val="none" w:sz="0" w:space="0" w:color="auto"/>
        <w:left w:val="none" w:sz="0" w:space="0" w:color="auto"/>
        <w:bottom w:val="none" w:sz="0" w:space="0" w:color="auto"/>
        <w:right w:val="none" w:sz="0" w:space="0" w:color="auto"/>
      </w:divBdr>
    </w:div>
    <w:div w:id="508371249">
      <w:bodyDiv w:val="1"/>
      <w:marLeft w:val="0"/>
      <w:marRight w:val="0"/>
      <w:marTop w:val="0"/>
      <w:marBottom w:val="0"/>
      <w:divBdr>
        <w:top w:val="none" w:sz="0" w:space="0" w:color="auto"/>
        <w:left w:val="none" w:sz="0" w:space="0" w:color="auto"/>
        <w:bottom w:val="none" w:sz="0" w:space="0" w:color="auto"/>
        <w:right w:val="none" w:sz="0" w:space="0" w:color="auto"/>
      </w:divBdr>
    </w:div>
    <w:div w:id="520825915">
      <w:bodyDiv w:val="1"/>
      <w:marLeft w:val="0"/>
      <w:marRight w:val="0"/>
      <w:marTop w:val="0"/>
      <w:marBottom w:val="0"/>
      <w:divBdr>
        <w:top w:val="none" w:sz="0" w:space="0" w:color="auto"/>
        <w:left w:val="none" w:sz="0" w:space="0" w:color="auto"/>
        <w:bottom w:val="none" w:sz="0" w:space="0" w:color="auto"/>
        <w:right w:val="none" w:sz="0" w:space="0" w:color="auto"/>
      </w:divBdr>
    </w:div>
    <w:div w:id="521557305">
      <w:bodyDiv w:val="1"/>
      <w:marLeft w:val="0"/>
      <w:marRight w:val="0"/>
      <w:marTop w:val="0"/>
      <w:marBottom w:val="0"/>
      <w:divBdr>
        <w:top w:val="none" w:sz="0" w:space="0" w:color="auto"/>
        <w:left w:val="none" w:sz="0" w:space="0" w:color="auto"/>
        <w:bottom w:val="none" w:sz="0" w:space="0" w:color="auto"/>
        <w:right w:val="none" w:sz="0" w:space="0" w:color="auto"/>
      </w:divBdr>
    </w:div>
    <w:div w:id="524833297">
      <w:bodyDiv w:val="1"/>
      <w:marLeft w:val="0"/>
      <w:marRight w:val="0"/>
      <w:marTop w:val="0"/>
      <w:marBottom w:val="0"/>
      <w:divBdr>
        <w:top w:val="none" w:sz="0" w:space="0" w:color="auto"/>
        <w:left w:val="none" w:sz="0" w:space="0" w:color="auto"/>
        <w:bottom w:val="none" w:sz="0" w:space="0" w:color="auto"/>
        <w:right w:val="none" w:sz="0" w:space="0" w:color="auto"/>
      </w:divBdr>
    </w:div>
    <w:div w:id="529681925">
      <w:bodyDiv w:val="1"/>
      <w:marLeft w:val="0"/>
      <w:marRight w:val="0"/>
      <w:marTop w:val="0"/>
      <w:marBottom w:val="0"/>
      <w:divBdr>
        <w:top w:val="none" w:sz="0" w:space="0" w:color="auto"/>
        <w:left w:val="none" w:sz="0" w:space="0" w:color="auto"/>
        <w:bottom w:val="none" w:sz="0" w:space="0" w:color="auto"/>
        <w:right w:val="none" w:sz="0" w:space="0" w:color="auto"/>
      </w:divBdr>
    </w:div>
    <w:div w:id="533928835">
      <w:bodyDiv w:val="1"/>
      <w:marLeft w:val="0"/>
      <w:marRight w:val="0"/>
      <w:marTop w:val="0"/>
      <w:marBottom w:val="0"/>
      <w:divBdr>
        <w:top w:val="none" w:sz="0" w:space="0" w:color="auto"/>
        <w:left w:val="none" w:sz="0" w:space="0" w:color="auto"/>
        <w:bottom w:val="none" w:sz="0" w:space="0" w:color="auto"/>
        <w:right w:val="none" w:sz="0" w:space="0" w:color="auto"/>
      </w:divBdr>
    </w:div>
    <w:div w:id="539587316">
      <w:bodyDiv w:val="1"/>
      <w:marLeft w:val="0"/>
      <w:marRight w:val="0"/>
      <w:marTop w:val="0"/>
      <w:marBottom w:val="0"/>
      <w:divBdr>
        <w:top w:val="none" w:sz="0" w:space="0" w:color="auto"/>
        <w:left w:val="none" w:sz="0" w:space="0" w:color="auto"/>
        <w:bottom w:val="none" w:sz="0" w:space="0" w:color="auto"/>
        <w:right w:val="none" w:sz="0" w:space="0" w:color="auto"/>
      </w:divBdr>
    </w:div>
    <w:div w:id="545678662">
      <w:bodyDiv w:val="1"/>
      <w:marLeft w:val="0"/>
      <w:marRight w:val="0"/>
      <w:marTop w:val="0"/>
      <w:marBottom w:val="0"/>
      <w:divBdr>
        <w:top w:val="none" w:sz="0" w:space="0" w:color="auto"/>
        <w:left w:val="none" w:sz="0" w:space="0" w:color="auto"/>
        <w:bottom w:val="none" w:sz="0" w:space="0" w:color="auto"/>
        <w:right w:val="none" w:sz="0" w:space="0" w:color="auto"/>
      </w:divBdr>
    </w:div>
    <w:div w:id="545918095">
      <w:bodyDiv w:val="1"/>
      <w:marLeft w:val="0"/>
      <w:marRight w:val="0"/>
      <w:marTop w:val="0"/>
      <w:marBottom w:val="0"/>
      <w:divBdr>
        <w:top w:val="none" w:sz="0" w:space="0" w:color="auto"/>
        <w:left w:val="none" w:sz="0" w:space="0" w:color="auto"/>
        <w:bottom w:val="none" w:sz="0" w:space="0" w:color="auto"/>
        <w:right w:val="none" w:sz="0" w:space="0" w:color="auto"/>
      </w:divBdr>
    </w:div>
    <w:div w:id="550000372">
      <w:bodyDiv w:val="1"/>
      <w:marLeft w:val="0"/>
      <w:marRight w:val="0"/>
      <w:marTop w:val="0"/>
      <w:marBottom w:val="0"/>
      <w:divBdr>
        <w:top w:val="none" w:sz="0" w:space="0" w:color="auto"/>
        <w:left w:val="none" w:sz="0" w:space="0" w:color="auto"/>
        <w:bottom w:val="none" w:sz="0" w:space="0" w:color="auto"/>
        <w:right w:val="none" w:sz="0" w:space="0" w:color="auto"/>
      </w:divBdr>
    </w:div>
    <w:div w:id="557933548">
      <w:bodyDiv w:val="1"/>
      <w:marLeft w:val="0"/>
      <w:marRight w:val="0"/>
      <w:marTop w:val="0"/>
      <w:marBottom w:val="0"/>
      <w:divBdr>
        <w:top w:val="none" w:sz="0" w:space="0" w:color="auto"/>
        <w:left w:val="none" w:sz="0" w:space="0" w:color="auto"/>
        <w:bottom w:val="none" w:sz="0" w:space="0" w:color="auto"/>
        <w:right w:val="none" w:sz="0" w:space="0" w:color="auto"/>
      </w:divBdr>
    </w:div>
    <w:div w:id="562496281">
      <w:bodyDiv w:val="1"/>
      <w:marLeft w:val="0"/>
      <w:marRight w:val="0"/>
      <w:marTop w:val="0"/>
      <w:marBottom w:val="0"/>
      <w:divBdr>
        <w:top w:val="none" w:sz="0" w:space="0" w:color="auto"/>
        <w:left w:val="none" w:sz="0" w:space="0" w:color="auto"/>
        <w:bottom w:val="none" w:sz="0" w:space="0" w:color="auto"/>
        <w:right w:val="none" w:sz="0" w:space="0" w:color="auto"/>
      </w:divBdr>
    </w:div>
    <w:div w:id="567570829">
      <w:bodyDiv w:val="1"/>
      <w:marLeft w:val="0"/>
      <w:marRight w:val="0"/>
      <w:marTop w:val="0"/>
      <w:marBottom w:val="0"/>
      <w:divBdr>
        <w:top w:val="none" w:sz="0" w:space="0" w:color="auto"/>
        <w:left w:val="none" w:sz="0" w:space="0" w:color="auto"/>
        <w:bottom w:val="none" w:sz="0" w:space="0" w:color="auto"/>
        <w:right w:val="none" w:sz="0" w:space="0" w:color="auto"/>
      </w:divBdr>
    </w:div>
    <w:div w:id="571277390">
      <w:bodyDiv w:val="1"/>
      <w:marLeft w:val="0"/>
      <w:marRight w:val="0"/>
      <w:marTop w:val="0"/>
      <w:marBottom w:val="0"/>
      <w:divBdr>
        <w:top w:val="none" w:sz="0" w:space="0" w:color="auto"/>
        <w:left w:val="none" w:sz="0" w:space="0" w:color="auto"/>
        <w:bottom w:val="none" w:sz="0" w:space="0" w:color="auto"/>
        <w:right w:val="none" w:sz="0" w:space="0" w:color="auto"/>
      </w:divBdr>
    </w:div>
    <w:div w:id="577011328">
      <w:bodyDiv w:val="1"/>
      <w:marLeft w:val="0"/>
      <w:marRight w:val="0"/>
      <w:marTop w:val="0"/>
      <w:marBottom w:val="0"/>
      <w:divBdr>
        <w:top w:val="none" w:sz="0" w:space="0" w:color="auto"/>
        <w:left w:val="none" w:sz="0" w:space="0" w:color="auto"/>
        <w:bottom w:val="none" w:sz="0" w:space="0" w:color="auto"/>
        <w:right w:val="none" w:sz="0" w:space="0" w:color="auto"/>
      </w:divBdr>
    </w:div>
    <w:div w:id="585268187">
      <w:bodyDiv w:val="1"/>
      <w:marLeft w:val="0"/>
      <w:marRight w:val="0"/>
      <w:marTop w:val="0"/>
      <w:marBottom w:val="0"/>
      <w:divBdr>
        <w:top w:val="none" w:sz="0" w:space="0" w:color="auto"/>
        <w:left w:val="none" w:sz="0" w:space="0" w:color="auto"/>
        <w:bottom w:val="none" w:sz="0" w:space="0" w:color="auto"/>
        <w:right w:val="none" w:sz="0" w:space="0" w:color="auto"/>
      </w:divBdr>
    </w:div>
    <w:div w:id="587926332">
      <w:bodyDiv w:val="1"/>
      <w:marLeft w:val="0"/>
      <w:marRight w:val="0"/>
      <w:marTop w:val="0"/>
      <w:marBottom w:val="0"/>
      <w:divBdr>
        <w:top w:val="none" w:sz="0" w:space="0" w:color="auto"/>
        <w:left w:val="none" w:sz="0" w:space="0" w:color="auto"/>
        <w:bottom w:val="none" w:sz="0" w:space="0" w:color="auto"/>
        <w:right w:val="none" w:sz="0" w:space="0" w:color="auto"/>
      </w:divBdr>
    </w:div>
    <w:div w:id="594247242">
      <w:bodyDiv w:val="1"/>
      <w:marLeft w:val="0"/>
      <w:marRight w:val="0"/>
      <w:marTop w:val="0"/>
      <w:marBottom w:val="0"/>
      <w:divBdr>
        <w:top w:val="none" w:sz="0" w:space="0" w:color="auto"/>
        <w:left w:val="none" w:sz="0" w:space="0" w:color="auto"/>
        <w:bottom w:val="none" w:sz="0" w:space="0" w:color="auto"/>
        <w:right w:val="none" w:sz="0" w:space="0" w:color="auto"/>
      </w:divBdr>
    </w:div>
    <w:div w:id="602803533">
      <w:bodyDiv w:val="1"/>
      <w:marLeft w:val="0"/>
      <w:marRight w:val="0"/>
      <w:marTop w:val="0"/>
      <w:marBottom w:val="0"/>
      <w:divBdr>
        <w:top w:val="none" w:sz="0" w:space="0" w:color="auto"/>
        <w:left w:val="none" w:sz="0" w:space="0" w:color="auto"/>
        <w:bottom w:val="none" w:sz="0" w:space="0" w:color="auto"/>
        <w:right w:val="none" w:sz="0" w:space="0" w:color="auto"/>
      </w:divBdr>
    </w:div>
    <w:div w:id="603347777">
      <w:bodyDiv w:val="1"/>
      <w:marLeft w:val="0"/>
      <w:marRight w:val="0"/>
      <w:marTop w:val="0"/>
      <w:marBottom w:val="0"/>
      <w:divBdr>
        <w:top w:val="none" w:sz="0" w:space="0" w:color="auto"/>
        <w:left w:val="none" w:sz="0" w:space="0" w:color="auto"/>
        <w:bottom w:val="none" w:sz="0" w:space="0" w:color="auto"/>
        <w:right w:val="none" w:sz="0" w:space="0" w:color="auto"/>
      </w:divBdr>
    </w:div>
    <w:div w:id="603729211">
      <w:bodyDiv w:val="1"/>
      <w:marLeft w:val="0"/>
      <w:marRight w:val="0"/>
      <w:marTop w:val="0"/>
      <w:marBottom w:val="0"/>
      <w:divBdr>
        <w:top w:val="none" w:sz="0" w:space="0" w:color="auto"/>
        <w:left w:val="none" w:sz="0" w:space="0" w:color="auto"/>
        <w:bottom w:val="none" w:sz="0" w:space="0" w:color="auto"/>
        <w:right w:val="none" w:sz="0" w:space="0" w:color="auto"/>
      </w:divBdr>
    </w:div>
    <w:div w:id="610403556">
      <w:bodyDiv w:val="1"/>
      <w:marLeft w:val="0"/>
      <w:marRight w:val="0"/>
      <w:marTop w:val="0"/>
      <w:marBottom w:val="0"/>
      <w:divBdr>
        <w:top w:val="none" w:sz="0" w:space="0" w:color="auto"/>
        <w:left w:val="none" w:sz="0" w:space="0" w:color="auto"/>
        <w:bottom w:val="none" w:sz="0" w:space="0" w:color="auto"/>
        <w:right w:val="none" w:sz="0" w:space="0" w:color="auto"/>
      </w:divBdr>
    </w:div>
    <w:div w:id="612786761">
      <w:bodyDiv w:val="1"/>
      <w:marLeft w:val="0"/>
      <w:marRight w:val="0"/>
      <w:marTop w:val="0"/>
      <w:marBottom w:val="0"/>
      <w:divBdr>
        <w:top w:val="none" w:sz="0" w:space="0" w:color="auto"/>
        <w:left w:val="none" w:sz="0" w:space="0" w:color="auto"/>
        <w:bottom w:val="none" w:sz="0" w:space="0" w:color="auto"/>
        <w:right w:val="none" w:sz="0" w:space="0" w:color="auto"/>
      </w:divBdr>
    </w:div>
    <w:div w:id="618799591">
      <w:bodyDiv w:val="1"/>
      <w:marLeft w:val="0"/>
      <w:marRight w:val="0"/>
      <w:marTop w:val="0"/>
      <w:marBottom w:val="0"/>
      <w:divBdr>
        <w:top w:val="none" w:sz="0" w:space="0" w:color="auto"/>
        <w:left w:val="none" w:sz="0" w:space="0" w:color="auto"/>
        <w:bottom w:val="none" w:sz="0" w:space="0" w:color="auto"/>
        <w:right w:val="none" w:sz="0" w:space="0" w:color="auto"/>
      </w:divBdr>
    </w:div>
    <w:div w:id="621500607">
      <w:bodyDiv w:val="1"/>
      <w:marLeft w:val="0"/>
      <w:marRight w:val="0"/>
      <w:marTop w:val="0"/>
      <w:marBottom w:val="0"/>
      <w:divBdr>
        <w:top w:val="none" w:sz="0" w:space="0" w:color="auto"/>
        <w:left w:val="none" w:sz="0" w:space="0" w:color="auto"/>
        <w:bottom w:val="none" w:sz="0" w:space="0" w:color="auto"/>
        <w:right w:val="none" w:sz="0" w:space="0" w:color="auto"/>
      </w:divBdr>
    </w:div>
    <w:div w:id="626660651">
      <w:bodyDiv w:val="1"/>
      <w:marLeft w:val="0"/>
      <w:marRight w:val="0"/>
      <w:marTop w:val="0"/>
      <w:marBottom w:val="0"/>
      <w:divBdr>
        <w:top w:val="none" w:sz="0" w:space="0" w:color="auto"/>
        <w:left w:val="none" w:sz="0" w:space="0" w:color="auto"/>
        <w:bottom w:val="none" w:sz="0" w:space="0" w:color="auto"/>
        <w:right w:val="none" w:sz="0" w:space="0" w:color="auto"/>
      </w:divBdr>
    </w:div>
    <w:div w:id="627315691">
      <w:bodyDiv w:val="1"/>
      <w:marLeft w:val="0"/>
      <w:marRight w:val="0"/>
      <w:marTop w:val="0"/>
      <w:marBottom w:val="0"/>
      <w:divBdr>
        <w:top w:val="none" w:sz="0" w:space="0" w:color="auto"/>
        <w:left w:val="none" w:sz="0" w:space="0" w:color="auto"/>
        <w:bottom w:val="none" w:sz="0" w:space="0" w:color="auto"/>
        <w:right w:val="none" w:sz="0" w:space="0" w:color="auto"/>
      </w:divBdr>
    </w:div>
    <w:div w:id="627777964">
      <w:bodyDiv w:val="1"/>
      <w:marLeft w:val="0"/>
      <w:marRight w:val="0"/>
      <w:marTop w:val="0"/>
      <w:marBottom w:val="0"/>
      <w:divBdr>
        <w:top w:val="none" w:sz="0" w:space="0" w:color="auto"/>
        <w:left w:val="none" w:sz="0" w:space="0" w:color="auto"/>
        <w:bottom w:val="none" w:sz="0" w:space="0" w:color="auto"/>
        <w:right w:val="none" w:sz="0" w:space="0" w:color="auto"/>
      </w:divBdr>
    </w:div>
    <w:div w:id="633487233">
      <w:bodyDiv w:val="1"/>
      <w:marLeft w:val="0"/>
      <w:marRight w:val="0"/>
      <w:marTop w:val="0"/>
      <w:marBottom w:val="0"/>
      <w:divBdr>
        <w:top w:val="none" w:sz="0" w:space="0" w:color="auto"/>
        <w:left w:val="none" w:sz="0" w:space="0" w:color="auto"/>
        <w:bottom w:val="none" w:sz="0" w:space="0" w:color="auto"/>
        <w:right w:val="none" w:sz="0" w:space="0" w:color="auto"/>
      </w:divBdr>
    </w:div>
    <w:div w:id="640115175">
      <w:bodyDiv w:val="1"/>
      <w:marLeft w:val="0"/>
      <w:marRight w:val="0"/>
      <w:marTop w:val="0"/>
      <w:marBottom w:val="0"/>
      <w:divBdr>
        <w:top w:val="none" w:sz="0" w:space="0" w:color="auto"/>
        <w:left w:val="none" w:sz="0" w:space="0" w:color="auto"/>
        <w:bottom w:val="none" w:sz="0" w:space="0" w:color="auto"/>
        <w:right w:val="none" w:sz="0" w:space="0" w:color="auto"/>
      </w:divBdr>
    </w:div>
    <w:div w:id="640579133">
      <w:bodyDiv w:val="1"/>
      <w:marLeft w:val="0"/>
      <w:marRight w:val="0"/>
      <w:marTop w:val="0"/>
      <w:marBottom w:val="0"/>
      <w:divBdr>
        <w:top w:val="none" w:sz="0" w:space="0" w:color="auto"/>
        <w:left w:val="none" w:sz="0" w:space="0" w:color="auto"/>
        <w:bottom w:val="none" w:sz="0" w:space="0" w:color="auto"/>
        <w:right w:val="none" w:sz="0" w:space="0" w:color="auto"/>
      </w:divBdr>
    </w:div>
    <w:div w:id="656761031">
      <w:bodyDiv w:val="1"/>
      <w:marLeft w:val="0"/>
      <w:marRight w:val="0"/>
      <w:marTop w:val="0"/>
      <w:marBottom w:val="0"/>
      <w:divBdr>
        <w:top w:val="none" w:sz="0" w:space="0" w:color="auto"/>
        <w:left w:val="none" w:sz="0" w:space="0" w:color="auto"/>
        <w:bottom w:val="none" w:sz="0" w:space="0" w:color="auto"/>
        <w:right w:val="none" w:sz="0" w:space="0" w:color="auto"/>
      </w:divBdr>
    </w:div>
    <w:div w:id="670839915">
      <w:bodyDiv w:val="1"/>
      <w:marLeft w:val="0"/>
      <w:marRight w:val="0"/>
      <w:marTop w:val="0"/>
      <w:marBottom w:val="0"/>
      <w:divBdr>
        <w:top w:val="none" w:sz="0" w:space="0" w:color="auto"/>
        <w:left w:val="none" w:sz="0" w:space="0" w:color="auto"/>
        <w:bottom w:val="none" w:sz="0" w:space="0" w:color="auto"/>
        <w:right w:val="none" w:sz="0" w:space="0" w:color="auto"/>
      </w:divBdr>
    </w:div>
    <w:div w:id="673999149">
      <w:bodyDiv w:val="1"/>
      <w:marLeft w:val="0"/>
      <w:marRight w:val="0"/>
      <w:marTop w:val="0"/>
      <w:marBottom w:val="0"/>
      <w:divBdr>
        <w:top w:val="none" w:sz="0" w:space="0" w:color="auto"/>
        <w:left w:val="none" w:sz="0" w:space="0" w:color="auto"/>
        <w:bottom w:val="none" w:sz="0" w:space="0" w:color="auto"/>
        <w:right w:val="none" w:sz="0" w:space="0" w:color="auto"/>
      </w:divBdr>
    </w:div>
    <w:div w:id="674917185">
      <w:bodyDiv w:val="1"/>
      <w:marLeft w:val="0"/>
      <w:marRight w:val="0"/>
      <w:marTop w:val="0"/>
      <w:marBottom w:val="0"/>
      <w:divBdr>
        <w:top w:val="none" w:sz="0" w:space="0" w:color="auto"/>
        <w:left w:val="none" w:sz="0" w:space="0" w:color="auto"/>
        <w:bottom w:val="none" w:sz="0" w:space="0" w:color="auto"/>
        <w:right w:val="none" w:sz="0" w:space="0" w:color="auto"/>
      </w:divBdr>
    </w:div>
    <w:div w:id="677584005">
      <w:bodyDiv w:val="1"/>
      <w:marLeft w:val="0"/>
      <w:marRight w:val="0"/>
      <w:marTop w:val="0"/>
      <w:marBottom w:val="0"/>
      <w:divBdr>
        <w:top w:val="none" w:sz="0" w:space="0" w:color="auto"/>
        <w:left w:val="none" w:sz="0" w:space="0" w:color="auto"/>
        <w:bottom w:val="none" w:sz="0" w:space="0" w:color="auto"/>
        <w:right w:val="none" w:sz="0" w:space="0" w:color="auto"/>
      </w:divBdr>
    </w:div>
    <w:div w:id="681006618">
      <w:bodyDiv w:val="1"/>
      <w:marLeft w:val="0"/>
      <w:marRight w:val="0"/>
      <w:marTop w:val="0"/>
      <w:marBottom w:val="0"/>
      <w:divBdr>
        <w:top w:val="none" w:sz="0" w:space="0" w:color="auto"/>
        <w:left w:val="none" w:sz="0" w:space="0" w:color="auto"/>
        <w:bottom w:val="none" w:sz="0" w:space="0" w:color="auto"/>
        <w:right w:val="none" w:sz="0" w:space="0" w:color="auto"/>
      </w:divBdr>
    </w:div>
    <w:div w:id="681666905">
      <w:bodyDiv w:val="1"/>
      <w:marLeft w:val="0"/>
      <w:marRight w:val="0"/>
      <w:marTop w:val="0"/>
      <w:marBottom w:val="0"/>
      <w:divBdr>
        <w:top w:val="none" w:sz="0" w:space="0" w:color="auto"/>
        <w:left w:val="none" w:sz="0" w:space="0" w:color="auto"/>
        <w:bottom w:val="none" w:sz="0" w:space="0" w:color="auto"/>
        <w:right w:val="none" w:sz="0" w:space="0" w:color="auto"/>
      </w:divBdr>
    </w:div>
    <w:div w:id="686902796">
      <w:bodyDiv w:val="1"/>
      <w:marLeft w:val="0"/>
      <w:marRight w:val="0"/>
      <w:marTop w:val="0"/>
      <w:marBottom w:val="0"/>
      <w:divBdr>
        <w:top w:val="none" w:sz="0" w:space="0" w:color="auto"/>
        <w:left w:val="none" w:sz="0" w:space="0" w:color="auto"/>
        <w:bottom w:val="none" w:sz="0" w:space="0" w:color="auto"/>
        <w:right w:val="none" w:sz="0" w:space="0" w:color="auto"/>
      </w:divBdr>
    </w:div>
    <w:div w:id="687097034">
      <w:bodyDiv w:val="1"/>
      <w:marLeft w:val="0"/>
      <w:marRight w:val="0"/>
      <w:marTop w:val="0"/>
      <w:marBottom w:val="0"/>
      <w:divBdr>
        <w:top w:val="none" w:sz="0" w:space="0" w:color="auto"/>
        <w:left w:val="none" w:sz="0" w:space="0" w:color="auto"/>
        <w:bottom w:val="none" w:sz="0" w:space="0" w:color="auto"/>
        <w:right w:val="none" w:sz="0" w:space="0" w:color="auto"/>
      </w:divBdr>
    </w:div>
    <w:div w:id="687173832">
      <w:bodyDiv w:val="1"/>
      <w:marLeft w:val="0"/>
      <w:marRight w:val="0"/>
      <w:marTop w:val="0"/>
      <w:marBottom w:val="0"/>
      <w:divBdr>
        <w:top w:val="none" w:sz="0" w:space="0" w:color="auto"/>
        <w:left w:val="none" w:sz="0" w:space="0" w:color="auto"/>
        <w:bottom w:val="none" w:sz="0" w:space="0" w:color="auto"/>
        <w:right w:val="none" w:sz="0" w:space="0" w:color="auto"/>
      </w:divBdr>
    </w:div>
    <w:div w:id="687408092">
      <w:bodyDiv w:val="1"/>
      <w:marLeft w:val="0"/>
      <w:marRight w:val="0"/>
      <w:marTop w:val="0"/>
      <w:marBottom w:val="0"/>
      <w:divBdr>
        <w:top w:val="none" w:sz="0" w:space="0" w:color="auto"/>
        <w:left w:val="none" w:sz="0" w:space="0" w:color="auto"/>
        <w:bottom w:val="none" w:sz="0" w:space="0" w:color="auto"/>
        <w:right w:val="none" w:sz="0" w:space="0" w:color="auto"/>
      </w:divBdr>
    </w:div>
    <w:div w:id="688071084">
      <w:bodyDiv w:val="1"/>
      <w:marLeft w:val="0"/>
      <w:marRight w:val="0"/>
      <w:marTop w:val="0"/>
      <w:marBottom w:val="0"/>
      <w:divBdr>
        <w:top w:val="none" w:sz="0" w:space="0" w:color="auto"/>
        <w:left w:val="none" w:sz="0" w:space="0" w:color="auto"/>
        <w:bottom w:val="none" w:sz="0" w:space="0" w:color="auto"/>
        <w:right w:val="none" w:sz="0" w:space="0" w:color="auto"/>
      </w:divBdr>
    </w:div>
    <w:div w:id="699739399">
      <w:bodyDiv w:val="1"/>
      <w:marLeft w:val="0"/>
      <w:marRight w:val="0"/>
      <w:marTop w:val="0"/>
      <w:marBottom w:val="0"/>
      <w:divBdr>
        <w:top w:val="none" w:sz="0" w:space="0" w:color="auto"/>
        <w:left w:val="none" w:sz="0" w:space="0" w:color="auto"/>
        <w:bottom w:val="none" w:sz="0" w:space="0" w:color="auto"/>
        <w:right w:val="none" w:sz="0" w:space="0" w:color="auto"/>
      </w:divBdr>
    </w:div>
    <w:div w:id="700127896">
      <w:bodyDiv w:val="1"/>
      <w:marLeft w:val="0"/>
      <w:marRight w:val="0"/>
      <w:marTop w:val="0"/>
      <w:marBottom w:val="0"/>
      <w:divBdr>
        <w:top w:val="none" w:sz="0" w:space="0" w:color="auto"/>
        <w:left w:val="none" w:sz="0" w:space="0" w:color="auto"/>
        <w:bottom w:val="none" w:sz="0" w:space="0" w:color="auto"/>
        <w:right w:val="none" w:sz="0" w:space="0" w:color="auto"/>
      </w:divBdr>
    </w:div>
    <w:div w:id="706415431">
      <w:bodyDiv w:val="1"/>
      <w:marLeft w:val="0"/>
      <w:marRight w:val="0"/>
      <w:marTop w:val="0"/>
      <w:marBottom w:val="0"/>
      <w:divBdr>
        <w:top w:val="none" w:sz="0" w:space="0" w:color="auto"/>
        <w:left w:val="none" w:sz="0" w:space="0" w:color="auto"/>
        <w:bottom w:val="none" w:sz="0" w:space="0" w:color="auto"/>
        <w:right w:val="none" w:sz="0" w:space="0" w:color="auto"/>
      </w:divBdr>
    </w:div>
    <w:div w:id="706638327">
      <w:bodyDiv w:val="1"/>
      <w:marLeft w:val="0"/>
      <w:marRight w:val="0"/>
      <w:marTop w:val="0"/>
      <w:marBottom w:val="0"/>
      <w:divBdr>
        <w:top w:val="none" w:sz="0" w:space="0" w:color="auto"/>
        <w:left w:val="none" w:sz="0" w:space="0" w:color="auto"/>
        <w:bottom w:val="none" w:sz="0" w:space="0" w:color="auto"/>
        <w:right w:val="none" w:sz="0" w:space="0" w:color="auto"/>
      </w:divBdr>
    </w:div>
    <w:div w:id="717818792">
      <w:bodyDiv w:val="1"/>
      <w:marLeft w:val="0"/>
      <w:marRight w:val="0"/>
      <w:marTop w:val="0"/>
      <w:marBottom w:val="0"/>
      <w:divBdr>
        <w:top w:val="none" w:sz="0" w:space="0" w:color="auto"/>
        <w:left w:val="none" w:sz="0" w:space="0" w:color="auto"/>
        <w:bottom w:val="none" w:sz="0" w:space="0" w:color="auto"/>
        <w:right w:val="none" w:sz="0" w:space="0" w:color="auto"/>
      </w:divBdr>
    </w:div>
    <w:div w:id="720903295">
      <w:bodyDiv w:val="1"/>
      <w:marLeft w:val="0"/>
      <w:marRight w:val="0"/>
      <w:marTop w:val="0"/>
      <w:marBottom w:val="0"/>
      <w:divBdr>
        <w:top w:val="none" w:sz="0" w:space="0" w:color="auto"/>
        <w:left w:val="none" w:sz="0" w:space="0" w:color="auto"/>
        <w:bottom w:val="none" w:sz="0" w:space="0" w:color="auto"/>
        <w:right w:val="none" w:sz="0" w:space="0" w:color="auto"/>
      </w:divBdr>
    </w:div>
    <w:div w:id="735126992">
      <w:bodyDiv w:val="1"/>
      <w:marLeft w:val="0"/>
      <w:marRight w:val="0"/>
      <w:marTop w:val="0"/>
      <w:marBottom w:val="0"/>
      <w:divBdr>
        <w:top w:val="none" w:sz="0" w:space="0" w:color="auto"/>
        <w:left w:val="none" w:sz="0" w:space="0" w:color="auto"/>
        <w:bottom w:val="none" w:sz="0" w:space="0" w:color="auto"/>
        <w:right w:val="none" w:sz="0" w:space="0" w:color="auto"/>
      </w:divBdr>
    </w:div>
    <w:div w:id="737824932">
      <w:bodyDiv w:val="1"/>
      <w:marLeft w:val="0"/>
      <w:marRight w:val="0"/>
      <w:marTop w:val="0"/>
      <w:marBottom w:val="0"/>
      <w:divBdr>
        <w:top w:val="none" w:sz="0" w:space="0" w:color="auto"/>
        <w:left w:val="none" w:sz="0" w:space="0" w:color="auto"/>
        <w:bottom w:val="none" w:sz="0" w:space="0" w:color="auto"/>
        <w:right w:val="none" w:sz="0" w:space="0" w:color="auto"/>
      </w:divBdr>
    </w:div>
    <w:div w:id="742214677">
      <w:bodyDiv w:val="1"/>
      <w:marLeft w:val="0"/>
      <w:marRight w:val="0"/>
      <w:marTop w:val="0"/>
      <w:marBottom w:val="0"/>
      <w:divBdr>
        <w:top w:val="none" w:sz="0" w:space="0" w:color="auto"/>
        <w:left w:val="none" w:sz="0" w:space="0" w:color="auto"/>
        <w:bottom w:val="none" w:sz="0" w:space="0" w:color="auto"/>
        <w:right w:val="none" w:sz="0" w:space="0" w:color="auto"/>
      </w:divBdr>
    </w:div>
    <w:div w:id="745417430">
      <w:bodyDiv w:val="1"/>
      <w:marLeft w:val="0"/>
      <w:marRight w:val="0"/>
      <w:marTop w:val="0"/>
      <w:marBottom w:val="0"/>
      <w:divBdr>
        <w:top w:val="none" w:sz="0" w:space="0" w:color="auto"/>
        <w:left w:val="none" w:sz="0" w:space="0" w:color="auto"/>
        <w:bottom w:val="none" w:sz="0" w:space="0" w:color="auto"/>
        <w:right w:val="none" w:sz="0" w:space="0" w:color="auto"/>
      </w:divBdr>
    </w:div>
    <w:div w:id="747269461">
      <w:bodyDiv w:val="1"/>
      <w:marLeft w:val="0"/>
      <w:marRight w:val="0"/>
      <w:marTop w:val="0"/>
      <w:marBottom w:val="0"/>
      <w:divBdr>
        <w:top w:val="none" w:sz="0" w:space="0" w:color="auto"/>
        <w:left w:val="none" w:sz="0" w:space="0" w:color="auto"/>
        <w:bottom w:val="none" w:sz="0" w:space="0" w:color="auto"/>
        <w:right w:val="none" w:sz="0" w:space="0" w:color="auto"/>
      </w:divBdr>
    </w:div>
    <w:div w:id="747650518">
      <w:bodyDiv w:val="1"/>
      <w:marLeft w:val="0"/>
      <w:marRight w:val="0"/>
      <w:marTop w:val="0"/>
      <w:marBottom w:val="0"/>
      <w:divBdr>
        <w:top w:val="none" w:sz="0" w:space="0" w:color="auto"/>
        <w:left w:val="none" w:sz="0" w:space="0" w:color="auto"/>
        <w:bottom w:val="none" w:sz="0" w:space="0" w:color="auto"/>
        <w:right w:val="none" w:sz="0" w:space="0" w:color="auto"/>
      </w:divBdr>
    </w:div>
    <w:div w:id="754134245">
      <w:bodyDiv w:val="1"/>
      <w:marLeft w:val="0"/>
      <w:marRight w:val="0"/>
      <w:marTop w:val="0"/>
      <w:marBottom w:val="0"/>
      <w:divBdr>
        <w:top w:val="none" w:sz="0" w:space="0" w:color="auto"/>
        <w:left w:val="none" w:sz="0" w:space="0" w:color="auto"/>
        <w:bottom w:val="none" w:sz="0" w:space="0" w:color="auto"/>
        <w:right w:val="none" w:sz="0" w:space="0" w:color="auto"/>
      </w:divBdr>
    </w:div>
    <w:div w:id="754936464">
      <w:bodyDiv w:val="1"/>
      <w:marLeft w:val="0"/>
      <w:marRight w:val="0"/>
      <w:marTop w:val="0"/>
      <w:marBottom w:val="0"/>
      <w:divBdr>
        <w:top w:val="none" w:sz="0" w:space="0" w:color="auto"/>
        <w:left w:val="none" w:sz="0" w:space="0" w:color="auto"/>
        <w:bottom w:val="none" w:sz="0" w:space="0" w:color="auto"/>
        <w:right w:val="none" w:sz="0" w:space="0" w:color="auto"/>
      </w:divBdr>
    </w:div>
    <w:div w:id="756439402">
      <w:bodyDiv w:val="1"/>
      <w:marLeft w:val="0"/>
      <w:marRight w:val="0"/>
      <w:marTop w:val="0"/>
      <w:marBottom w:val="0"/>
      <w:divBdr>
        <w:top w:val="none" w:sz="0" w:space="0" w:color="auto"/>
        <w:left w:val="none" w:sz="0" w:space="0" w:color="auto"/>
        <w:bottom w:val="none" w:sz="0" w:space="0" w:color="auto"/>
        <w:right w:val="none" w:sz="0" w:space="0" w:color="auto"/>
      </w:divBdr>
    </w:div>
    <w:div w:id="763694750">
      <w:bodyDiv w:val="1"/>
      <w:marLeft w:val="0"/>
      <w:marRight w:val="0"/>
      <w:marTop w:val="0"/>
      <w:marBottom w:val="0"/>
      <w:divBdr>
        <w:top w:val="none" w:sz="0" w:space="0" w:color="auto"/>
        <w:left w:val="none" w:sz="0" w:space="0" w:color="auto"/>
        <w:bottom w:val="none" w:sz="0" w:space="0" w:color="auto"/>
        <w:right w:val="none" w:sz="0" w:space="0" w:color="auto"/>
      </w:divBdr>
      <w:divsChild>
        <w:div w:id="177624511">
          <w:marLeft w:val="0"/>
          <w:marRight w:val="0"/>
          <w:marTop w:val="0"/>
          <w:marBottom w:val="0"/>
          <w:divBdr>
            <w:top w:val="none" w:sz="0" w:space="0" w:color="auto"/>
            <w:left w:val="none" w:sz="0" w:space="0" w:color="auto"/>
            <w:bottom w:val="none" w:sz="0" w:space="0" w:color="auto"/>
            <w:right w:val="none" w:sz="0" w:space="0" w:color="auto"/>
          </w:divBdr>
          <w:divsChild>
            <w:div w:id="843743071">
              <w:marLeft w:val="0"/>
              <w:marRight w:val="0"/>
              <w:marTop w:val="0"/>
              <w:marBottom w:val="0"/>
              <w:divBdr>
                <w:top w:val="none" w:sz="0" w:space="0" w:color="auto"/>
                <w:left w:val="none" w:sz="0" w:space="0" w:color="auto"/>
                <w:bottom w:val="none" w:sz="0" w:space="0" w:color="auto"/>
                <w:right w:val="none" w:sz="0" w:space="0" w:color="auto"/>
              </w:divBdr>
              <w:divsChild>
                <w:div w:id="112402549">
                  <w:marLeft w:val="0"/>
                  <w:marRight w:val="0"/>
                  <w:marTop w:val="0"/>
                  <w:marBottom w:val="0"/>
                  <w:divBdr>
                    <w:top w:val="none" w:sz="0" w:space="0" w:color="auto"/>
                    <w:left w:val="none" w:sz="0" w:space="0" w:color="auto"/>
                    <w:bottom w:val="none" w:sz="0" w:space="0" w:color="auto"/>
                    <w:right w:val="none" w:sz="0" w:space="0" w:color="auto"/>
                  </w:divBdr>
                  <w:divsChild>
                    <w:div w:id="1686712774">
                      <w:marLeft w:val="0"/>
                      <w:marRight w:val="0"/>
                      <w:marTop w:val="0"/>
                      <w:marBottom w:val="0"/>
                      <w:divBdr>
                        <w:top w:val="none" w:sz="0" w:space="0" w:color="auto"/>
                        <w:left w:val="none" w:sz="0" w:space="0" w:color="auto"/>
                        <w:bottom w:val="none" w:sz="0" w:space="0" w:color="auto"/>
                        <w:right w:val="none" w:sz="0" w:space="0" w:color="auto"/>
                      </w:divBdr>
                      <w:divsChild>
                        <w:div w:id="213976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974216">
          <w:marLeft w:val="0"/>
          <w:marRight w:val="0"/>
          <w:marTop w:val="0"/>
          <w:marBottom w:val="0"/>
          <w:divBdr>
            <w:top w:val="none" w:sz="0" w:space="0" w:color="auto"/>
            <w:left w:val="none" w:sz="0" w:space="0" w:color="auto"/>
            <w:bottom w:val="none" w:sz="0" w:space="0" w:color="auto"/>
            <w:right w:val="none" w:sz="0" w:space="0" w:color="auto"/>
          </w:divBdr>
          <w:divsChild>
            <w:div w:id="992638520">
              <w:marLeft w:val="0"/>
              <w:marRight w:val="0"/>
              <w:marTop w:val="0"/>
              <w:marBottom w:val="0"/>
              <w:divBdr>
                <w:top w:val="none" w:sz="0" w:space="0" w:color="auto"/>
                <w:left w:val="none" w:sz="0" w:space="0" w:color="auto"/>
                <w:bottom w:val="none" w:sz="0" w:space="0" w:color="auto"/>
                <w:right w:val="none" w:sz="0" w:space="0" w:color="auto"/>
              </w:divBdr>
              <w:divsChild>
                <w:div w:id="1060444173">
                  <w:marLeft w:val="0"/>
                  <w:marRight w:val="0"/>
                  <w:marTop w:val="0"/>
                  <w:marBottom w:val="0"/>
                  <w:divBdr>
                    <w:top w:val="none" w:sz="0" w:space="0" w:color="auto"/>
                    <w:left w:val="none" w:sz="0" w:space="0" w:color="auto"/>
                    <w:bottom w:val="none" w:sz="0" w:space="0" w:color="auto"/>
                    <w:right w:val="none" w:sz="0" w:space="0" w:color="auto"/>
                  </w:divBdr>
                  <w:divsChild>
                    <w:div w:id="2021396669">
                      <w:marLeft w:val="0"/>
                      <w:marRight w:val="0"/>
                      <w:marTop w:val="0"/>
                      <w:marBottom w:val="0"/>
                      <w:divBdr>
                        <w:top w:val="none" w:sz="0" w:space="0" w:color="auto"/>
                        <w:left w:val="none" w:sz="0" w:space="0" w:color="auto"/>
                        <w:bottom w:val="none" w:sz="0" w:space="0" w:color="auto"/>
                        <w:right w:val="none" w:sz="0" w:space="0" w:color="auto"/>
                      </w:divBdr>
                      <w:divsChild>
                        <w:div w:id="33797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162792">
      <w:bodyDiv w:val="1"/>
      <w:marLeft w:val="0"/>
      <w:marRight w:val="0"/>
      <w:marTop w:val="0"/>
      <w:marBottom w:val="0"/>
      <w:divBdr>
        <w:top w:val="none" w:sz="0" w:space="0" w:color="auto"/>
        <w:left w:val="none" w:sz="0" w:space="0" w:color="auto"/>
        <w:bottom w:val="none" w:sz="0" w:space="0" w:color="auto"/>
        <w:right w:val="none" w:sz="0" w:space="0" w:color="auto"/>
      </w:divBdr>
    </w:div>
    <w:div w:id="772096559">
      <w:bodyDiv w:val="1"/>
      <w:marLeft w:val="0"/>
      <w:marRight w:val="0"/>
      <w:marTop w:val="0"/>
      <w:marBottom w:val="0"/>
      <w:divBdr>
        <w:top w:val="none" w:sz="0" w:space="0" w:color="auto"/>
        <w:left w:val="none" w:sz="0" w:space="0" w:color="auto"/>
        <w:bottom w:val="none" w:sz="0" w:space="0" w:color="auto"/>
        <w:right w:val="none" w:sz="0" w:space="0" w:color="auto"/>
      </w:divBdr>
    </w:div>
    <w:div w:id="776946034">
      <w:bodyDiv w:val="1"/>
      <w:marLeft w:val="0"/>
      <w:marRight w:val="0"/>
      <w:marTop w:val="0"/>
      <w:marBottom w:val="0"/>
      <w:divBdr>
        <w:top w:val="none" w:sz="0" w:space="0" w:color="auto"/>
        <w:left w:val="none" w:sz="0" w:space="0" w:color="auto"/>
        <w:bottom w:val="none" w:sz="0" w:space="0" w:color="auto"/>
        <w:right w:val="none" w:sz="0" w:space="0" w:color="auto"/>
      </w:divBdr>
    </w:div>
    <w:div w:id="779837707">
      <w:bodyDiv w:val="1"/>
      <w:marLeft w:val="0"/>
      <w:marRight w:val="0"/>
      <w:marTop w:val="0"/>
      <w:marBottom w:val="0"/>
      <w:divBdr>
        <w:top w:val="none" w:sz="0" w:space="0" w:color="auto"/>
        <w:left w:val="none" w:sz="0" w:space="0" w:color="auto"/>
        <w:bottom w:val="none" w:sz="0" w:space="0" w:color="auto"/>
        <w:right w:val="none" w:sz="0" w:space="0" w:color="auto"/>
      </w:divBdr>
    </w:div>
    <w:div w:id="783578471">
      <w:bodyDiv w:val="1"/>
      <w:marLeft w:val="0"/>
      <w:marRight w:val="0"/>
      <w:marTop w:val="0"/>
      <w:marBottom w:val="0"/>
      <w:divBdr>
        <w:top w:val="none" w:sz="0" w:space="0" w:color="auto"/>
        <w:left w:val="none" w:sz="0" w:space="0" w:color="auto"/>
        <w:bottom w:val="none" w:sz="0" w:space="0" w:color="auto"/>
        <w:right w:val="none" w:sz="0" w:space="0" w:color="auto"/>
      </w:divBdr>
    </w:div>
    <w:div w:id="785196340">
      <w:bodyDiv w:val="1"/>
      <w:marLeft w:val="0"/>
      <w:marRight w:val="0"/>
      <w:marTop w:val="0"/>
      <w:marBottom w:val="0"/>
      <w:divBdr>
        <w:top w:val="none" w:sz="0" w:space="0" w:color="auto"/>
        <w:left w:val="none" w:sz="0" w:space="0" w:color="auto"/>
        <w:bottom w:val="none" w:sz="0" w:space="0" w:color="auto"/>
        <w:right w:val="none" w:sz="0" w:space="0" w:color="auto"/>
      </w:divBdr>
    </w:div>
    <w:div w:id="785202127">
      <w:bodyDiv w:val="1"/>
      <w:marLeft w:val="0"/>
      <w:marRight w:val="0"/>
      <w:marTop w:val="0"/>
      <w:marBottom w:val="0"/>
      <w:divBdr>
        <w:top w:val="none" w:sz="0" w:space="0" w:color="auto"/>
        <w:left w:val="none" w:sz="0" w:space="0" w:color="auto"/>
        <w:bottom w:val="none" w:sz="0" w:space="0" w:color="auto"/>
        <w:right w:val="none" w:sz="0" w:space="0" w:color="auto"/>
      </w:divBdr>
    </w:div>
    <w:div w:id="787627368">
      <w:bodyDiv w:val="1"/>
      <w:marLeft w:val="0"/>
      <w:marRight w:val="0"/>
      <w:marTop w:val="0"/>
      <w:marBottom w:val="0"/>
      <w:divBdr>
        <w:top w:val="none" w:sz="0" w:space="0" w:color="auto"/>
        <w:left w:val="none" w:sz="0" w:space="0" w:color="auto"/>
        <w:bottom w:val="none" w:sz="0" w:space="0" w:color="auto"/>
        <w:right w:val="none" w:sz="0" w:space="0" w:color="auto"/>
      </w:divBdr>
    </w:div>
    <w:div w:id="794635442">
      <w:bodyDiv w:val="1"/>
      <w:marLeft w:val="0"/>
      <w:marRight w:val="0"/>
      <w:marTop w:val="0"/>
      <w:marBottom w:val="0"/>
      <w:divBdr>
        <w:top w:val="none" w:sz="0" w:space="0" w:color="auto"/>
        <w:left w:val="none" w:sz="0" w:space="0" w:color="auto"/>
        <w:bottom w:val="none" w:sz="0" w:space="0" w:color="auto"/>
        <w:right w:val="none" w:sz="0" w:space="0" w:color="auto"/>
      </w:divBdr>
    </w:div>
    <w:div w:id="795022293">
      <w:bodyDiv w:val="1"/>
      <w:marLeft w:val="0"/>
      <w:marRight w:val="0"/>
      <w:marTop w:val="0"/>
      <w:marBottom w:val="0"/>
      <w:divBdr>
        <w:top w:val="none" w:sz="0" w:space="0" w:color="auto"/>
        <w:left w:val="none" w:sz="0" w:space="0" w:color="auto"/>
        <w:bottom w:val="none" w:sz="0" w:space="0" w:color="auto"/>
        <w:right w:val="none" w:sz="0" w:space="0" w:color="auto"/>
      </w:divBdr>
    </w:div>
    <w:div w:id="800879263">
      <w:bodyDiv w:val="1"/>
      <w:marLeft w:val="0"/>
      <w:marRight w:val="0"/>
      <w:marTop w:val="0"/>
      <w:marBottom w:val="0"/>
      <w:divBdr>
        <w:top w:val="none" w:sz="0" w:space="0" w:color="auto"/>
        <w:left w:val="none" w:sz="0" w:space="0" w:color="auto"/>
        <w:bottom w:val="none" w:sz="0" w:space="0" w:color="auto"/>
        <w:right w:val="none" w:sz="0" w:space="0" w:color="auto"/>
      </w:divBdr>
    </w:div>
    <w:div w:id="810751211">
      <w:bodyDiv w:val="1"/>
      <w:marLeft w:val="0"/>
      <w:marRight w:val="0"/>
      <w:marTop w:val="0"/>
      <w:marBottom w:val="0"/>
      <w:divBdr>
        <w:top w:val="none" w:sz="0" w:space="0" w:color="auto"/>
        <w:left w:val="none" w:sz="0" w:space="0" w:color="auto"/>
        <w:bottom w:val="none" w:sz="0" w:space="0" w:color="auto"/>
        <w:right w:val="none" w:sz="0" w:space="0" w:color="auto"/>
      </w:divBdr>
    </w:div>
    <w:div w:id="813180898">
      <w:bodyDiv w:val="1"/>
      <w:marLeft w:val="0"/>
      <w:marRight w:val="0"/>
      <w:marTop w:val="0"/>
      <w:marBottom w:val="0"/>
      <w:divBdr>
        <w:top w:val="none" w:sz="0" w:space="0" w:color="auto"/>
        <w:left w:val="none" w:sz="0" w:space="0" w:color="auto"/>
        <w:bottom w:val="none" w:sz="0" w:space="0" w:color="auto"/>
        <w:right w:val="none" w:sz="0" w:space="0" w:color="auto"/>
      </w:divBdr>
    </w:div>
    <w:div w:id="821508567">
      <w:bodyDiv w:val="1"/>
      <w:marLeft w:val="0"/>
      <w:marRight w:val="0"/>
      <w:marTop w:val="0"/>
      <w:marBottom w:val="0"/>
      <w:divBdr>
        <w:top w:val="none" w:sz="0" w:space="0" w:color="auto"/>
        <w:left w:val="none" w:sz="0" w:space="0" w:color="auto"/>
        <w:bottom w:val="none" w:sz="0" w:space="0" w:color="auto"/>
        <w:right w:val="none" w:sz="0" w:space="0" w:color="auto"/>
      </w:divBdr>
    </w:div>
    <w:div w:id="826475885">
      <w:bodyDiv w:val="1"/>
      <w:marLeft w:val="0"/>
      <w:marRight w:val="0"/>
      <w:marTop w:val="0"/>
      <w:marBottom w:val="0"/>
      <w:divBdr>
        <w:top w:val="none" w:sz="0" w:space="0" w:color="auto"/>
        <w:left w:val="none" w:sz="0" w:space="0" w:color="auto"/>
        <w:bottom w:val="none" w:sz="0" w:space="0" w:color="auto"/>
        <w:right w:val="none" w:sz="0" w:space="0" w:color="auto"/>
      </w:divBdr>
      <w:divsChild>
        <w:div w:id="1575972621">
          <w:marLeft w:val="446"/>
          <w:marRight w:val="0"/>
          <w:marTop w:val="0"/>
          <w:marBottom w:val="0"/>
          <w:divBdr>
            <w:top w:val="none" w:sz="0" w:space="0" w:color="auto"/>
            <w:left w:val="none" w:sz="0" w:space="0" w:color="auto"/>
            <w:bottom w:val="none" w:sz="0" w:space="0" w:color="auto"/>
            <w:right w:val="none" w:sz="0" w:space="0" w:color="auto"/>
          </w:divBdr>
        </w:div>
        <w:div w:id="1638533946">
          <w:marLeft w:val="446"/>
          <w:marRight w:val="0"/>
          <w:marTop w:val="0"/>
          <w:marBottom w:val="0"/>
          <w:divBdr>
            <w:top w:val="none" w:sz="0" w:space="0" w:color="auto"/>
            <w:left w:val="none" w:sz="0" w:space="0" w:color="auto"/>
            <w:bottom w:val="none" w:sz="0" w:space="0" w:color="auto"/>
            <w:right w:val="none" w:sz="0" w:space="0" w:color="auto"/>
          </w:divBdr>
        </w:div>
      </w:divsChild>
    </w:div>
    <w:div w:id="827942238">
      <w:bodyDiv w:val="1"/>
      <w:marLeft w:val="0"/>
      <w:marRight w:val="0"/>
      <w:marTop w:val="0"/>
      <w:marBottom w:val="0"/>
      <w:divBdr>
        <w:top w:val="none" w:sz="0" w:space="0" w:color="auto"/>
        <w:left w:val="none" w:sz="0" w:space="0" w:color="auto"/>
        <w:bottom w:val="none" w:sz="0" w:space="0" w:color="auto"/>
        <w:right w:val="none" w:sz="0" w:space="0" w:color="auto"/>
      </w:divBdr>
    </w:div>
    <w:div w:id="843131710">
      <w:bodyDiv w:val="1"/>
      <w:marLeft w:val="0"/>
      <w:marRight w:val="0"/>
      <w:marTop w:val="0"/>
      <w:marBottom w:val="0"/>
      <w:divBdr>
        <w:top w:val="none" w:sz="0" w:space="0" w:color="auto"/>
        <w:left w:val="none" w:sz="0" w:space="0" w:color="auto"/>
        <w:bottom w:val="none" w:sz="0" w:space="0" w:color="auto"/>
        <w:right w:val="none" w:sz="0" w:space="0" w:color="auto"/>
      </w:divBdr>
    </w:div>
    <w:div w:id="844562871">
      <w:bodyDiv w:val="1"/>
      <w:marLeft w:val="0"/>
      <w:marRight w:val="0"/>
      <w:marTop w:val="0"/>
      <w:marBottom w:val="0"/>
      <w:divBdr>
        <w:top w:val="none" w:sz="0" w:space="0" w:color="auto"/>
        <w:left w:val="none" w:sz="0" w:space="0" w:color="auto"/>
        <w:bottom w:val="none" w:sz="0" w:space="0" w:color="auto"/>
        <w:right w:val="none" w:sz="0" w:space="0" w:color="auto"/>
      </w:divBdr>
    </w:div>
    <w:div w:id="858274645">
      <w:bodyDiv w:val="1"/>
      <w:marLeft w:val="0"/>
      <w:marRight w:val="0"/>
      <w:marTop w:val="0"/>
      <w:marBottom w:val="0"/>
      <w:divBdr>
        <w:top w:val="none" w:sz="0" w:space="0" w:color="auto"/>
        <w:left w:val="none" w:sz="0" w:space="0" w:color="auto"/>
        <w:bottom w:val="none" w:sz="0" w:space="0" w:color="auto"/>
        <w:right w:val="none" w:sz="0" w:space="0" w:color="auto"/>
      </w:divBdr>
    </w:div>
    <w:div w:id="875040558">
      <w:bodyDiv w:val="1"/>
      <w:marLeft w:val="0"/>
      <w:marRight w:val="0"/>
      <w:marTop w:val="0"/>
      <w:marBottom w:val="0"/>
      <w:divBdr>
        <w:top w:val="none" w:sz="0" w:space="0" w:color="auto"/>
        <w:left w:val="none" w:sz="0" w:space="0" w:color="auto"/>
        <w:bottom w:val="none" w:sz="0" w:space="0" w:color="auto"/>
        <w:right w:val="none" w:sz="0" w:space="0" w:color="auto"/>
      </w:divBdr>
    </w:div>
    <w:div w:id="876426987">
      <w:bodyDiv w:val="1"/>
      <w:marLeft w:val="0"/>
      <w:marRight w:val="0"/>
      <w:marTop w:val="0"/>
      <w:marBottom w:val="0"/>
      <w:divBdr>
        <w:top w:val="none" w:sz="0" w:space="0" w:color="auto"/>
        <w:left w:val="none" w:sz="0" w:space="0" w:color="auto"/>
        <w:bottom w:val="none" w:sz="0" w:space="0" w:color="auto"/>
        <w:right w:val="none" w:sz="0" w:space="0" w:color="auto"/>
      </w:divBdr>
    </w:div>
    <w:div w:id="878513106">
      <w:bodyDiv w:val="1"/>
      <w:marLeft w:val="0"/>
      <w:marRight w:val="0"/>
      <w:marTop w:val="0"/>
      <w:marBottom w:val="0"/>
      <w:divBdr>
        <w:top w:val="none" w:sz="0" w:space="0" w:color="auto"/>
        <w:left w:val="none" w:sz="0" w:space="0" w:color="auto"/>
        <w:bottom w:val="none" w:sz="0" w:space="0" w:color="auto"/>
        <w:right w:val="none" w:sz="0" w:space="0" w:color="auto"/>
      </w:divBdr>
    </w:div>
    <w:div w:id="888031526">
      <w:bodyDiv w:val="1"/>
      <w:marLeft w:val="0"/>
      <w:marRight w:val="0"/>
      <w:marTop w:val="0"/>
      <w:marBottom w:val="0"/>
      <w:divBdr>
        <w:top w:val="none" w:sz="0" w:space="0" w:color="auto"/>
        <w:left w:val="none" w:sz="0" w:space="0" w:color="auto"/>
        <w:bottom w:val="none" w:sz="0" w:space="0" w:color="auto"/>
        <w:right w:val="none" w:sz="0" w:space="0" w:color="auto"/>
      </w:divBdr>
    </w:div>
    <w:div w:id="890724472">
      <w:bodyDiv w:val="1"/>
      <w:marLeft w:val="0"/>
      <w:marRight w:val="0"/>
      <w:marTop w:val="0"/>
      <w:marBottom w:val="0"/>
      <w:divBdr>
        <w:top w:val="none" w:sz="0" w:space="0" w:color="auto"/>
        <w:left w:val="none" w:sz="0" w:space="0" w:color="auto"/>
        <w:bottom w:val="none" w:sz="0" w:space="0" w:color="auto"/>
        <w:right w:val="none" w:sz="0" w:space="0" w:color="auto"/>
      </w:divBdr>
    </w:div>
    <w:div w:id="891967964">
      <w:bodyDiv w:val="1"/>
      <w:marLeft w:val="0"/>
      <w:marRight w:val="0"/>
      <w:marTop w:val="0"/>
      <w:marBottom w:val="0"/>
      <w:divBdr>
        <w:top w:val="none" w:sz="0" w:space="0" w:color="auto"/>
        <w:left w:val="none" w:sz="0" w:space="0" w:color="auto"/>
        <w:bottom w:val="none" w:sz="0" w:space="0" w:color="auto"/>
        <w:right w:val="none" w:sz="0" w:space="0" w:color="auto"/>
      </w:divBdr>
    </w:div>
    <w:div w:id="908999774">
      <w:bodyDiv w:val="1"/>
      <w:marLeft w:val="0"/>
      <w:marRight w:val="0"/>
      <w:marTop w:val="0"/>
      <w:marBottom w:val="0"/>
      <w:divBdr>
        <w:top w:val="none" w:sz="0" w:space="0" w:color="auto"/>
        <w:left w:val="none" w:sz="0" w:space="0" w:color="auto"/>
        <w:bottom w:val="none" w:sz="0" w:space="0" w:color="auto"/>
        <w:right w:val="none" w:sz="0" w:space="0" w:color="auto"/>
      </w:divBdr>
    </w:div>
    <w:div w:id="911083805">
      <w:bodyDiv w:val="1"/>
      <w:marLeft w:val="0"/>
      <w:marRight w:val="0"/>
      <w:marTop w:val="0"/>
      <w:marBottom w:val="0"/>
      <w:divBdr>
        <w:top w:val="none" w:sz="0" w:space="0" w:color="auto"/>
        <w:left w:val="none" w:sz="0" w:space="0" w:color="auto"/>
        <w:bottom w:val="none" w:sz="0" w:space="0" w:color="auto"/>
        <w:right w:val="none" w:sz="0" w:space="0" w:color="auto"/>
      </w:divBdr>
    </w:div>
    <w:div w:id="912735290">
      <w:bodyDiv w:val="1"/>
      <w:marLeft w:val="0"/>
      <w:marRight w:val="0"/>
      <w:marTop w:val="0"/>
      <w:marBottom w:val="0"/>
      <w:divBdr>
        <w:top w:val="none" w:sz="0" w:space="0" w:color="auto"/>
        <w:left w:val="none" w:sz="0" w:space="0" w:color="auto"/>
        <w:bottom w:val="none" w:sz="0" w:space="0" w:color="auto"/>
        <w:right w:val="none" w:sz="0" w:space="0" w:color="auto"/>
      </w:divBdr>
    </w:div>
    <w:div w:id="930967645">
      <w:bodyDiv w:val="1"/>
      <w:marLeft w:val="0"/>
      <w:marRight w:val="0"/>
      <w:marTop w:val="0"/>
      <w:marBottom w:val="0"/>
      <w:divBdr>
        <w:top w:val="none" w:sz="0" w:space="0" w:color="auto"/>
        <w:left w:val="none" w:sz="0" w:space="0" w:color="auto"/>
        <w:bottom w:val="none" w:sz="0" w:space="0" w:color="auto"/>
        <w:right w:val="none" w:sz="0" w:space="0" w:color="auto"/>
      </w:divBdr>
    </w:div>
    <w:div w:id="931746300">
      <w:bodyDiv w:val="1"/>
      <w:marLeft w:val="0"/>
      <w:marRight w:val="0"/>
      <w:marTop w:val="0"/>
      <w:marBottom w:val="0"/>
      <w:divBdr>
        <w:top w:val="none" w:sz="0" w:space="0" w:color="auto"/>
        <w:left w:val="none" w:sz="0" w:space="0" w:color="auto"/>
        <w:bottom w:val="none" w:sz="0" w:space="0" w:color="auto"/>
        <w:right w:val="none" w:sz="0" w:space="0" w:color="auto"/>
      </w:divBdr>
    </w:div>
    <w:div w:id="933167555">
      <w:bodyDiv w:val="1"/>
      <w:marLeft w:val="0"/>
      <w:marRight w:val="0"/>
      <w:marTop w:val="0"/>
      <w:marBottom w:val="0"/>
      <w:divBdr>
        <w:top w:val="none" w:sz="0" w:space="0" w:color="auto"/>
        <w:left w:val="none" w:sz="0" w:space="0" w:color="auto"/>
        <w:bottom w:val="none" w:sz="0" w:space="0" w:color="auto"/>
        <w:right w:val="none" w:sz="0" w:space="0" w:color="auto"/>
      </w:divBdr>
    </w:div>
    <w:div w:id="937979230">
      <w:bodyDiv w:val="1"/>
      <w:marLeft w:val="0"/>
      <w:marRight w:val="0"/>
      <w:marTop w:val="0"/>
      <w:marBottom w:val="0"/>
      <w:divBdr>
        <w:top w:val="none" w:sz="0" w:space="0" w:color="auto"/>
        <w:left w:val="none" w:sz="0" w:space="0" w:color="auto"/>
        <w:bottom w:val="none" w:sz="0" w:space="0" w:color="auto"/>
        <w:right w:val="none" w:sz="0" w:space="0" w:color="auto"/>
      </w:divBdr>
    </w:div>
    <w:div w:id="941034451">
      <w:bodyDiv w:val="1"/>
      <w:marLeft w:val="0"/>
      <w:marRight w:val="0"/>
      <w:marTop w:val="0"/>
      <w:marBottom w:val="0"/>
      <w:divBdr>
        <w:top w:val="none" w:sz="0" w:space="0" w:color="auto"/>
        <w:left w:val="none" w:sz="0" w:space="0" w:color="auto"/>
        <w:bottom w:val="none" w:sz="0" w:space="0" w:color="auto"/>
        <w:right w:val="none" w:sz="0" w:space="0" w:color="auto"/>
      </w:divBdr>
    </w:div>
    <w:div w:id="946237464">
      <w:bodyDiv w:val="1"/>
      <w:marLeft w:val="0"/>
      <w:marRight w:val="0"/>
      <w:marTop w:val="0"/>
      <w:marBottom w:val="0"/>
      <w:divBdr>
        <w:top w:val="none" w:sz="0" w:space="0" w:color="auto"/>
        <w:left w:val="none" w:sz="0" w:space="0" w:color="auto"/>
        <w:bottom w:val="none" w:sz="0" w:space="0" w:color="auto"/>
        <w:right w:val="none" w:sz="0" w:space="0" w:color="auto"/>
      </w:divBdr>
    </w:div>
    <w:div w:id="953707253">
      <w:bodyDiv w:val="1"/>
      <w:marLeft w:val="0"/>
      <w:marRight w:val="0"/>
      <w:marTop w:val="0"/>
      <w:marBottom w:val="0"/>
      <w:divBdr>
        <w:top w:val="none" w:sz="0" w:space="0" w:color="auto"/>
        <w:left w:val="none" w:sz="0" w:space="0" w:color="auto"/>
        <w:bottom w:val="none" w:sz="0" w:space="0" w:color="auto"/>
        <w:right w:val="none" w:sz="0" w:space="0" w:color="auto"/>
      </w:divBdr>
    </w:div>
    <w:div w:id="953752909">
      <w:bodyDiv w:val="1"/>
      <w:marLeft w:val="0"/>
      <w:marRight w:val="0"/>
      <w:marTop w:val="0"/>
      <w:marBottom w:val="0"/>
      <w:divBdr>
        <w:top w:val="none" w:sz="0" w:space="0" w:color="auto"/>
        <w:left w:val="none" w:sz="0" w:space="0" w:color="auto"/>
        <w:bottom w:val="none" w:sz="0" w:space="0" w:color="auto"/>
        <w:right w:val="none" w:sz="0" w:space="0" w:color="auto"/>
      </w:divBdr>
    </w:div>
    <w:div w:id="954602093">
      <w:bodyDiv w:val="1"/>
      <w:marLeft w:val="0"/>
      <w:marRight w:val="0"/>
      <w:marTop w:val="0"/>
      <w:marBottom w:val="0"/>
      <w:divBdr>
        <w:top w:val="none" w:sz="0" w:space="0" w:color="auto"/>
        <w:left w:val="none" w:sz="0" w:space="0" w:color="auto"/>
        <w:bottom w:val="none" w:sz="0" w:space="0" w:color="auto"/>
        <w:right w:val="none" w:sz="0" w:space="0" w:color="auto"/>
      </w:divBdr>
    </w:div>
    <w:div w:id="966937054">
      <w:bodyDiv w:val="1"/>
      <w:marLeft w:val="0"/>
      <w:marRight w:val="0"/>
      <w:marTop w:val="0"/>
      <w:marBottom w:val="0"/>
      <w:divBdr>
        <w:top w:val="none" w:sz="0" w:space="0" w:color="auto"/>
        <w:left w:val="none" w:sz="0" w:space="0" w:color="auto"/>
        <w:bottom w:val="none" w:sz="0" w:space="0" w:color="auto"/>
        <w:right w:val="none" w:sz="0" w:space="0" w:color="auto"/>
      </w:divBdr>
    </w:div>
    <w:div w:id="974263793">
      <w:bodyDiv w:val="1"/>
      <w:marLeft w:val="0"/>
      <w:marRight w:val="0"/>
      <w:marTop w:val="0"/>
      <w:marBottom w:val="0"/>
      <w:divBdr>
        <w:top w:val="none" w:sz="0" w:space="0" w:color="auto"/>
        <w:left w:val="none" w:sz="0" w:space="0" w:color="auto"/>
        <w:bottom w:val="none" w:sz="0" w:space="0" w:color="auto"/>
        <w:right w:val="none" w:sz="0" w:space="0" w:color="auto"/>
      </w:divBdr>
    </w:div>
    <w:div w:id="978849832">
      <w:bodyDiv w:val="1"/>
      <w:marLeft w:val="0"/>
      <w:marRight w:val="0"/>
      <w:marTop w:val="0"/>
      <w:marBottom w:val="0"/>
      <w:divBdr>
        <w:top w:val="none" w:sz="0" w:space="0" w:color="auto"/>
        <w:left w:val="none" w:sz="0" w:space="0" w:color="auto"/>
        <w:bottom w:val="none" w:sz="0" w:space="0" w:color="auto"/>
        <w:right w:val="none" w:sz="0" w:space="0" w:color="auto"/>
      </w:divBdr>
    </w:div>
    <w:div w:id="983895576">
      <w:bodyDiv w:val="1"/>
      <w:marLeft w:val="0"/>
      <w:marRight w:val="0"/>
      <w:marTop w:val="0"/>
      <w:marBottom w:val="0"/>
      <w:divBdr>
        <w:top w:val="none" w:sz="0" w:space="0" w:color="auto"/>
        <w:left w:val="none" w:sz="0" w:space="0" w:color="auto"/>
        <w:bottom w:val="none" w:sz="0" w:space="0" w:color="auto"/>
        <w:right w:val="none" w:sz="0" w:space="0" w:color="auto"/>
      </w:divBdr>
    </w:div>
    <w:div w:id="993531117">
      <w:bodyDiv w:val="1"/>
      <w:marLeft w:val="0"/>
      <w:marRight w:val="0"/>
      <w:marTop w:val="0"/>
      <w:marBottom w:val="0"/>
      <w:divBdr>
        <w:top w:val="none" w:sz="0" w:space="0" w:color="auto"/>
        <w:left w:val="none" w:sz="0" w:space="0" w:color="auto"/>
        <w:bottom w:val="none" w:sz="0" w:space="0" w:color="auto"/>
        <w:right w:val="none" w:sz="0" w:space="0" w:color="auto"/>
      </w:divBdr>
    </w:div>
    <w:div w:id="1000739229">
      <w:bodyDiv w:val="1"/>
      <w:marLeft w:val="0"/>
      <w:marRight w:val="0"/>
      <w:marTop w:val="0"/>
      <w:marBottom w:val="0"/>
      <w:divBdr>
        <w:top w:val="none" w:sz="0" w:space="0" w:color="auto"/>
        <w:left w:val="none" w:sz="0" w:space="0" w:color="auto"/>
        <w:bottom w:val="none" w:sz="0" w:space="0" w:color="auto"/>
        <w:right w:val="none" w:sz="0" w:space="0" w:color="auto"/>
      </w:divBdr>
    </w:div>
    <w:div w:id="1010139009">
      <w:bodyDiv w:val="1"/>
      <w:marLeft w:val="0"/>
      <w:marRight w:val="0"/>
      <w:marTop w:val="0"/>
      <w:marBottom w:val="0"/>
      <w:divBdr>
        <w:top w:val="none" w:sz="0" w:space="0" w:color="auto"/>
        <w:left w:val="none" w:sz="0" w:space="0" w:color="auto"/>
        <w:bottom w:val="none" w:sz="0" w:space="0" w:color="auto"/>
        <w:right w:val="none" w:sz="0" w:space="0" w:color="auto"/>
      </w:divBdr>
    </w:div>
    <w:div w:id="1025129579">
      <w:bodyDiv w:val="1"/>
      <w:marLeft w:val="0"/>
      <w:marRight w:val="0"/>
      <w:marTop w:val="0"/>
      <w:marBottom w:val="0"/>
      <w:divBdr>
        <w:top w:val="none" w:sz="0" w:space="0" w:color="auto"/>
        <w:left w:val="none" w:sz="0" w:space="0" w:color="auto"/>
        <w:bottom w:val="none" w:sz="0" w:space="0" w:color="auto"/>
        <w:right w:val="none" w:sz="0" w:space="0" w:color="auto"/>
      </w:divBdr>
    </w:div>
    <w:div w:id="1031876783">
      <w:bodyDiv w:val="1"/>
      <w:marLeft w:val="0"/>
      <w:marRight w:val="0"/>
      <w:marTop w:val="0"/>
      <w:marBottom w:val="0"/>
      <w:divBdr>
        <w:top w:val="none" w:sz="0" w:space="0" w:color="auto"/>
        <w:left w:val="none" w:sz="0" w:space="0" w:color="auto"/>
        <w:bottom w:val="none" w:sz="0" w:space="0" w:color="auto"/>
        <w:right w:val="none" w:sz="0" w:space="0" w:color="auto"/>
      </w:divBdr>
    </w:div>
    <w:div w:id="1031953662">
      <w:bodyDiv w:val="1"/>
      <w:marLeft w:val="0"/>
      <w:marRight w:val="0"/>
      <w:marTop w:val="0"/>
      <w:marBottom w:val="0"/>
      <w:divBdr>
        <w:top w:val="none" w:sz="0" w:space="0" w:color="auto"/>
        <w:left w:val="none" w:sz="0" w:space="0" w:color="auto"/>
        <w:bottom w:val="none" w:sz="0" w:space="0" w:color="auto"/>
        <w:right w:val="none" w:sz="0" w:space="0" w:color="auto"/>
      </w:divBdr>
    </w:div>
    <w:div w:id="1033652119">
      <w:bodyDiv w:val="1"/>
      <w:marLeft w:val="0"/>
      <w:marRight w:val="0"/>
      <w:marTop w:val="0"/>
      <w:marBottom w:val="0"/>
      <w:divBdr>
        <w:top w:val="none" w:sz="0" w:space="0" w:color="auto"/>
        <w:left w:val="none" w:sz="0" w:space="0" w:color="auto"/>
        <w:bottom w:val="none" w:sz="0" w:space="0" w:color="auto"/>
        <w:right w:val="none" w:sz="0" w:space="0" w:color="auto"/>
      </w:divBdr>
    </w:div>
    <w:div w:id="1034112621">
      <w:bodyDiv w:val="1"/>
      <w:marLeft w:val="0"/>
      <w:marRight w:val="0"/>
      <w:marTop w:val="0"/>
      <w:marBottom w:val="0"/>
      <w:divBdr>
        <w:top w:val="none" w:sz="0" w:space="0" w:color="auto"/>
        <w:left w:val="none" w:sz="0" w:space="0" w:color="auto"/>
        <w:bottom w:val="none" w:sz="0" w:space="0" w:color="auto"/>
        <w:right w:val="none" w:sz="0" w:space="0" w:color="auto"/>
      </w:divBdr>
    </w:div>
    <w:div w:id="1037119692">
      <w:bodyDiv w:val="1"/>
      <w:marLeft w:val="0"/>
      <w:marRight w:val="0"/>
      <w:marTop w:val="0"/>
      <w:marBottom w:val="0"/>
      <w:divBdr>
        <w:top w:val="none" w:sz="0" w:space="0" w:color="auto"/>
        <w:left w:val="none" w:sz="0" w:space="0" w:color="auto"/>
        <w:bottom w:val="none" w:sz="0" w:space="0" w:color="auto"/>
        <w:right w:val="none" w:sz="0" w:space="0" w:color="auto"/>
      </w:divBdr>
    </w:div>
    <w:div w:id="1046026355">
      <w:bodyDiv w:val="1"/>
      <w:marLeft w:val="0"/>
      <w:marRight w:val="0"/>
      <w:marTop w:val="0"/>
      <w:marBottom w:val="0"/>
      <w:divBdr>
        <w:top w:val="none" w:sz="0" w:space="0" w:color="auto"/>
        <w:left w:val="none" w:sz="0" w:space="0" w:color="auto"/>
        <w:bottom w:val="none" w:sz="0" w:space="0" w:color="auto"/>
        <w:right w:val="none" w:sz="0" w:space="0" w:color="auto"/>
      </w:divBdr>
    </w:div>
    <w:div w:id="1052340290">
      <w:bodyDiv w:val="1"/>
      <w:marLeft w:val="0"/>
      <w:marRight w:val="0"/>
      <w:marTop w:val="0"/>
      <w:marBottom w:val="0"/>
      <w:divBdr>
        <w:top w:val="none" w:sz="0" w:space="0" w:color="auto"/>
        <w:left w:val="none" w:sz="0" w:space="0" w:color="auto"/>
        <w:bottom w:val="none" w:sz="0" w:space="0" w:color="auto"/>
        <w:right w:val="none" w:sz="0" w:space="0" w:color="auto"/>
      </w:divBdr>
    </w:div>
    <w:div w:id="1059133962">
      <w:bodyDiv w:val="1"/>
      <w:marLeft w:val="0"/>
      <w:marRight w:val="0"/>
      <w:marTop w:val="0"/>
      <w:marBottom w:val="0"/>
      <w:divBdr>
        <w:top w:val="none" w:sz="0" w:space="0" w:color="auto"/>
        <w:left w:val="none" w:sz="0" w:space="0" w:color="auto"/>
        <w:bottom w:val="none" w:sz="0" w:space="0" w:color="auto"/>
        <w:right w:val="none" w:sz="0" w:space="0" w:color="auto"/>
      </w:divBdr>
    </w:div>
    <w:div w:id="1061095580">
      <w:bodyDiv w:val="1"/>
      <w:marLeft w:val="0"/>
      <w:marRight w:val="0"/>
      <w:marTop w:val="0"/>
      <w:marBottom w:val="0"/>
      <w:divBdr>
        <w:top w:val="none" w:sz="0" w:space="0" w:color="auto"/>
        <w:left w:val="none" w:sz="0" w:space="0" w:color="auto"/>
        <w:bottom w:val="none" w:sz="0" w:space="0" w:color="auto"/>
        <w:right w:val="none" w:sz="0" w:space="0" w:color="auto"/>
      </w:divBdr>
    </w:div>
    <w:div w:id="1066612505">
      <w:bodyDiv w:val="1"/>
      <w:marLeft w:val="0"/>
      <w:marRight w:val="0"/>
      <w:marTop w:val="0"/>
      <w:marBottom w:val="0"/>
      <w:divBdr>
        <w:top w:val="none" w:sz="0" w:space="0" w:color="auto"/>
        <w:left w:val="none" w:sz="0" w:space="0" w:color="auto"/>
        <w:bottom w:val="none" w:sz="0" w:space="0" w:color="auto"/>
        <w:right w:val="none" w:sz="0" w:space="0" w:color="auto"/>
      </w:divBdr>
    </w:div>
    <w:div w:id="1066873519">
      <w:bodyDiv w:val="1"/>
      <w:marLeft w:val="0"/>
      <w:marRight w:val="0"/>
      <w:marTop w:val="0"/>
      <w:marBottom w:val="0"/>
      <w:divBdr>
        <w:top w:val="none" w:sz="0" w:space="0" w:color="auto"/>
        <w:left w:val="none" w:sz="0" w:space="0" w:color="auto"/>
        <w:bottom w:val="none" w:sz="0" w:space="0" w:color="auto"/>
        <w:right w:val="none" w:sz="0" w:space="0" w:color="auto"/>
      </w:divBdr>
    </w:div>
    <w:div w:id="1068110139">
      <w:bodyDiv w:val="1"/>
      <w:marLeft w:val="0"/>
      <w:marRight w:val="0"/>
      <w:marTop w:val="0"/>
      <w:marBottom w:val="0"/>
      <w:divBdr>
        <w:top w:val="none" w:sz="0" w:space="0" w:color="auto"/>
        <w:left w:val="none" w:sz="0" w:space="0" w:color="auto"/>
        <w:bottom w:val="none" w:sz="0" w:space="0" w:color="auto"/>
        <w:right w:val="none" w:sz="0" w:space="0" w:color="auto"/>
      </w:divBdr>
    </w:div>
    <w:div w:id="1077677382">
      <w:bodyDiv w:val="1"/>
      <w:marLeft w:val="0"/>
      <w:marRight w:val="0"/>
      <w:marTop w:val="0"/>
      <w:marBottom w:val="0"/>
      <w:divBdr>
        <w:top w:val="none" w:sz="0" w:space="0" w:color="auto"/>
        <w:left w:val="none" w:sz="0" w:space="0" w:color="auto"/>
        <w:bottom w:val="none" w:sz="0" w:space="0" w:color="auto"/>
        <w:right w:val="none" w:sz="0" w:space="0" w:color="auto"/>
      </w:divBdr>
    </w:div>
    <w:div w:id="1080323982">
      <w:bodyDiv w:val="1"/>
      <w:marLeft w:val="0"/>
      <w:marRight w:val="0"/>
      <w:marTop w:val="0"/>
      <w:marBottom w:val="0"/>
      <w:divBdr>
        <w:top w:val="none" w:sz="0" w:space="0" w:color="auto"/>
        <w:left w:val="none" w:sz="0" w:space="0" w:color="auto"/>
        <w:bottom w:val="none" w:sz="0" w:space="0" w:color="auto"/>
        <w:right w:val="none" w:sz="0" w:space="0" w:color="auto"/>
      </w:divBdr>
    </w:div>
    <w:div w:id="1081633833">
      <w:bodyDiv w:val="1"/>
      <w:marLeft w:val="0"/>
      <w:marRight w:val="0"/>
      <w:marTop w:val="0"/>
      <w:marBottom w:val="0"/>
      <w:divBdr>
        <w:top w:val="none" w:sz="0" w:space="0" w:color="auto"/>
        <w:left w:val="none" w:sz="0" w:space="0" w:color="auto"/>
        <w:bottom w:val="none" w:sz="0" w:space="0" w:color="auto"/>
        <w:right w:val="none" w:sz="0" w:space="0" w:color="auto"/>
      </w:divBdr>
    </w:div>
    <w:div w:id="1091003749">
      <w:bodyDiv w:val="1"/>
      <w:marLeft w:val="0"/>
      <w:marRight w:val="0"/>
      <w:marTop w:val="0"/>
      <w:marBottom w:val="0"/>
      <w:divBdr>
        <w:top w:val="none" w:sz="0" w:space="0" w:color="auto"/>
        <w:left w:val="none" w:sz="0" w:space="0" w:color="auto"/>
        <w:bottom w:val="none" w:sz="0" w:space="0" w:color="auto"/>
        <w:right w:val="none" w:sz="0" w:space="0" w:color="auto"/>
      </w:divBdr>
    </w:div>
    <w:div w:id="1092629985">
      <w:bodyDiv w:val="1"/>
      <w:marLeft w:val="0"/>
      <w:marRight w:val="0"/>
      <w:marTop w:val="0"/>
      <w:marBottom w:val="0"/>
      <w:divBdr>
        <w:top w:val="none" w:sz="0" w:space="0" w:color="auto"/>
        <w:left w:val="none" w:sz="0" w:space="0" w:color="auto"/>
        <w:bottom w:val="none" w:sz="0" w:space="0" w:color="auto"/>
        <w:right w:val="none" w:sz="0" w:space="0" w:color="auto"/>
      </w:divBdr>
    </w:div>
    <w:div w:id="1093014700">
      <w:bodyDiv w:val="1"/>
      <w:marLeft w:val="0"/>
      <w:marRight w:val="0"/>
      <w:marTop w:val="0"/>
      <w:marBottom w:val="0"/>
      <w:divBdr>
        <w:top w:val="none" w:sz="0" w:space="0" w:color="auto"/>
        <w:left w:val="none" w:sz="0" w:space="0" w:color="auto"/>
        <w:bottom w:val="none" w:sz="0" w:space="0" w:color="auto"/>
        <w:right w:val="none" w:sz="0" w:space="0" w:color="auto"/>
      </w:divBdr>
    </w:div>
    <w:div w:id="1095369684">
      <w:bodyDiv w:val="1"/>
      <w:marLeft w:val="0"/>
      <w:marRight w:val="0"/>
      <w:marTop w:val="0"/>
      <w:marBottom w:val="0"/>
      <w:divBdr>
        <w:top w:val="none" w:sz="0" w:space="0" w:color="auto"/>
        <w:left w:val="none" w:sz="0" w:space="0" w:color="auto"/>
        <w:bottom w:val="none" w:sz="0" w:space="0" w:color="auto"/>
        <w:right w:val="none" w:sz="0" w:space="0" w:color="auto"/>
      </w:divBdr>
    </w:div>
    <w:div w:id="1104499275">
      <w:bodyDiv w:val="1"/>
      <w:marLeft w:val="0"/>
      <w:marRight w:val="0"/>
      <w:marTop w:val="0"/>
      <w:marBottom w:val="0"/>
      <w:divBdr>
        <w:top w:val="none" w:sz="0" w:space="0" w:color="auto"/>
        <w:left w:val="none" w:sz="0" w:space="0" w:color="auto"/>
        <w:bottom w:val="none" w:sz="0" w:space="0" w:color="auto"/>
        <w:right w:val="none" w:sz="0" w:space="0" w:color="auto"/>
      </w:divBdr>
    </w:div>
    <w:div w:id="1106776645">
      <w:bodyDiv w:val="1"/>
      <w:marLeft w:val="0"/>
      <w:marRight w:val="0"/>
      <w:marTop w:val="0"/>
      <w:marBottom w:val="0"/>
      <w:divBdr>
        <w:top w:val="none" w:sz="0" w:space="0" w:color="auto"/>
        <w:left w:val="none" w:sz="0" w:space="0" w:color="auto"/>
        <w:bottom w:val="none" w:sz="0" w:space="0" w:color="auto"/>
        <w:right w:val="none" w:sz="0" w:space="0" w:color="auto"/>
      </w:divBdr>
    </w:div>
    <w:div w:id="1111123866">
      <w:bodyDiv w:val="1"/>
      <w:marLeft w:val="0"/>
      <w:marRight w:val="0"/>
      <w:marTop w:val="0"/>
      <w:marBottom w:val="0"/>
      <w:divBdr>
        <w:top w:val="none" w:sz="0" w:space="0" w:color="auto"/>
        <w:left w:val="none" w:sz="0" w:space="0" w:color="auto"/>
        <w:bottom w:val="none" w:sz="0" w:space="0" w:color="auto"/>
        <w:right w:val="none" w:sz="0" w:space="0" w:color="auto"/>
      </w:divBdr>
    </w:div>
    <w:div w:id="1111821000">
      <w:bodyDiv w:val="1"/>
      <w:marLeft w:val="0"/>
      <w:marRight w:val="0"/>
      <w:marTop w:val="0"/>
      <w:marBottom w:val="0"/>
      <w:divBdr>
        <w:top w:val="none" w:sz="0" w:space="0" w:color="auto"/>
        <w:left w:val="none" w:sz="0" w:space="0" w:color="auto"/>
        <w:bottom w:val="none" w:sz="0" w:space="0" w:color="auto"/>
        <w:right w:val="none" w:sz="0" w:space="0" w:color="auto"/>
      </w:divBdr>
    </w:div>
    <w:div w:id="1112437929">
      <w:bodyDiv w:val="1"/>
      <w:marLeft w:val="0"/>
      <w:marRight w:val="0"/>
      <w:marTop w:val="0"/>
      <w:marBottom w:val="0"/>
      <w:divBdr>
        <w:top w:val="none" w:sz="0" w:space="0" w:color="auto"/>
        <w:left w:val="none" w:sz="0" w:space="0" w:color="auto"/>
        <w:bottom w:val="none" w:sz="0" w:space="0" w:color="auto"/>
        <w:right w:val="none" w:sz="0" w:space="0" w:color="auto"/>
      </w:divBdr>
    </w:div>
    <w:div w:id="1118064571">
      <w:bodyDiv w:val="1"/>
      <w:marLeft w:val="0"/>
      <w:marRight w:val="0"/>
      <w:marTop w:val="0"/>
      <w:marBottom w:val="0"/>
      <w:divBdr>
        <w:top w:val="none" w:sz="0" w:space="0" w:color="auto"/>
        <w:left w:val="none" w:sz="0" w:space="0" w:color="auto"/>
        <w:bottom w:val="none" w:sz="0" w:space="0" w:color="auto"/>
        <w:right w:val="none" w:sz="0" w:space="0" w:color="auto"/>
      </w:divBdr>
    </w:div>
    <w:div w:id="1118643535">
      <w:bodyDiv w:val="1"/>
      <w:marLeft w:val="0"/>
      <w:marRight w:val="0"/>
      <w:marTop w:val="0"/>
      <w:marBottom w:val="0"/>
      <w:divBdr>
        <w:top w:val="none" w:sz="0" w:space="0" w:color="auto"/>
        <w:left w:val="none" w:sz="0" w:space="0" w:color="auto"/>
        <w:bottom w:val="none" w:sz="0" w:space="0" w:color="auto"/>
        <w:right w:val="none" w:sz="0" w:space="0" w:color="auto"/>
      </w:divBdr>
    </w:div>
    <w:div w:id="1122769124">
      <w:bodyDiv w:val="1"/>
      <w:marLeft w:val="0"/>
      <w:marRight w:val="0"/>
      <w:marTop w:val="0"/>
      <w:marBottom w:val="0"/>
      <w:divBdr>
        <w:top w:val="none" w:sz="0" w:space="0" w:color="auto"/>
        <w:left w:val="none" w:sz="0" w:space="0" w:color="auto"/>
        <w:bottom w:val="none" w:sz="0" w:space="0" w:color="auto"/>
        <w:right w:val="none" w:sz="0" w:space="0" w:color="auto"/>
      </w:divBdr>
    </w:div>
    <w:div w:id="1129661464">
      <w:bodyDiv w:val="1"/>
      <w:marLeft w:val="0"/>
      <w:marRight w:val="0"/>
      <w:marTop w:val="0"/>
      <w:marBottom w:val="0"/>
      <w:divBdr>
        <w:top w:val="none" w:sz="0" w:space="0" w:color="auto"/>
        <w:left w:val="none" w:sz="0" w:space="0" w:color="auto"/>
        <w:bottom w:val="none" w:sz="0" w:space="0" w:color="auto"/>
        <w:right w:val="none" w:sz="0" w:space="0" w:color="auto"/>
      </w:divBdr>
    </w:div>
    <w:div w:id="1131822288">
      <w:bodyDiv w:val="1"/>
      <w:marLeft w:val="0"/>
      <w:marRight w:val="0"/>
      <w:marTop w:val="0"/>
      <w:marBottom w:val="0"/>
      <w:divBdr>
        <w:top w:val="none" w:sz="0" w:space="0" w:color="auto"/>
        <w:left w:val="none" w:sz="0" w:space="0" w:color="auto"/>
        <w:bottom w:val="none" w:sz="0" w:space="0" w:color="auto"/>
        <w:right w:val="none" w:sz="0" w:space="0" w:color="auto"/>
      </w:divBdr>
    </w:div>
    <w:div w:id="1141538342">
      <w:bodyDiv w:val="1"/>
      <w:marLeft w:val="0"/>
      <w:marRight w:val="0"/>
      <w:marTop w:val="0"/>
      <w:marBottom w:val="0"/>
      <w:divBdr>
        <w:top w:val="none" w:sz="0" w:space="0" w:color="auto"/>
        <w:left w:val="none" w:sz="0" w:space="0" w:color="auto"/>
        <w:bottom w:val="none" w:sz="0" w:space="0" w:color="auto"/>
        <w:right w:val="none" w:sz="0" w:space="0" w:color="auto"/>
      </w:divBdr>
    </w:div>
    <w:div w:id="1142966898">
      <w:bodyDiv w:val="1"/>
      <w:marLeft w:val="0"/>
      <w:marRight w:val="0"/>
      <w:marTop w:val="0"/>
      <w:marBottom w:val="0"/>
      <w:divBdr>
        <w:top w:val="none" w:sz="0" w:space="0" w:color="auto"/>
        <w:left w:val="none" w:sz="0" w:space="0" w:color="auto"/>
        <w:bottom w:val="none" w:sz="0" w:space="0" w:color="auto"/>
        <w:right w:val="none" w:sz="0" w:space="0" w:color="auto"/>
      </w:divBdr>
    </w:div>
    <w:div w:id="1146630257">
      <w:bodyDiv w:val="1"/>
      <w:marLeft w:val="0"/>
      <w:marRight w:val="0"/>
      <w:marTop w:val="0"/>
      <w:marBottom w:val="0"/>
      <w:divBdr>
        <w:top w:val="none" w:sz="0" w:space="0" w:color="auto"/>
        <w:left w:val="none" w:sz="0" w:space="0" w:color="auto"/>
        <w:bottom w:val="none" w:sz="0" w:space="0" w:color="auto"/>
        <w:right w:val="none" w:sz="0" w:space="0" w:color="auto"/>
      </w:divBdr>
    </w:div>
    <w:div w:id="1173229373">
      <w:bodyDiv w:val="1"/>
      <w:marLeft w:val="0"/>
      <w:marRight w:val="0"/>
      <w:marTop w:val="0"/>
      <w:marBottom w:val="0"/>
      <w:divBdr>
        <w:top w:val="none" w:sz="0" w:space="0" w:color="auto"/>
        <w:left w:val="none" w:sz="0" w:space="0" w:color="auto"/>
        <w:bottom w:val="none" w:sz="0" w:space="0" w:color="auto"/>
        <w:right w:val="none" w:sz="0" w:space="0" w:color="auto"/>
      </w:divBdr>
    </w:div>
    <w:div w:id="1175149307">
      <w:bodyDiv w:val="1"/>
      <w:marLeft w:val="0"/>
      <w:marRight w:val="0"/>
      <w:marTop w:val="0"/>
      <w:marBottom w:val="0"/>
      <w:divBdr>
        <w:top w:val="none" w:sz="0" w:space="0" w:color="auto"/>
        <w:left w:val="none" w:sz="0" w:space="0" w:color="auto"/>
        <w:bottom w:val="none" w:sz="0" w:space="0" w:color="auto"/>
        <w:right w:val="none" w:sz="0" w:space="0" w:color="auto"/>
      </w:divBdr>
    </w:div>
    <w:div w:id="1180698202">
      <w:bodyDiv w:val="1"/>
      <w:marLeft w:val="0"/>
      <w:marRight w:val="0"/>
      <w:marTop w:val="0"/>
      <w:marBottom w:val="0"/>
      <w:divBdr>
        <w:top w:val="none" w:sz="0" w:space="0" w:color="auto"/>
        <w:left w:val="none" w:sz="0" w:space="0" w:color="auto"/>
        <w:bottom w:val="none" w:sz="0" w:space="0" w:color="auto"/>
        <w:right w:val="none" w:sz="0" w:space="0" w:color="auto"/>
      </w:divBdr>
    </w:div>
    <w:div w:id="1183669339">
      <w:bodyDiv w:val="1"/>
      <w:marLeft w:val="0"/>
      <w:marRight w:val="0"/>
      <w:marTop w:val="0"/>
      <w:marBottom w:val="0"/>
      <w:divBdr>
        <w:top w:val="none" w:sz="0" w:space="0" w:color="auto"/>
        <w:left w:val="none" w:sz="0" w:space="0" w:color="auto"/>
        <w:bottom w:val="none" w:sz="0" w:space="0" w:color="auto"/>
        <w:right w:val="none" w:sz="0" w:space="0" w:color="auto"/>
      </w:divBdr>
    </w:div>
    <w:div w:id="1184199690">
      <w:bodyDiv w:val="1"/>
      <w:marLeft w:val="0"/>
      <w:marRight w:val="0"/>
      <w:marTop w:val="0"/>
      <w:marBottom w:val="0"/>
      <w:divBdr>
        <w:top w:val="none" w:sz="0" w:space="0" w:color="auto"/>
        <w:left w:val="none" w:sz="0" w:space="0" w:color="auto"/>
        <w:bottom w:val="none" w:sz="0" w:space="0" w:color="auto"/>
        <w:right w:val="none" w:sz="0" w:space="0" w:color="auto"/>
      </w:divBdr>
    </w:div>
    <w:div w:id="1186670646">
      <w:bodyDiv w:val="1"/>
      <w:marLeft w:val="0"/>
      <w:marRight w:val="0"/>
      <w:marTop w:val="0"/>
      <w:marBottom w:val="0"/>
      <w:divBdr>
        <w:top w:val="none" w:sz="0" w:space="0" w:color="auto"/>
        <w:left w:val="none" w:sz="0" w:space="0" w:color="auto"/>
        <w:bottom w:val="none" w:sz="0" w:space="0" w:color="auto"/>
        <w:right w:val="none" w:sz="0" w:space="0" w:color="auto"/>
      </w:divBdr>
    </w:div>
    <w:div w:id="1187788328">
      <w:bodyDiv w:val="1"/>
      <w:marLeft w:val="0"/>
      <w:marRight w:val="0"/>
      <w:marTop w:val="0"/>
      <w:marBottom w:val="0"/>
      <w:divBdr>
        <w:top w:val="none" w:sz="0" w:space="0" w:color="auto"/>
        <w:left w:val="none" w:sz="0" w:space="0" w:color="auto"/>
        <w:bottom w:val="none" w:sz="0" w:space="0" w:color="auto"/>
        <w:right w:val="none" w:sz="0" w:space="0" w:color="auto"/>
      </w:divBdr>
    </w:div>
    <w:div w:id="1190027809">
      <w:bodyDiv w:val="1"/>
      <w:marLeft w:val="0"/>
      <w:marRight w:val="0"/>
      <w:marTop w:val="0"/>
      <w:marBottom w:val="0"/>
      <w:divBdr>
        <w:top w:val="none" w:sz="0" w:space="0" w:color="auto"/>
        <w:left w:val="none" w:sz="0" w:space="0" w:color="auto"/>
        <w:bottom w:val="none" w:sz="0" w:space="0" w:color="auto"/>
        <w:right w:val="none" w:sz="0" w:space="0" w:color="auto"/>
      </w:divBdr>
    </w:div>
    <w:div w:id="1191257567">
      <w:bodyDiv w:val="1"/>
      <w:marLeft w:val="0"/>
      <w:marRight w:val="0"/>
      <w:marTop w:val="0"/>
      <w:marBottom w:val="0"/>
      <w:divBdr>
        <w:top w:val="none" w:sz="0" w:space="0" w:color="auto"/>
        <w:left w:val="none" w:sz="0" w:space="0" w:color="auto"/>
        <w:bottom w:val="none" w:sz="0" w:space="0" w:color="auto"/>
        <w:right w:val="none" w:sz="0" w:space="0" w:color="auto"/>
      </w:divBdr>
    </w:div>
    <w:div w:id="1196850419">
      <w:bodyDiv w:val="1"/>
      <w:marLeft w:val="0"/>
      <w:marRight w:val="0"/>
      <w:marTop w:val="0"/>
      <w:marBottom w:val="0"/>
      <w:divBdr>
        <w:top w:val="none" w:sz="0" w:space="0" w:color="auto"/>
        <w:left w:val="none" w:sz="0" w:space="0" w:color="auto"/>
        <w:bottom w:val="none" w:sz="0" w:space="0" w:color="auto"/>
        <w:right w:val="none" w:sz="0" w:space="0" w:color="auto"/>
      </w:divBdr>
    </w:div>
    <w:div w:id="1198153266">
      <w:bodyDiv w:val="1"/>
      <w:marLeft w:val="0"/>
      <w:marRight w:val="0"/>
      <w:marTop w:val="0"/>
      <w:marBottom w:val="0"/>
      <w:divBdr>
        <w:top w:val="none" w:sz="0" w:space="0" w:color="auto"/>
        <w:left w:val="none" w:sz="0" w:space="0" w:color="auto"/>
        <w:bottom w:val="none" w:sz="0" w:space="0" w:color="auto"/>
        <w:right w:val="none" w:sz="0" w:space="0" w:color="auto"/>
      </w:divBdr>
    </w:div>
    <w:div w:id="1204371051">
      <w:bodyDiv w:val="1"/>
      <w:marLeft w:val="0"/>
      <w:marRight w:val="0"/>
      <w:marTop w:val="0"/>
      <w:marBottom w:val="0"/>
      <w:divBdr>
        <w:top w:val="none" w:sz="0" w:space="0" w:color="auto"/>
        <w:left w:val="none" w:sz="0" w:space="0" w:color="auto"/>
        <w:bottom w:val="none" w:sz="0" w:space="0" w:color="auto"/>
        <w:right w:val="none" w:sz="0" w:space="0" w:color="auto"/>
      </w:divBdr>
    </w:div>
    <w:div w:id="1208371403">
      <w:bodyDiv w:val="1"/>
      <w:marLeft w:val="0"/>
      <w:marRight w:val="0"/>
      <w:marTop w:val="0"/>
      <w:marBottom w:val="0"/>
      <w:divBdr>
        <w:top w:val="none" w:sz="0" w:space="0" w:color="auto"/>
        <w:left w:val="none" w:sz="0" w:space="0" w:color="auto"/>
        <w:bottom w:val="none" w:sz="0" w:space="0" w:color="auto"/>
        <w:right w:val="none" w:sz="0" w:space="0" w:color="auto"/>
      </w:divBdr>
    </w:div>
    <w:div w:id="1211647263">
      <w:bodyDiv w:val="1"/>
      <w:marLeft w:val="0"/>
      <w:marRight w:val="0"/>
      <w:marTop w:val="0"/>
      <w:marBottom w:val="0"/>
      <w:divBdr>
        <w:top w:val="none" w:sz="0" w:space="0" w:color="auto"/>
        <w:left w:val="none" w:sz="0" w:space="0" w:color="auto"/>
        <w:bottom w:val="none" w:sz="0" w:space="0" w:color="auto"/>
        <w:right w:val="none" w:sz="0" w:space="0" w:color="auto"/>
      </w:divBdr>
    </w:div>
    <w:div w:id="1216547340">
      <w:bodyDiv w:val="1"/>
      <w:marLeft w:val="0"/>
      <w:marRight w:val="0"/>
      <w:marTop w:val="0"/>
      <w:marBottom w:val="0"/>
      <w:divBdr>
        <w:top w:val="none" w:sz="0" w:space="0" w:color="auto"/>
        <w:left w:val="none" w:sz="0" w:space="0" w:color="auto"/>
        <w:bottom w:val="none" w:sz="0" w:space="0" w:color="auto"/>
        <w:right w:val="none" w:sz="0" w:space="0" w:color="auto"/>
      </w:divBdr>
    </w:div>
    <w:div w:id="1222864694">
      <w:bodyDiv w:val="1"/>
      <w:marLeft w:val="0"/>
      <w:marRight w:val="0"/>
      <w:marTop w:val="0"/>
      <w:marBottom w:val="0"/>
      <w:divBdr>
        <w:top w:val="none" w:sz="0" w:space="0" w:color="auto"/>
        <w:left w:val="none" w:sz="0" w:space="0" w:color="auto"/>
        <w:bottom w:val="none" w:sz="0" w:space="0" w:color="auto"/>
        <w:right w:val="none" w:sz="0" w:space="0" w:color="auto"/>
      </w:divBdr>
    </w:div>
    <w:div w:id="1226912228">
      <w:bodyDiv w:val="1"/>
      <w:marLeft w:val="0"/>
      <w:marRight w:val="0"/>
      <w:marTop w:val="0"/>
      <w:marBottom w:val="0"/>
      <w:divBdr>
        <w:top w:val="none" w:sz="0" w:space="0" w:color="auto"/>
        <w:left w:val="none" w:sz="0" w:space="0" w:color="auto"/>
        <w:bottom w:val="none" w:sz="0" w:space="0" w:color="auto"/>
        <w:right w:val="none" w:sz="0" w:space="0" w:color="auto"/>
      </w:divBdr>
    </w:div>
    <w:div w:id="1227909452">
      <w:bodyDiv w:val="1"/>
      <w:marLeft w:val="0"/>
      <w:marRight w:val="0"/>
      <w:marTop w:val="0"/>
      <w:marBottom w:val="0"/>
      <w:divBdr>
        <w:top w:val="none" w:sz="0" w:space="0" w:color="auto"/>
        <w:left w:val="none" w:sz="0" w:space="0" w:color="auto"/>
        <w:bottom w:val="none" w:sz="0" w:space="0" w:color="auto"/>
        <w:right w:val="none" w:sz="0" w:space="0" w:color="auto"/>
      </w:divBdr>
    </w:div>
    <w:div w:id="1229607307">
      <w:bodyDiv w:val="1"/>
      <w:marLeft w:val="0"/>
      <w:marRight w:val="0"/>
      <w:marTop w:val="0"/>
      <w:marBottom w:val="0"/>
      <w:divBdr>
        <w:top w:val="none" w:sz="0" w:space="0" w:color="auto"/>
        <w:left w:val="none" w:sz="0" w:space="0" w:color="auto"/>
        <w:bottom w:val="none" w:sz="0" w:space="0" w:color="auto"/>
        <w:right w:val="none" w:sz="0" w:space="0" w:color="auto"/>
      </w:divBdr>
    </w:div>
    <w:div w:id="1235121468">
      <w:bodyDiv w:val="1"/>
      <w:marLeft w:val="0"/>
      <w:marRight w:val="0"/>
      <w:marTop w:val="0"/>
      <w:marBottom w:val="0"/>
      <w:divBdr>
        <w:top w:val="none" w:sz="0" w:space="0" w:color="auto"/>
        <w:left w:val="none" w:sz="0" w:space="0" w:color="auto"/>
        <w:bottom w:val="none" w:sz="0" w:space="0" w:color="auto"/>
        <w:right w:val="none" w:sz="0" w:space="0" w:color="auto"/>
      </w:divBdr>
    </w:div>
    <w:div w:id="1238441439">
      <w:bodyDiv w:val="1"/>
      <w:marLeft w:val="0"/>
      <w:marRight w:val="0"/>
      <w:marTop w:val="0"/>
      <w:marBottom w:val="0"/>
      <w:divBdr>
        <w:top w:val="none" w:sz="0" w:space="0" w:color="auto"/>
        <w:left w:val="none" w:sz="0" w:space="0" w:color="auto"/>
        <w:bottom w:val="none" w:sz="0" w:space="0" w:color="auto"/>
        <w:right w:val="none" w:sz="0" w:space="0" w:color="auto"/>
      </w:divBdr>
    </w:div>
    <w:div w:id="1244876228">
      <w:bodyDiv w:val="1"/>
      <w:marLeft w:val="0"/>
      <w:marRight w:val="0"/>
      <w:marTop w:val="0"/>
      <w:marBottom w:val="0"/>
      <w:divBdr>
        <w:top w:val="none" w:sz="0" w:space="0" w:color="auto"/>
        <w:left w:val="none" w:sz="0" w:space="0" w:color="auto"/>
        <w:bottom w:val="none" w:sz="0" w:space="0" w:color="auto"/>
        <w:right w:val="none" w:sz="0" w:space="0" w:color="auto"/>
      </w:divBdr>
    </w:div>
    <w:div w:id="1245409946">
      <w:bodyDiv w:val="1"/>
      <w:marLeft w:val="0"/>
      <w:marRight w:val="0"/>
      <w:marTop w:val="0"/>
      <w:marBottom w:val="0"/>
      <w:divBdr>
        <w:top w:val="none" w:sz="0" w:space="0" w:color="auto"/>
        <w:left w:val="none" w:sz="0" w:space="0" w:color="auto"/>
        <w:bottom w:val="none" w:sz="0" w:space="0" w:color="auto"/>
        <w:right w:val="none" w:sz="0" w:space="0" w:color="auto"/>
      </w:divBdr>
    </w:div>
    <w:div w:id="1248269314">
      <w:bodyDiv w:val="1"/>
      <w:marLeft w:val="0"/>
      <w:marRight w:val="0"/>
      <w:marTop w:val="0"/>
      <w:marBottom w:val="0"/>
      <w:divBdr>
        <w:top w:val="none" w:sz="0" w:space="0" w:color="auto"/>
        <w:left w:val="none" w:sz="0" w:space="0" w:color="auto"/>
        <w:bottom w:val="none" w:sz="0" w:space="0" w:color="auto"/>
        <w:right w:val="none" w:sz="0" w:space="0" w:color="auto"/>
      </w:divBdr>
    </w:div>
    <w:div w:id="1249652186">
      <w:bodyDiv w:val="1"/>
      <w:marLeft w:val="0"/>
      <w:marRight w:val="0"/>
      <w:marTop w:val="0"/>
      <w:marBottom w:val="0"/>
      <w:divBdr>
        <w:top w:val="none" w:sz="0" w:space="0" w:color="auto"/>
        <w:left w:val="none" w:sz="0" w:space="0" w:color="auto"/>
        <w:bottom w:val="none" w:sz="0" w:space="0" w:color="auto"/>
        <w:right w:val="none" w:sz="0" w:space="0" w:color="auto"/>
      </w:divBdr>
    </w:div>
    <w:div w:id="1254318857">
      <w:bodyDiv w:val="1"/>
      <w:marLeft w:val="0"/>
      <w:marRight w:val="0"/>
      <w:marTop w:val="0"/>
      <w:marBottom w:val="0"/>
      <w:divBdr>
        <w:top w:val="none" w:sz="0" w:space="0" w:color="auto"/>
        <w:left w:val="none" w:sz="0" w:space="0" w:color="auto"/>
        <w:bottom w:val="none" w:sz="0" w:space="0" w:color="auto"/>
        <w:right w:val="none" w:sz="0" w:space="0" w:color="auto"/>
      </w:divBdr>
    </w:div>
    <w:div w:id="1255897859">
      <w:bodyDiv w:val="1"/>
      <w:marLeft w:val="0"/>
      <w:marRight w:val="0"/>
      <w:marTop w:val="0"/>
      <w:marBottom w:val="0"/>
      <w:divBdr>
        <w:top w:val="none" w:sz="0" w:space="0" w:color="auto"/>
        <w:left w:val="none" w:sz="0" w:space="0" w:color="auto"/>
        <w:bottom w:val="none" w:sz="0" w:space="0" w:color="auto"/>
        <w:right w:val="none" w:sz="0" w:space="0" w:color="auto"/>
      </w:divBdr>
    </w:div>
    <w:div w:id="1256086410">
      <w:bodyDiv w:val="1"/>
      <w:marLeft w:val="0"/>
      <w:marRight w:val="0"/>
      <w:marTop w:val="0"/>
      <w:marBottom w:val="0"/>
      <w:divBdr>
        <w:top w:val="none" w:sz="0" w:space="0" w:color="auto"/>
        <w:left w:val="none" w:sz="0" w:space="0" w:color="auto"/>
        <w:bottom w:val="none" w:sz="0" w:space="0" w:color="auto"/>
        <w:right w:val="none" w:sz="0" w:space="0" w:color="auto"/>
      </w:divBdr>
    </w:div>
    <w:div w:id="1273320729">
      <w:bodyDiv w:val="1"/>
      <w:marLeft w:val="0"/>
      <w:marRight w:val="0"/>
      <w:marTop w:val="0"/>
      <w:marBottom w:val="0"/>
      <w:divBdr>
        <w:top w:val="none" w:sz="0" w:space="0" w:color="auto"/>
        <w:left w:val="none" w:sz="0" w:space="0" w:color="auto"/>
        <w:bottom w:val="none" w:sz="0" w:space="0" w:color="auto"/>
        <w:right w:val="none" w:sz="0" w:space="0" w:color="auto"/>
      </w:divBdr>
    </w:div>
    <w:div w:id="1273633833">
      <w:bodyDiv w:val="1"/>
      <w:marLeft w:val="0"/>
      <w:marRight w:val="0"/>
      <w:marTop w:val="0"/>
      <w:marBottom w:val="0"/>
      <w:divBdr>
        <w:top w:val="none" w:sz="0" w:space="0" w:color="auto"/>
        <w:left w:val="none" w:sz="0" w:space="0" w:color="auto"/>
        <w:bottom w:val="none" w:sz="0" w:space="0" w:color="auto"/>
        <w:right w:val="none" w:sz="0" w:space="0" w:color="auto"/>
      </w:divBdr>
      <w:divsChild>
        <w:div w:id="527908356">
          <w:marLeft w:val="850"/>
          <w:marRight w:val="0"/>
          <w:marTop w:val="100"/>
          <w:marBottom w:val="0"/>
          <w:divBdr>
            <w:top w:val="none" w:sz="0" w:space="0" w:color="auto"/>
            <w:left w:val="none" w:sz="0" w:space="0" w:color="auto"/>
            <w:bottom w:val="none" w:sz="0" w:space="0" w:color="auto"/>
            <w:right w:val="none" w:sz="0" w:space="0" w:color="auto"/>
          </w:divBdr>
        </w:div>
        <w:div w:id="656540207">
          <w:marLeft w:val="850"/>
          <w:marRight w:val="0"/>
          <w:marTop w:val="100"/>
          <w:marBottom w:val="0"/>
          <w:divBdr>
            <w:top w:val="none" w:sz="0" w:space="0" w:color="auto"/>
            <w:left w:val="none" w:sz="0" w:space="0" w:color="auto"/>
            <w:bottom w:val="none" w:sz="0" w:space="0" w:color="auto"/>
            <w:right w:val="none" w:sz="0" w:space="0" w:color="auto"/>
          </w:divBdr>
        </w:div>
        <w:div w:id="1289583866">
          <w:marLeft w:val="850"/>
          <w:marRight w:val="0"/>
          <w:marTop w:val="100"/>
          <w:marBottom w:val="0"/>
          <w:divBdr>
            <w:top w:val="none" w:sz="0" w:space="0" w:color="auto"/>
            <w:left w:val="none" w:sz="0" w:space="0" w:color="auto"/>
            <w:bottom w:val="none" w:sz="0" w:space="0" w:color="auto"/>
            <w:right w:val="none" w:sz="0" w:space="0" w:color="auto"/>
          </w:divBdr>
        </w:div>
        <w:div w:id="2130464104">
          <w:marLeft w:val="850"/>
          <w:marRight w:val="0"/>
          <w:marTop w:val="100"/>
          <w:marBottom w:val="0"/>
          <w:divBdr>
            <w:top w:val="none" w:sz="0" w:space="0" w:color="auto"/>
            <w:left w:val="none" w:sz="0" w:space="0" w:color="auto"/>
            <w:bottom w:val="none" w:sz="0" w:space="0" w:color="auto"/>
            <w:right w:val="none" w:sz="0" w:space="0" w:color="auto"/>
          </w:divBdr>
        </w:div>
      </w:divsChild>
    </w:div>
    <w:div w:id="1276253835">
      <w:bodyDiv w:val="1"/>
      <w:marLeft w:val="0"/>
      <w:marRight w:val="0"/>
      <w:marTop w:val="0"/>
      <w:marBottom w:val="0"/>
      <w:divBdr>
        <w:top w:val="none" w:sz="0" w:space="0" w:color="auto"/>
        <w:left w:val="none" w:sz="0" w:space="0" w:color="auto"/>
        <w:bottom w:val="none" w:sz="0" w:space="0" w:color="auto"/>
        <w:right w:val="none" w:sz="0" w:space="0" w:color="auto"/>
      </w:divBdr>
    </w:div>
    <w:div w:id="1276447313">
      <w:bodyDiv w:val="1"/>
      <w:marLeft w:val="0"/>
      <w:marRight w:val="0"/>
      <w:marTop w:val="0"/>
      <w:marBottom w:val="0"/>
      <w:divBdr>
        <w:top w:val="none" w:sz="0" w:space="0" w:color="auto"/>
        <w:left w:val="none" w:sz="0" w:space="0" w:color="auto"/>
        <w:bottom w:val="none" w:sz="0" w:space="0" w:color="auto"/>
        <w:right w:val="none" w:sz="0" w:space="0" w:color="auto"/>
      </w:divBdr>
    </w:div>
    <w:div w:id="1282880240">
      <w:bodyDiv w:val="1"/>
      <w:marLeft w:val="0"/>
      <w:marRight w:val="0"/>
      <w:marTop w:val="0"/>
      <w:marBottom w:val="0"/>
      <w:divBdr>
        <w:top w:val="none" w:sz="0" w:space="0" w:color="auto"/>
        <w:left w:val="none" w:sz="0" w:space="0" w:color="auto"/>
        <w:bottom w:val="none" w:sz="0" w:space="0" w:color="auto"/>
        <w:right w:val="none" w:sz="0" w:space="0" w:color="auto"/>
      </w:divBdr>
    </w:div>
    <w:div w:id="1284339930">
      <w:bodyDiv w:val="1"/>
      <w:marLeft w:val="0"/>
      <w:marRight w:val="0"/>
      <w:marTop w:val="0"/>
      <w:marBottom w:val="0"/>
      <w:divBdr>
        <w:top w:val="none" w:sz="0" w:space="0" w:color="auto"/>
        <w:left w:val="none" w:sz="0" w:space="0" w:color="auto"/>
        <w:bottom w:val="none" w:sz="0" w:space="0" w:color="auto"/>
        <w:right w:val="none" w:sz="0" w:space="0" w:color="auto"/>
      </w:divBdr>
    </w:div>
    <w:div w:id="1285573160">
      <w:bodyDiv w:val="1"/>
      <w:marLeft w:val="0"/>
      <w:marRight w:val="0"/>
      <w:marTop w:val="0"/>
      <w:marBottom w:val="0"/>
      <w:divBdr>
        <w:top w:val="none" w:sz="0" w:space="0" w:color="auto"/>
        <w:left w:val="none" w:sz="0" w:space="0" w:color="auto"/>
        <w:bottom w:val="none" w:sz="0" w:space="0" w:color="auto"/>
        <w:right w:val="none" w:sz="0" w:space="0" w:color="auto"/>
      </w:divBdr>
    </w:div>
    <w:div w:id="1289120671">
      <w:bodyDiv w:val="1"/>
      <w:marLeft w:val="0"/>
      <w:marRight w:val="0"/>
      <w:marTop w:val="0"/>
      <w:marBottom w:val="0"/>
      <w:divBdr>
        <w:top w:val="none" w:sz="0" w:space="0" w:color="auto"/>
        <w:left w:val="none" w:sz="0" w:space="0" w:color="auto"/>
        <w:bottom w:val="none" w:sz="0" w:space="0" w:color="auto"/>
        <w:right w:val="none" w:sz="0" w:space="0" w:color="auto"/>
      </w:divBdr>
    </w:div>
    <w:div w:id="1291208059">
      <w:bodyDiv w:val="1"/>
      <w:marLeft w:val="0"/>
      <w:marRight w:val="0"/>
      <w:marTop w:val="0"/>
      <w:marBottom w:val="0"/>
      <w:divBdr>
        <w:top w:val="none" w:sz="0" w:space="0" w:color="auto"/>
        <w:left w:val="none" w:sz="0" w:space="0" w:color="auto"/>
        <w:bottom w:val="none" w:sz="0" w:space="0" w:color="auto"/>
        <w:right w:val="none" w:sz="0" w:space="0" w:color="auto"/>
      </w:divBdr>
    </w:div>
    <w:div w:id="1293907367">
      <w:bodyDiv w:val="1"/>
      <w:marLeft w:val="0"/>
      <w:marRight w:val="0"/>
      <w:marTop w:val="0"/>
      <w:marBottom w:val="0"/>
      <w:divBdr>
        <w:top w:val="none" w:sz="0" w:space="0" w:color="auto"/>
        <w:left w:val="none" w:sz="0" w:space="0" w:color="auto"/>
        <w:bottom w:val="none" w:sz="0" w:space="0" w:color="auto"/>
        <w:right w:val="none" w:sz="0" w:space="0" w:color="auto"/>
      </w:divBdr>
    </w:div>
    <w:div w:id="1296717654">
      <w:bodyDiv w:val="1"/>
      <w:marLeft w:val="0"/>
      <w:marRight w:val="0"/>
      <w:marTop w:val="0"/>
      <w:marBottom w:val="0"/>
      <w:divBdr>
        <w:top w:val="none" w:sz="0" w:space="0" w:color="auto"/>
        <w:left w:val="none" w:sz="0" w:space="0" w:color="auto"/>
        <w:bottom w:val="none" w:sz="0" w:space="0" w:color="auto"/>
        <w:right w:val="none" w:sz="0" w:space="0" w:color="auto"/>
      </w:divBdr>
    </w:div>
    <w:div w:id="1311865094">
      <w:bodyDiv w:val="1"/>
      <w:marLeft w:val="0"/>
      <w:marRight w:val="0"/>
      <w:marTop w:val="0"/>
      <w:marBottom w:val="0"/>
      <w:divBdr>
        <w:top w:val="none" w:sz="0" w:space="0" w:color="auto"/>
        <w:left w:val="none" w:sz="0" w:space="0" w:color="auto"/>
        <w:bottom w:val="none" w:sz="0" w:space="0" w:color="auto"/>
        <w:right w:val="none" w:sz="0" w:space="0" w:color="auto"/>
      </w:divBdr>
    </w:div>
    <w:div w:id="1313027464">
      <w:bodyDiv w:val="1"/>
      <w:marLeft w:val="0"/>
      <w:marRight w:val="0"/>
      <w:marTop w:val="0"/>
      <w:marBottom w:val="0"/>
      <w:divBdr>
        <w:top w:val="none" w:sz="0" w:space="0" w:color="auto"/>
        <w:left w:val="none" w:sz="0" w:space="0" w:color="auto"/>
        <w:bottom w:val="none" w:sz="0" w:space="0" w:color="auto"/>
        <w:right w:val="none" w:sz="0" w:space="0" w:color="auto"/>
      </w:divBdr>
    </w:div>
    <w:div w:id="1314797062">
      <w:bodyDiv w:val="1"/>
      <w:marLeft w:val="0"/>
      <w:marRight w:val="0"/>
      <w:marTop w:val="0"/>
      <w:marBottom w:val="0"/>
      <w:divBdr>
        <w:top w:val="none" w:sz="0" w:space="0" w:color="auto"/>
        <w:left w:val="none" w:sz="0" w:space="0" w:color="auto"/>
        <w:bottom w:val="none" w:sz="0" w:space="0" w:color="auto"/>
        <w:right w:val="none" w:sz="0" w:space="0" w:color="auto"/>
      </w:divBdr>
    </w:div>
    <w:div w:id="1319651455">
      <w:bodyDiv w:val="1"/>
      <w:marLeft w:val="0"/>
      <w:marRight w:val="0"/>
      <w:marTop w:val="0"/>
      <w:marBottom w:val="0"/>
      <w:divBdr>
        <w:top w:val="none" w:sz="0" w:space="0" w:color="auto"/>
        <w:left w:val="none" w:sz="0" w:space="0" w:color="auto"/>
        <w:bottom w:val="none" w:sz="0" w:space="0" w:color="auto"/>
        <w:right w:val="none" w:sz="0" w:space="0" w:color="auto"/>
      </w:divBdr>
    </w:div>
    <w:div w:id="1331374282">
      <w:bodyDiv w:val="1"/>
      <w:marLeft w:val="0"/>
      <w:marRight w:val="0"/>
      <w:marTop w:val="0"/>
      <w:marBottom w:val="0"/>
      <w:divBdr>
        <w:top w:val="none" w:sz="0" w:space="0" w:color="auto"/>
        <w:left w:val="none" w:sz="0" w:space="0" w:color="auto"/>
        <w:bottom w:val="none" w:sz="0" w:space="0" w:color="auto"/>
        <w:right w:val="none" w:sz="0" w:space="0" w:color="auto"/>
      </w:divBdr>
    </w:div>
    <w:div w:id="1333024147">
      <w:bodyDiv w:val="1"/>
      <w:marLeft w:val="0"/>
      <w:marRight w:val="0"/>
      <w:marTop w:val="0"/>
      <w:marBottom w:val="0"/>
      <w:divBdr>
        <w:top w:val="none" w:sz="0" w:space="0" w:color="auto"/>
        <w:left w:val="none" w:sz="0" w:space="0" w:color="auto"/>
        <w:bottom w:val="none" w:sz="0" w:space="0" w:color="auto"/>
        <w:right w:val="none" w:sz="0" w:space="0" w:color="auto"/>
      </w:divBdr>
    </w:div>
    <w:div w:id="1333030254">
      <w:bodyDiv w:val="1"/>
      <w:marLeft w:val="0"/>
      <w:marRight w:val="0"/>
      <w:marTop w:val="0"/>
      <w:marBottom w:val="0"/>
      <w:divBdr>
        <w:top w:val="none" w:sz="0" w:space="0" w:color="auto"/>
        <w:left w:val="none" w:sz="0" w:space="0" w:color="auto"/>
        <w:bottom w:val="none" w:sz="0" w:space="0" w:color="auto"/>
        <w:right w:val="none" w:sz="0" w:space="0" w:color="auto"/>
      </w:divBdr>
    </w:div>
    <w:div w:id="1357776839">
      <w:bodyDiv w:val="1"/>
      <w:marLeft w:val="0"/>
      <w:marRight w:val="0"/>
      <w:marTop w:val="0"/>
      <w:marBottom w:val="0"/>
      <w:divBdr>
        <w:top w:val="none" w:sz="0" w:space="0" w:color="auto"/>
        <w:left w:val="none" w:sz="0" w:space="0" w:color="auto"/>
        <w:bottom w:val="none" w:sz="0" w:space="0" w:color="auto"/>
        <w:right w:val="none" w:sz="0" w:space="0" w:color="auto"/>
      </w:divBdr>
    </w:div>
    <w:div w:id="1358769648">
      <w:bodyDiv w:val="1"/>
      <w:marLeft w:val="0"/>
      <w:marRight w:val="0"/>
      <w:marTop w:val="0"/>
      <w:marBottom w:val="0"/>
      <w:divBdr>
        <w:top w:val="none" w:sz="0" w:space="0" w:color="auto"/>
        <w:left w:val="none" w:sz="0" w:space="0" w:color="auto"/>
        <w:bottom w:val="none" w:sz="0" w:space="0" w:color="auto"/>
        <w:right w:val="none" w:sz="0" w:space="0" w:color="auto"/>
      </w:divBdr>
    </w:div>
    <w:div w:id="1358920714">
      <w:bodyDiv w:val="1"/>
      <w:marLeft w:val="0"/>
      <w:marRight w:val="0"/>
      <w:marTop w:val="0"/>
      <w:marBottom w:val="0"/>
      <w:divBdr>
        <w:top w:val="none" w:sz="0" w:space="0" w:color="auto"/>
        <w:left w:val="none" w:sz="0" w:space="0" w:color="auto"/>
        <w:bottom w:val="none" w:sz="0" w:space="0" w:color="auto"/>
        <w:right w:val="none" w:sz="0" w:space="0" w:color="auto"/>
      </w:divBdr>
    </w:div>
    <w:div w:id="1360937756">
      <w:bodyDiv w:val="1"/>
      <w:marLeft w:val="0"/>
      <w:marRight w:val="0"/>
      <w:marTop w:val="0"/>
      <w:marBottom w:val="0"/>
      <w:divBdr>
        <w:top w:val="none" w:sz="0" w:space="0" w:color="auto"/>
        <w:left w:val="none" w:sz="0" w:space="0" w:color="auto"/>
        <w:bottom w:val="none" w:sz="0" w:space="0" w:color="auto"/>
        <w:right w:val="none" w:sz="0" w:space="0" w:color="auto"/>
      </w:divBdr>
    </w:div>
    <w:div w:id="1365905592">
      <w:bodyDiv w:val="1"/>
      <w:marLeft w:val="0"/>
      <w:marRight w:val="0"/>
      <w:marTop w:val="0"/>
      <w:marBottom w:val="0"/>
      <w:divBdr>
        <w:top w:val="none" w:sz="0" w:space="0" w:color="auto"/>
        <w:left w:val="none" w:sz="0" w:space="0" w:color="auto"/>
        <w:bottom w:val="none" w:sz="0" w:space="0" w:color="auto"/>
        <w:right w:val="none" w:sz="0" w:space="0" w:color="auto"/>
      </w:divBdr>
    </w:div>
    <w:div w:id="1379475448">
      <w:bodyDiv w:val="1"/>
      <w:marLeft w:val="0"/>
      <w:marRight w:val="0"/>
      <w:marTop w:val="0"/>
      <w:marBottom w:val="0"/>
      <w:divBdr>
        <w:top w:val="none" w:sz="0" w:space="0" w:color="auto"/>
        <w:left w:val="none" w:sz="0" w:space="0" w:color="auto"/>
        <w:bottom w:val="none" w:sz="0" w:space="0" w:color="auto"/>
        <w:right w:val="none" w:sz="0" w:space="0" w:color="auto"/>
      </w:divBdr>
    </w:div>
    <w:div w:id="1395423899">
      <w:bodyDiv w:val="1"/>
      <w:marLeft w:val="0"/>
      <w:marRight w:val="0"/>
      <w:marTop w:val="0"/>
      <w:marBottom w:val="0"/>
      <w:divBdr>
        <w:top w:val="none" w:sz="0" w:space="0" w:color="auto"/>
        <w:left w:val="none" w:sz="0" w:space="0" w:color="auto"/>
        <w:bottom w:val="none" w:sz="0" w:space="0" w:color="auto"/>
        <w:right w:val="none" w:sz="0" w:space="0" w:color="auto"/>
      </w:divBdr>
    </w:div>
    <w:div w:id="1396781775">
      <w:bodyDiv w:val="1"/>
      <w:marLeft w:val="0"/>
      <w:marRight w:val="0"/>
      <w:marTop w:val="0"/>
      <w:marBottom w:val="0"/>
      <w:divBdr>
        <w:top w:val="none" w:sz="0" w:space="0" w:color="auto"/>
        <w:left w:val="none" w:sz="0" w:space="0" w:color="auto"/>
        <w:bottom w:val="none" w:sz="0" w:space="0" w:color="auto"/>
        <w:right w:val="none" w:sz="0" w:space="0" w:color="auto"/>
      </w:divBdr>
    </w:div>
    <w:div w:id="1399286998">
      <w:bodyDiv w:val="1"/>
      <w:marLeft w:val="0"/>
      <w:marRight w:val="0"/>
      <w:marTop w:val="0"/>
      <w:marBottom w:val="0"/>
      <w:divBdr>
        <w:top w:val="none" w:sz="0" w:space="0" w:color="auto"/>
        <w:left w:val="none" w:sz="0" w:space="0" w:color="auto"/>
        <w:bottom w:val="none" w:sz="0" w:space="0" w:color="auto"/>
        <w:right w:val="none" w:sz="0" w:space="0" w:color="auto"/>
      </w:divBdr>
    </w:div>
    <w:div w:id="1401439220">
      <w:bodyDiv w:val="1"/>
      <w:marLeft w:val="0"/>
      <w:marRight w:val="0"/>
      <w:marTop w:val="0"/>
      <w:marBottom w:val="0"/>
      <w:divBdr>
        <w:top w:val="none" w:sz="0" w:space="0" w:color="auto"/>
        <w:left w:val="none" w:sz="0" w:space="0" w:color="auto"/>
        <w:bottom w:val="none" w:sz="0" w:space="0" w:color="auto"/>
        <w:right w:val="none" w:sz="0" w:space="0" w:color="auto"/>
      </w:divBdr>
    </w:div>
    <w:div w:id="1406759937">
      <w:bodyDiv w:val="1"/>
      <w:marLeft w:val="0"/>
      <w:marRight w:val="0"/>
      <w:marTop w:val="0"/>
      <w:marBottom w:val="0"/>
      <w:divBdr>
        <w:top w:val="none" w:sz="0" w:space="0" w:color="auto"/>
        <w:left w:val="none" w:sz="0" w:space="0" w:color="auto"/>
        <w:bottom w:val="none" w:sz="0" w:space="0" w:color="auto"/>
        <w:right w:val="none" w:sz="0" w:space="0" w:color="auto"/>
      </w:divBdr>
    </w:div>
    <w:div w:id="1410926895">
      <w:bodyDiv w:val="1"/>
      <w:marLeft w:val="0"/>
      <w:marRight w:val="0"/>
      <w:marTop w:val="0"/>
      <w:marBottom w:val="0"/>
      <w:divBdr>
        <w:top w:val="none" w:sz="0" w:space="0" w:color="auto"/>
        <w:left w:val="none" w:sz="0" w:space="0" w:color="auto"/>
        <w:bottom w:val="none" w:sz="0" w:space="0" w:color="auto"/>
        <w:right w:val="none" w:sz="0" w:space="0" w:color="auto"/>
      </w:divBdr>
    </w:div>
    <w:div w:id="1423139906">
      <w:bodyDiv w:val="1"/>
      <w:marLeft w:val="0"/>
      <w:marRight w:val="0"/>
      <w:marTop w:val="0"/>
      <w:marBottom w:val="0"/>
      <w:divBdr>
        <w:top w:val="none" w:sz="0" w:space="0" w:color="auto"/>
        <w:left w:val="none" w:sz="0" w:space="0" w:color="auto"/>
        <w:bottom w:val="none" w:sz="0" w:space="0" w:color="auto"/>
        <w:right w:val="none" w:sz="0" w:space="0" w:color="auto"/>
      </w:divBdr>
    </w:div>
    <w:div w:id="1423379019">
      <w:bodyDiv w:val="1"/>
      <w:marLeft w:val="0"/>
      <w:marRight w:val="0"/>
      <w:marTop w:val="0"/>
      <w:marBottom w:val="0"/>
      <w:divBdr>
        <w:top w:val="none" w:sz="0" w:space="0" w:color="auto"/>
        <w:left w:val="none" w:sz="0" w:space="0" w:color="auto"/>
        <w:bottom w:val="none" w:sz="0" w:space="0" w:color="auto"/>
        <w:right w:val="none" w:sz="0" w:space="0" w:color="auto"/>
      </w:divBdr>
    </w:div>
    <w:div w:id="1426882553">
      <w:bodyDiv w:val="1"/>
      <w:marLeft w:val="0"/>
      <w:marRight w:val="0"/>
      <w:marTop w:val="0"/>
      <w:marBottom w:val="0"/>
      <w:divBdr>
        <w:top w:val="none" w:sz="0" w:space="0" w:color="auto"/>
        <w:left w:val="none" w:sz="0" w:space="0" w:color="auto"/>
        <w:bottom w:val="none" w:sz="0" w:space="0" w:color="auto"/>
        <w:right w:val="none" w:sz="0" w:space="0" w:color="auto"/>
      </w:divBdr>
    </w:div>
    <w:div w:id="1428305624">
      <w:bodyDiv w:val="1"/>
      <w:marLeft w:val="0"/>
      <w:marRight w:val="0"/>
      <w:marTop w:val="0"/>
      <w:marBottom w:val="0"/>
      <w:divBdr>
        <w:top w:val="none" w:sz="0" w:space="0" w:color="auto"/>
        <w:left w:val="none" w:sz="0" w:space="0" w:color="auto"/>
        <w:bottom w:val="none" w:sz="0" w:space="0" w:color="auto"/>
        <w:right w:val="none" w:sz="0" w:space="0" w:color="auto"/>
      </w:divBdr>
    </w:div>
    <w:div w:id="1429620075">
      <w:bodyDiv w:val="1"/>
      <w:marLeft w:val="0"/>
      <w:marRight w:val="0"/>
      <w:marTop w:val="0"/>
      <w:marBottom w:val="0"/>
      <w:divBdr>
        <w:top w:val="none" w:sz="0" w:space="0" w:color="auto"/>
        <w:left w:val="none" w:sz="0" w:space="0" w:color="auto"/>
        <w:bottom w:val="none" w:sz="0" w:space="0" w:color="auto"/>
        <w:right w:val="none" w:sz="0" w:space="0" w:color="auto"/>
      </w:divBdr>
    </w:div>
    <w:div w:id="1444839321">
      <w:bodyDiv w:val="1"/>
      <w:marLeft w:val="0"/>
      <w:marRight w:val="0"/>
      <w:marTop w:val="0"/>
      <w:marBottom w:val="0"/>
      <w:divBdr>
        <w:top w:val="none" w:sz="0" w:space="0" w:color="auto"/>
        <w:left w:val="none" w:sz="0" w:space="0" w:color="auto"/>
        <w:bottom w:val="none" w:sz="0" w:space="0" w:color="auto"/>
        <w:right w:val="none" w:sz="0" w:space="0" w:color="auto"/>
      </w:divBdr>
    </w:div>
    <w:div w:id="1459034771">
      <w:bodyDiv w:val="1"/>
      <w:marLeft w:val="0"/>
      <w:marRight w:val="0"/>
      <w:marTop w:val="0"/>
      <w:marBottom w:val="0"/>
      <w:divBdr>
        <w:top w:val="none" w:sz="0" w:space="0" w:color="auto"/>
        <w:left w:val="none" w:sz="0" w:space="0" w:color="auto"/>
        <w:bottom w:val="none" w:sz="0" w:space="0" w:color="auto"/>
        <w:right w:val="none" w:sz="0" w:space="0" w:color="auto"/>
      </w:divBdr>
    </w:div>
    <w:div w:id="1460804606">
      <w:bodyDiv w:val="1"/>
      <w:marLeft w:val="0"/>
      <w:marRight w:val="0"/>
      <w:marTop w:val="0"/>
      <w:marBottom w:val="0"/>
      <w:divBdr>
        <w:top w:val="none" w:sz="0" w:space="0" w:color="auto"/>
        <w:left w:val="none" w:sz="0" w:space="0" w:color="auto"/>
        <w:bottom w:val="none" w:sz="0" w:space="0" w:color="auto"/>
        <w:right w:val="none" w:sz="0" w:space="0" w:color="auto"/>
      </w:divBdr>
    </w:div>
    <w:div w:id="1466193967">
      <w:bodyDiv w:val="1"/>
      <w:marLeft w:val="0"/>
      <w:marRight w:val="0"/>
      <w:marTop w:val="0"/>
      <w:marBottom w:val="0"/>
      <w:divBdr>
        <w:top w:val="none" w:sz="0" w:space="0" w:color="auto"/>
        <w:left w:val="none" w:sz="0" w:space="0" w:color="auto"/>
        <w:bottom w:val="none" w:sz="0" w:space="0" w:color="auto"/>
        <w:right w:val="none" w:sz="0" w:space="0" w:color="auto"/>
      </w:divBdr>
    </w:div>
    <w:div w:id="1470711671">
      <w:bodyDiv w:val="1"/>
      <w:marLeft w:val="0"/>
      <w:marRight w:val="0"/>
      <w:marTop w:val="0"/>
      <w:marBottom w:val="0"/>
      <w:divBdr>
        <w:top w:val="none" w:sz="0" w:space="0" w:color="auto"/>
        <w:left w:val="none" w:sz="0" w:space="0" w:color="auto"/>
        <w:bottom w:val="none" w:sz="0" w:space="0" w:color="auto"/>
        <w:right w:val="none" w:sz="0" w:space="0" w:color="auto"/>
      </w:divBdr>
    </w:div>
    <w:div w:id="1472484442">
      <w:bodyDiv w:val="1"/>
      <w:marLeft w:val="0"/>
      <w:marRight w:val="0"/>
      <w:marTop w:val="0"/>
      <w:marBottom w:val="0"/>
      <w:divBdr>
        <w:top w:val="none" w:sz="0" w:space="0" w:color="auto"/>
        <w:left w:val="none" w:sz="0" w:space="0" w:color="auto"/>
        <w:bottom w:val="none" w:sz="0" w:space="0" w:color="auto"/>
        <w:right w:val="none" w:sz="0" w:space="0" w:color="auto"/>
      </w:divBdr>
    </w:div>
    <w:div w:id="1478381691">
      <w:bodyDiv w:val="1"/>
      <w:marLeft w:val="0"/>
      <w:marRight w:val="0"/>
      <w:marTop w:val="0"/>
      <w:marBottom w:val="0"/>
      <w:divBdr>
        <w:top w:val="none" w:sz="0" w:space="0" w:color="auto"/>
        <w:left w:val="none" w:sz="0" w:space="0" w:color="auto"/>
        <w:bottom w:val="none" w:sz="0" w:space="0" w:color="auto"/>
        <w:right w:val="none" w:sz="0" w:space="0" w:color="auto"/>
      </w:divBdr>
    </w:div>
    <w:div w:id="1479612212">
      <w:bodyDiv w:val="1"/>
      <w:marLeft w:val="0"/>
      <w:marRight w:val="0"/>
      <w:marTop w:val="0"/>
      <w:marBottom w:val="0"/>
      <w:divBdr>
        <w:top w:val="none" w:sz="0" w:space="0" w:color="auto"/>
        <w:left w:val="none" w:sz="0" w:space="0" w:color="auto"/>
        <w:bottom w:val="none" w:sz="0" w:space="0" w:color="auto"/>
        <w:right w:val="none" w:sz="0" w:space="0" w:color="auto"/>
      </w:divBdr>
    </w:div>
    <w:div w:id="1479763502">
      <w:bodyDiv w:val="1"/>
      <w:marLeft w:val="0"/>
      <w:marRight w:val="0"/>
      <w:marTop w:val="0"/>
      <w:marBottom w:val="0"/>
      <w:divBdr>
        <w:top w:val="none" w:sz="0" w:space="0" w:color="auto"/>
        <w:left w:val="none" w:sz="0" w:space="0" w:color="auto"/>
        <w:bottom w:val="none" w:sz="0" w:space="0" w:color="auto"/>
        <w:right w:val="none" w:sz="0" w:space="0" w:color="auto"/>
      </w:divBdr>
    </w:div>
    <w:div w:id="1482891418">
      <w:bodyDiv w:val="1"/>
      <w:marLeft w:val="0"/>
      <w:marRight w:val="0"/>
      <w:marTop w:val="0"/>
      <w:marBottom w:val="0"/>
      <w:divBdr>
        <w:top w:val="none" w:sz="0" w:space="0" w:color="auto"/>
        <w:left w:val="none" w:sz="0" w:space="0" w:color="auto"/>
        <w:bottom w:val="none" w:sz="0" w:space="0" w:color="auto"/>
        <w:right w:val="none" w:sz="0" w:space="0" w:color="auto"/>
      </w:divBdr>
    </w:div>
    <w:div w:id="1485663544">
      <w:bodyDiv w:val="1"/>
      <w:marLeft w:val="0"/>
      <w:marRight w:val="0"/>
      <w:marTop w:val="0"/>
      <w:marBottom w:val="0"/>
      <w:divBdr>
        <w:top w:val="none" w:sz="0" w:space="0" w:color="auto"/>
        <w:left w:val="none" w:sz="0" w:space="0" w:color="auto"/>
        <w:bottom w:val="none" w:sz="0" w:space="0" w:color="auto"/>
        <w:right w:val="none" w:sz="0" w:space="0" w:color="auto"/>
      </w:divBdr>
    </w:div>
    <w:div w:id="1486361620">
      <w:bodyDiv w:val="1"/>
      <w:marLeft w:val="0"/>
      <w:marRight w:val="0"/>
      <w:marTop w:val="0"/>
      <w:marBottom w:val="0"/>
      <w:divBdr>
        <w:top w:val="none" w:sz="0" w:space="0" w:color="auto"/>
        <w:left w:val="none" w:sz="0" w:space="0" w:color="auto"/>
        <w:bottom w:val="none" w:sz="0" w:space="0" w:color="auto"/>
        <w:right w:val="none" w:sz="0" w:space="0" w:color="auto"/>
      </w:divBdr>
    </w:div>
    <w:div w:id="1487018616">
      <w:bodyDiv w:val="1"/>
      <w:marLeft w:val="0"/>
      <w:marRight w:val="0"/>
      <w:marTop w:val="0"/>
      <w:marBottom w:val="0"/>
      <w:divBdr>
        <w:top w:val="none" w:sz="0" w:space="0" w:color="auto"/>
        <w:left w:val="none" w:sz="0" w:space="0" w:color="auto"/>
        <w:bottom w:val="none" w:sz="0" w:space="0" w:color="auto"/>
        <w:right w:val="none" w:sz="0" w:space="0" w:color="auto"/>
      </w:divBdr>
    </w:div>
    <w:div w:id="1490709701">
      <w:bodyDiv w:val="1"/>
      <w:marLeft w:val="0"/>
      <w:marRight w:val="0"/>
      <w:marTop w:val="0"/>
      <w:marBottom w:val="0"/>
      <w:divBdr>
        <w:top w:val="none" w:sz="0" w:space="0" w:color="auto"/>
        <w:left w:val="none" w:sz="0" w:space="0" w:color="auto"/>
        <w:bottom w:val="none" w:sz="0" w:space="0" w:color="auto"/>
        <w:right w:val="none" w:sz="0" w:space="0" w:color="auto"/>
      </w:divBdr>
    </w:div>
    <w:div w:id="1490712837">
      <w:bodyDiv w:val="1"/>
      <w:marLeft w:val="0"/>
      <w:marRight w:val="0"/>
      <w:marTop w:val="0"/>
      <w:marBottom w:val="0"/>
      <w:divBdr>
        <w:top w:val="none" w:sz="0" w:space="0" w:color="auto"/>
        <w:left w:val="none" w:sz="0" w:space="0" w:color="auto"/>
        <w:bottom w:val="none" w:sz="0" w:space="0" w:color="auto"/>
        <w:right w:val="none" w:sz="0" w:space="0" w:color="auto"/>
      </w:divBdr>
    </w:div>
    <w:div w:id="1504126781">
      <w:bodyDiv w:val="1"/>
      <w:marLeft w:val="0"/>
      <w:marRight w:val="0"/>
      <w:marTop w:val="0"/>
      <w:marBottom w:val="0"/>
      <w:divBdr>
        <w:top w:val="none" w:sz="0" w:space="0" w:color="auto"/>
        <w:left w:val="none" w:sz="0" w:space="0" w:color="auto"/>
        <w:bottom w:val="none" w:sz="0" w:space="0" w:color="auto"/>
        <w:right w:val="none" w:sz="0" w:space="0" w:color="auto"/>
      </w:divBdr>
    </w:div>
    <w:div w:id="1505435319">
      <w:bodyDiv w:val="1"/>
      <w:marLeft w:val="0"/>
      <w:marRight w:val="0"/>
      <w:marTop w:val="0"/>
      <w:marBottom w:val="0"/>
      <w:divBdr>
        <w:top w:val="none" w:sz="0" w:space="0" w:color="auto"/>
        <w:left w:val="none" w:sz="0" w:space="0" w:color="auto"/>
        <w:bottom w:val="none" w:sz="0" w:space="0" w:color="auto"/>
        <w:right w:val="none" w:sz="0" w:space="0" w:color="auto"/>
      </w:divBdr>
    </w:div>
    <w:div w:id="1513108030">
      <w:bodyDiv w:val="1"/>
      <w:marLeft w:val="0"/>
      <w:marRight w:val="0"/>
      <w:marTop w:val="0"/>
      <w:marBottom w:val="0"/>
      <w:divBdr>
        <w:top w:val="none" w:sz="0" w:space="0" w:color="auto"/>
        <w:left w:val="none" w:sz="0" w:space="0" w:color="auto"/>
        <w:bottom w:val="none" w:sz="0" w:space="0" w:color="auto"/>
        <w:right w:val="none" w:sz="0" w:space="0" w:color="auto"/>
      </w:divBdr>
    </w:div>
    <w:div w:id="1515924437">
      <w:bodyDiv w:val="1"/>
      <w:marLeft w:val="0"/>
      <w:marRight w:val="0"/>
      <w:marTop w:val="0"/>
      <w:marBottom w:val="0"/>
      <w:divBdr>
        <w:top w:val="none" w:sz="0" w:space="0" w:color="auto"/>
        <w:left w:val="none" w:sz="0" w:space="0" w:color="auto"/>
        <w:bottom w:val="none" w:sz="0" w:space="0" w:color="auto"/>
        <w:right w:val="none" w:sz="0" w:space="0" w:color="auto"/>
      </w:divBdr>
    </w:div>
    <w:div w:id="1519806426">
      <w:bodyDiv w:val="1"/>
      <w:marLeft w:val="0"/>
      <w:marRight w:val="0"/>
      <w:marTop w:val="0"/>
      <w:marBottom w:val="0"/>
      <w:divBdr>
        <w:top w:val="none" w:sz="0" w:space="0" w:color="auto"/>
        <w:left w:val="none" w:sz="0" w:space="0" w:color="auto"/>
        <w:bottom w:val="none" w:sz="0" w:space="0" w:color="auto"/>
        <w:right w:val="none" w:sz="0" w:space="0" w:color="auto"/>
      </w:divBdr>
    </w:div>
    <w:div w:id="1521550781">
      <w:bodyDiv w:val="1"/>
      <w:marLeft w:val="0"/>
      <w:marRight w:val="0"/>
      <w:marTop w:val="0"/>
      <w:marBottom w:val="0"/>
      <w:divBdr>
        <w:top w:val="none" w:sz="0" w:space="0" w:color="auto"/>
        <w:left w:val="none" w:sz="0" w:space="0" w:color="auto"/>
        <w:bottom w:val="none" w:sz="0" w:space="0" w:color="auto"/>
        <w:right w:val="none" w:sz="0" w:space="0" w:color="auto"/>
      </w:divBdr>
    </w:div>
    <w:div w:id="1524172555">
      <w:bodyDiv w:val="1"/>
      <w:marLeft w:val="0"/>
      <w:marRight w:val="0"/>
      <w:marTop w:val="0"/>
      <w:marBottom w:val="0"/>
      <w:divBdr>
        <w:top w:val="none" w:sz="0" w:space="0" w:color="auto"/>
        <w:left w:val="none" w:sz="0" w:space="0" w:color="auto"/>
        <w:bottom w:val="none" w:sz="0" w:space="0" w:color="auto"/>
        <w:right w:val="none" w:sz="0" w:space="0" w:color="auto"/>
      </w:divBdr>
    </w:div>
    <w:div w:id="1526943885">
      <w:bodyDiv w:val="1"/>
      <w:marLeft w:val="0"/>
      <w:marRight w:val="0"/>
      <w:marTop w:val="0"/>
      <w:marBottom w:val="0"/>
      <w:divBdr>
        <w:top w:val="none" w:sz="0" w:space="0" w:color="auto"/>
        <w:left w:val="none" w:sz="0" w:space="0" w:color="auto"/>
        <w:bottom w:val="none" w:sz="0" w:space="0" w:color="auto"/>
        <w:right w:val="none" w:sz="0" w:space="0" w:color="auto"/>
      </w:divBdr>
    </w:div>
    <w:div w:id="1532497925">
      <w:bodyDiv w:val="1"/>
      <w:marLeft w:val="0"/>
      <w:marRight w:val="0"/>
      <w:marTop w:val="0"/>
      <w:marBottom w:val="0"/>
      <w:divBdr>
        <w:top w:val="none" w:sz="0" w:space="0" w:color="auto"/>
        <w:left w:val="none" w:sz="0" w:space="0" w:color="auto"/>
        <w:bottom w:val="none" w:sz="0" w:space="0" w:color="auto"/>
        <w:right w:val="none" w:sz="0" w:space="0" w:color="auto"/>
      </w:divBdr>
    </w:div>
    <w:div w:id="1533493405">
      <w:bodyDiv w:val="1"/>
      <w:marLeft w:val="0"/>
      <w:marRight w:val="0"/>
      <w:marTop w:val="0"/>
      <w:marBottom w:val="0"/>
      <w:divBdr>
        <w:top w:val="none" w:sz="0" w:space="0" w:color="auto"/>
        <w:left w:val="none" w:sz="0" w:space="0" w:color="auto"/>
        <w:bottom w:val="none" w:sz="0" w:space="0" w:color="auto"/>
        <w:right w:val="none" w:sz="0" w:space="0" w:color="auto"/>
      </w:divBdr>
    </w:div>
    <w:div w:id="1535771390">
      <w:bodyDiv w:val="1"/>
      <w:marLeft w:val="0"/>
      <w:marRight w:val="0"/>
      <w:marTop w:val="0"/>
      <w:marBottom w:val="0"/>
      <w:divBdr>
        <w:top w:val="none" w:sz="0" w:space="0" w:color="auto"/>
        <w:left w:val="none" w:sz="0" w:space="0" w:color="auto"/>
        <w:bottom w:val="none" w:sz="0" w:space="0" w:color="auto"/>
        <w:right w:val="none" w:sz="0" w:space="0" w:color="auto"/>
      </w:divBdr>
    </w:div>
    <w:div w:id="1549762134">
      <w:bodyDiv w:val="1"/>
      <w:marLeft w:val="0"/>
      <w:marRight w:val="0"/>
      <w:marTop w:val="0"/>
      <w:marBottom w:val="0"/>
      <w:divBdr>
        <w:top w:val="none" w:sz="0" w:space="0" w:color="auto"/>
        <w:left w:val="none" w:sz="0" w:space="0" w:color="auto"/>
        <w:bottom w:val="none" w:sz="0" w:space="0" w:color="auto"/>
        <w:right w:val="none" w:sz="0" w:space="0" w:color="auto"/>
      </w:divBdr>
    </w:div>
    <w:div w:id="1552572972">
      <w:bodyDiv w:val="1"/>
      <w:marLeft w:val="0"/>
      <w:marRight w:val="0"/>
      <w:marTop w:val="0"/>
      <w:marBottom w:val="0"/>
      <w:divBdr>
        <w:top w:val="none" w:sz="0" w:space="0" w:color="auto"/>
        <w:left w:val="none" w:sz="0" w:space="0" w:color="auto"/>
        <w:bottom w:val="none" w:sz="0" w:space="0" w:color="auto"/>
        <w:right w:val="none" w:sz="0" w:space="0" w:color="auto"/>
      </w:divBdr>
      <w:divsChild>
        <w:div w:id="1166364840">
          <w:marLeft w:val="950"/>
          <w:marRight w:val="0"/>
          <w:marTop w:val="0"/>
          <w:marBottom w:val="0"/>
          <w:divBdr>
            <w:top w:val="none" w:sz="0" w:space="0" w:color="auto"/>
            <w:left w:val="none" w:sz="0" w:space="0" w:color="auto"/>
            <w:bottom w:val="none" w:sz="0" w:space="0" w:color="auto"/>
            <w:right w:val="none" w:sz="0" w:space="0" w:color="auto"/>
          </w:divBdr>
        </w:div>
        <w:div w:id="1914268175">
          <w:marLeft w:val="950"/>
          <w:marRight w:val="0"/>
          <w:marTop w:val="0"/>
          <w:marBottom w:val="0"/>
          <w:divBdr>
            <w:top w:val="none" w:sz="0" w:space="0" w:color="auto"/>
            <w:left w:val="none" w:sz="0" w:space="0" w:color="auto"/>
            <w:bottom w:val="none" w:sz="0" w:space="0" w:color="auto"/>
            <w:right w:val="none" w:sz="0" w:space="0" w:color="auto"/>
          </w:divBdr>
        </w:div>
      </w:divsChild>
    </w:div>
    <w:div w:id="1566179672">
      <w:bodyDiv w:val="1"/>
      <w:marLeft w:val="0"/>
      <w:marRight w:val="0"/>
      <w:marTop w:val="0"/>
      <w:marBottom w:val="0"/>
      <w:divBdr>
        <w:top w:val="none" w:sz="0" w:space="0" w:color="auto"/>
        <w:left w:val="none" w:sz="0" w:space="0" w:color="auto"/>
        <w:bottom w:val="none" w:sz="0" w:space="0" w:color="auto"/>
        <w:right w:val="none" w:sz="0" w:space="0" w:color="auto"/>
      </w:divBdr>
    </w:div>
    <w:div w:id="1569993422">
      <w:bodyDiv w:val="1"/>
      <w:marLeft w:val="0"/>
      <w:marRight w:val="0"/>
      <w:marTop w:val="0"/>
      <w:marBottom w:val="0"/>
      <w:divBdr>
        <w:top w:val="none" w:sz="0" w:space="0" w:color="auto"/>
        <w:left w:val="none" w:sz="0" w:space="0" w:color="auto"/>
        <w:bottom w:val="none" w:sz="0" w:space="0" w:color="auto"/>
        <w:right w:val="none" w:sz="0" w:space="0" w:color="auto"/>
      </w:divBdr>
    </w:div>
    <w:div w:id="1573003295">
      <w:bodyDiv w:val="1"/>
      <w:marLeft w:val="0"/>
      <w:marRight w:val="0"/>
      <w:marTop w:val="0"/>
      <w:marBottom w:val="0"/>
      <w:divBdr>
        <w:top w:val="none" w:sz="0" w:space="0" w:color="auto"/>
        <w:left w:val="none" w:sz="0" w:space="0" w:color="auto"/>
        <w:bottom w:val="none" w:sz="0" w:space="0" w:color="auto"/>
        <w:right w:val="none" w:sz="0" w:space="0" w:color="auto"/>
      </w:divBdr>
    </w:div>
    <w:div w:id="1582988296">
      <w:bodyDiv w:val="1"/>
      <w:marLeft w:val="0"/>
      <w:marRight w:val="0"/>
      <w:marTop w:val="0"/>
      <w:marBottom w:val="0"/>
      <w:divBdr>
        <w:top w:val="none" w:sz="0" w:space="0" w:color="auto"/>
        <w:left w:val="none" w:sz="0" w:space="0" w:color="auto"/>
        <w:bottom w:val="none" w:sz="0" w:space="0" w:color="auto"/>
        <w:right w:val="none" w:sz="0" w:space="0" w:color="auto"/>
      </w:divBdr>
    </w:div>
    <w:div w:id="1590310173">
      <w:bodyDiv w:val="1"/>
      <w:marLeft w:val="0"/>
      <w:marRight w:val="0"/>
      <w:marTop w:val="0"/>
      <w:marBottom w:val="0"/>
      <w:divBdr>
        <w:top w:val="none" w:sz="0" w:space="0" w:color="auto"/>
        <w:left w:val="none" w:sz="0" w:space="0" w:color="auto"/>
        <w:bottom w:val="none" w:sz="0" w:space="0" w:color="auto"/>
        <w:right w:val="none" w:sz="0" w:space="0" w:color="auto"/>
      </w:divBdr>
    </w:div>
    <w:div w:id="1592082022">
      <w:bodyDiv w:val="1"/>
      <w:marLeft w:val="0"/>
      <w:marRight w:val="0"/>
      <w:marTop w:val="0"/>
      <w:marBottom w:val="0"/>
      <w:divBdr>
        <w:top w:val="none" w:sz="0" w:space="0" w:color="auto"/>
        <w:left w:val="none" w:sz="0" w:space="0" w:color="auto"/>
        <w:bottom w:val="none" w:sz="0" w:space="0" w:color="auto"/>
        <w:right w:val="none" w:sz="0" w:space="0" w:color="auto"/>
      </w:divBdr>
    </w:div>
    <w:div w:id="1596403485">
      <w:bodyDiv w:val="1"/>
      <w:marLeft w:val="0"/>
      <w:marRight w:val="0"/>
      <w:marTop w:val="0"/>
      <w:marBottom w:val="0"/>
      <w:divBdr>
        <w:top w:val="none" w:sz="0" w:space="0" w:color="auto"/>
        <w:left w:val="none" w:sz="0" w:space="0" w:color="auto"/>
        <w:bottom w:val="none" w:sz="0" w:space="0" w:color="auto"/>
        <w:right w:val="none" w:sz="0" w:space="0" w:color="auto"/>
      </w:divBdr>
    </w:div>
    <w:div w:id="1598904655">
      <w:bodyDiv w:val="1"/>
      <w:marLeft w:val="0"/>
      <w:marRight w:val="0"/>
      <w:marTop w:val="0"/>
      <w:marBottom w:val="0"/>
      <w:divBdr>
        <w:top w:val="none" w:sz="0" w:space="0" w:color="auto"/>
        <w:left w:val="none" w:sz="0" w:space="0" w:color="auto"/>
        <w:bottom w:val="none" w:sz="0" w:space="0" w:color="auto"/>
        <w:right w:val="none" w:sz="0" w:space="0" w:color="auto"/>
      </w:divBdr>
    </w:div>
    <w:div w:id="1600335510">
      <w:bodyDiv w:val="1"/>
      <w:marLeft w:val="0"/>
      <w:marRight w:val="0"/>
      <w:marTop w:val="0"/>
      <w:marBottom w:val="0"/>
      <w:divBdr>
        <w:top w:val="none" w:sz="0" w:space="0" w:color="auto"/>
        <w:left w:val="none" w:sz="0" w:space="0" w:color="auto"/>
        <w:bottom w:val="none" w:sz="0" w:space="0" w:color="auto"/>
        <w:right w:val="none" w:sz="0" w:space="0" w:color="auto"/>
      </w:divBdr>
    </w:div>
    <w:div w:id="1609508152">
      <w:bodyDiv w:val="1"/>
      <w:marLeft w:val="0"/>
      <w:marRight w:val="0"/>
      <w:marTop w:val="0"/>
      <w:marBottom w:val="0"/>
      <w:divBdr>
        <w:top w:val="none" w:sz="0" w:space="0" w:color="auto"/>
        <w:left w:val="none" w:sz="0" w:space="0" w:color="auto"/>
        <w:bottom w:val="none" w:sz="0" w:space="0" w:color="auto"/>
        <w:right w:val="none" w:sz="0" w:space="0" w:color="auto"/>
      </w:divBdr>
    </w:div>
    <w:div w:id="1614819715">
      <w:bodyDiv w:val="1"/>
      <w:marLeft w:val="0"/>
      <w:marRight w:val="0"/>
      <w:marTop w:val="0"/>
      <w:marBottom w:val="0"/>
      <w:divBdr>
        <w:top w:val="none" w:sz="0" w:space="0" w:color="auto"/>
        <w:left w:val="none" w:sz="0" w:space="0" w:color="auto"/>
        <w:bottom w:val="none" w:sz="0" w:space="0" w:color="auto"/>
        <w:right w:val="none" w:sz="0" w:space="0" w:color="auto"/>
      </w:divBdr>
    </w:div>
    <w:div w:id="1623152160">
      <w:bodyDiv w:val="1"/>
      <w:marLeft w:val="0"/>
      <w:marRight w:val="0"/>
      <w:marTop w:val="0"/>
      <w:marBottom w:val="0"/>
      <w:divBdr>
        <w:top w:val="none" w:sz="0" w:space="0" w:color="auto"/>
        <w:left w:val="none" w:sz="0" w:space="0" w:color="auto"/>
        <w:bottom w:val="none" w:sz="0" w:space="0" w:color="auto"/>
        <w:right w:val="none" w:sz="0" w:space="0" w:color="auto"/>
      </w:divBdr>
    </w:div>
    <w:div w:id="1624194760">
      <w:bodyDiv w:val="1"/>
      <w:marLeft w:val="0"/>
      <w:marRight w:val="0"/>
      <w:marTop w:val="0"/>
      <w:marBottom w:val="0"/>
      <w:divBdr>
        <w:top w:val="none" w:sz="0" w:space="0" w:color="auto"/>
        <w:left w:val="none" w:sz="0" w:space="0" w:color="auto"/>
        <w:bottom w:val="none" w:sz="0" w:space="0" w:color="auto"/>
        <w:right w:val="none" w:sz="0" w:space="0" w:color="auto"/>
      </w:divBdr>
    </w:div>
    <w:div w:id="1625237326">
      <w:bodyDiv w:val="1"/>
      <w:marLeft w:val="0"/>
      <w:marRight w:val="0"/>
      <w:marTop w:val="0"/>
      <w:marBottom w:val="0"/>
      <w:divBdr>
        <w:top w:val="none" w:sz="0" w:space="0" w:color="auto"/>
        <w:left w:val="none" w:sz="0" w:space="0" w:color="auto"/>
        <w:bottom w:val="none" w:sz="0" w:space="0" w:color="auto"/>
        <w:right w:val="none" w:sz="0" w:space="0" w:color="auto"/>
      </w:divBdr>
    </w:div>
    <w:div w:id="1628119000">
      <w:bodyDiv w:val="1"/>
      <w:marLeft w:val="0"/>
      <w:marRight w:val="0"/>
      <w:marTop w:val="0"/>
      <w:marBottom w:val="0"/>
      <w:divBdr>
        <w:top w:val="none" w:sz="0" w:space="0" w:color="auto"/>
        <w:left w:val="none" w:sz="0" w:space="0" w:color="auto"/>
        <w:bottom w:val="none" w:sz="0" w:space="0" w:color="auto"/>
        <w:right w:val="none" w:sz="0" w:space="0" w:color="auto"/>
      </w:divBdr>
    </w:div>
    <w:div w:id="1638492221">
      <w:bodyDiv w:val="1"/>
      <w:marLeft w:val="0"/>
      <w:marRight w:val="0"/>
      <w:marTop w:val="0"/>
      <w:marBottom w:val="0"/>
      <w:divBdr>
        <w:top w:val="none" w:sz="0" w:space="0" w:color="auto"/>
        <w:left w:val="none" w:sz="0" w:space="0" w:color="auto"/>
        <w:bottom w:val="none" w:sz="0" w:space="0" w:color="auto"/>
        <w:right w:val="none" w:sz="0" w:space="0" w:color="auto"/>
      </w:divBdr>
    </w:div>
    <w:div w:id="1645356044">
      <w:bodyDiv w:val="1"/>
      <w:marLeft w:val="0"/>
      <w:marRight w:val="0"/>
      <w:marTop w:val="0"/>
      <w:marBottom w:val="0"/>
      <w:divBdr>
        <w:top w:val="none" w:sz="0" w:space="0" w:color="auto"/>
        <w:left w:val="none" w:sz="0" w:space="0" w:color="auto"/>
        <w:bottom w:val="none" w:sz="0" w:space="0" w:color="auto"/>
        <w:right w:val="none" w:sz="0" w:space="0" w:color="auto"/>
      </w:divBdr>
    </w:div>
    <w:div w:id="1653022717">
      <w:bodyDiv w:val="1"/>
      <w:marLeft w:val="0"/>
      <w:marRight w:val="0"/>
      <w:marTop w:val="0"/>
      <w:marBottom w:val="0"/>
      <w:divBdr>
        <w:top w:val="none" w:sz="0" w:space="0" w:color="auto"/>
        <w:left w:val="none" w:sz="0" w:space="0" w:color="auto"/>
        <w:bottom w:val="none" w:sz="0" w:space="0" w:color="auto"/>
        <w:right w:val="none" w:sz="0" w:space="0" w:color="auto"/>
      </w:divBdr>
    </w:div>
    <w:div w:id="1659575731">
      <w:bodyDiv w:val="1"/>
      <w:marLeft w:val="0"/>
      <w:marRight w:val="0"/>
      <w:marTop w:val="0"/>
      <w:marBottom w:val="0"/>
      <w:divBdr>
        <w:top w:val="none" w:sz="0" w:space="0" w:color="auto"/>
        <w:left w:val="none" w:sz="0" w:space="0" w:color="auto"/>
        <w:bottom w:val="none" w:sz="0" w:space="0" w:color="auto"/>
        <w:right w:val="none" w:sz="0" w:space="0" w:color="auto"/>
      </w:divBdr>
    </w:div>
    <w:div w:id="1662807061">
      <w:bodyDiv w:val="1"/>
      <w:marLeft w:val="0"/>
      <w:marRight w:val="0"/>
      <w:marTop w:val="0"/>
      <w:marBottom w:val="0"/>
      <w:divBdr>
        <w:top w:val="none" w:sz="0" w:space="0" w:color="auto"/>
        <w:left w:val="none" w:sz="0" w:space="0" w:color="auto"/>
        <w:bottom w:val="none" w:sz="0" w:space="0" w:color="auto"/>
        <w:right w:val="none" w:sz="0" w:space="0" w:color="auto"/>
      </w:divBdr>
    </w:div>
    <w:div w:id="1667053063">
      <w:bodyDiv w:val="1"/>
      <w:marLeft w:val="0"/>
      <w:marRight w:val="0"/>
      <w:marTop w:val="0"/>
      <w:marBottom w:val="0"/>
      <w:divBdr>
        <w:top w:val="none" w:sz="0" w:space="0" w:color="auto"/>
        <w:left w:val="none" w:sz="0" w:space="0" w:color="auto"/>
        <w:bottom w:val="none" w:sz="0" w:space="0" w:color="auto"/>
        <w:right w:val="none" w:sz="0" w:space="0" w:color="auto"/>
      </w:divBdr>
    </w:div>
    <w:div w:id="1668442032">
      <w:bodyDiv w:val="1"/>
      <w:marLeft w:val="0"/>
      <w:marRight w:val="0"/>
      <w:marTop w:val="0"/>
      <w:marBottom w:val="0"/>
      <w:divBdr>
        <w:top w:val="none" w:sz="0" w:space="0" w:color="auto"/>
        <w:left w:val="none" w:sz="0" w:space="0" w:color="auto"/>
        <w:bottom w:val="none" w:sz="0" w:space="0" w:color="auto"/>
        <w:right w:val="none" w:sz="0" w:space="0" w:color="auto"/>
      </w:divBdr>
    </w:div>
    <w:div w:id="1675378525">
      <w:bodyDiv w:val="1"/>
      <w:marLeft w:val="0"/>
      <w:marRight w:val="0"/>
      <w:marTop w:val="0"/>
      <w:marBottom w:val="0"/>
      <w:divBdr>
        <w:top w:val="none" w:sz="0" w:space="0" w:color="auto"/>
        <w:left w:val="none" w:sz="0" w:space="0" w:color="auto"/>
        <w:bottom w:val="none" w:sz="0" w:space="0" w:color="auto"/>
        <w:right w:val="none" w:sz="0" w:space="0" w:color="auto"/>
      </w:divBdr>
    </w:div>
    <w:div w:id="1682734493">
      <w:bodyDiv w:val="1"/>
      <w:marLeft w:val="0"/>
      <w:marRight w:val="0"/>
      <w:marTop w:val="0"/>
      <w:marBottom w:val="0"/>
      <w:divBdr>
        <w:top w:val="none" w:sz="0" w:space="0" w:color="auto"/>
        <w:left w:val="none" w:sz="0" w:space="0" w:color="auto"/>
        <w:bottom w:val="none" w:sz="0" w:space="0" w:color="auto"/>
        <w:right w:val="none" w:sz="0" w:space="0" w:color="auto"/>
      </w:divBdr>
    </w:div>
    <w:div w:id="1683436820">
      <w:bodyDiv w:val="1"/>
      <w:marLeft w:val="0"/>
      <w:marRight w:val="0"/>
      <w:marTop w:val="0"/>
      <w:marBottom w:val="0"/>
      <w:divBdr>
        <w:top w:val="none" w:sz="0" w:space="0" w:color="auto"/>
        <w:left w:val="none" w:sz="0" w:space="0" w:color="auto"/>
        <w:bottom w:val="none" w:sz="0" w:space="0" w:color="auto"/>
        <w:right w:val="none" w:sz="0" w:space="0" w:color="auto"/>
      </w:divBdr>
    </w:div>
    <w:div w:id="1686126587">
      <w:bodyDiv w:val="1"/>
      <w:marLeft w:val="0"/>
      <w:marRight w:val="0"/>
      <w:marTop w:val="0"/>
      <w:marBottom w:val="0"/>
      <w:divBdr>
        <w:top w:val="none" w:sz="0" w:space="0" w:color="auto"/>
        <w:left w:val="none" w:sz="0" w:space="0" w:color="auto"/>
        <w:bottom w:val="none" w:sz="0" w:space="0" w:color="auto"/>
        <w:right w:val="none" w:sz="0" w:space="0" w:color="auto"/>
      </w:divBdr>
    </w:div>
    <w:div w:id="1686639463">
      <w:bodyDiv w:val="1"/>
      <w:marLeft w:val="0"/>
      <w:marRight w:val="0"/>
      <w:marTop w:val="0"/>
      <w:marBottom w:val="0"/>
      <w:divBdr>
        <w:top w:val="none" w:sz="0" w:space="0" w:color="auto"/>
        <w:left w:val="none" w:sz="0" w:space="0" w:color="auto"/>
        <w:bottom w:val="none" w:sz="0" w:space="0" w:color="auto"/>
        <w:right w:val="none" w:sz="0" w:space="0" w:color="auto"/>
      </w:divBdr>
    </w:div>
    <w:div w:id="1687247064">
      <w:bodyDiv w:val="1"/>
      <w:marLeft w:val="0"/>
      <w:marRight w:val="0"/>
      <w:marTop w:val="0"/>
      <w:marBottom w:val="0"/>
      <w:divBdr>
        <w:top w:val="none" w:sz="0" w:space="0" w:color="auto"/>
        <w:left w:val="none" w:sz="0" w:space="0" w:color="auto"/>
        <w:bottom w:val="none" w:sz="0" w:space="0" w:color="auto"/>
        <w:right w:val="none" w:sz="0" w:space="0" w:color="auto"/>
      </w:divBdr>
    </w:div>
    <w:div w:id="1689257511">
      <w:bodyDiv w:val="1"/>
      <w:marLeft w:val="0"/>
      <w:marRight w:val="0"/>
      <w:marTop w:val="0"/>
      <w:marBottom w:val="0"/>
      <w:divBdr>
        <w:top w:val="none" w:sz="0" w:space="0" w:color="auto"/>
        <w:left w:val="none" w:sz="0" w:space="0" w:color="auto"/>
        <w:bottom w:val="none" w:sz="0" w:space="0" w:color="auto"/>
        <w:right w:val="none" w:sz="0" w:space="0" w:color="auto"/>
      </w:divBdr>
    </w:div>
    <w:div w:id="1689453472">
      <w:bodyDiv w:val="1"/>
      <w:marLeft w:val="0"/>
      <w:marRight w:val="0"/>
      <w:marTop w:val="0"/>
      <w:marBottom w:val="0"/>
      <w:divBdr>
        <w:top w:val="none" w:sz="0" w:space="0" w:color="auto"/>
        <w:left w:val="none" w:sz="0" w:space="0" w:color="auto"/>
        <w:bottom w:val="none" w:sz="0" w:space="0" w:color="auto"/>
        <w:right w:val="none" w:sz="0" w:space="0" w:color="auto"/>
      </w:divBdr>
    </w:div>
    <w:div w:id="1690060574">
      <w:bodyDiv w:val="1"/>
      <w:marLeft w:val="0"/>
      <w:marRight w:val="0"/>
      <w:marTop w:val="0"/>
      <w:marBottom w:val="0"/>
      <w:divBdr>
        <w:top w:val="none" w:sz="0" w:space="0" w:color="auto"/>
        <w:left w:val="none" w:sz="0" w:space="0" w:color="auto"/>
        <w:bottom w:val="none" w:sz="0" w:space="0" w:color="auto"/>
        <w:right w:val="none" w:sz="0" w:space="0" w:color="auto"/>
      </w:divBdr>
    </w:div>
    <w:div w:id="1692413747">
      <w:bodyDiv w:val="1"/>
      <w:marLeft w:val="0"/>
      <w:marRight w:val="0"/>
      <w:marTop w:val="0"/>
      <w:marBottom w:val="0"/>
      <w:divBdr>
        <w:top w:val="none" w:sz="0" w:space="0" w:color="auto"/>
        <w:left w:val="none" w:sz="0" w:space="0" w:color="auto"/>
        <w:bottom w:val="none" w:sz="0" w:space="0" w:color="auto"/>
        <w:right w:val="none" w:sz="0" w:space="0" w:color="auto"/>
      </w:divBdr>
    </w:div>
    <w:div w:id="1700424770">
      <w:bodyDiv w:val="1"/>
      <w:marLeft w:val="0"/>
      <w:marRight w:val="0"/>
      <w:marTop w:val="0"/>
      <w:marBottom w:val="0"/>
      <w:divBdr>
        <w:top w:val="none" w:sz="0" w:space="0" w:color="auto"/>
        <w:left w:val="none" w:sz="0" w:space="0" w:color="auto"/>
        <w:bottom w:val="none" w:sz="0" w:space="0" w:color="auto"/>
        <w:right w:val="none" w:sz="0" w:space="0" w:color="auto"/>
      </w:divBdr>
    </w:div>
    <w:div w:id="1704092866">
      <w:bodyDiv w:val="1"/>
      <w:marLeft w:val="0"/>
      <w:marRight w:val="0"/>
      <w:marTop w:val="0"/>
      <w:marBottom w:val="0"/>
      <w:divBdr>
        <w:top w:val="none" w:sz="0" w:space="0" w:color="auto"/>
        <w:left w:val="none" w:sz="0" w:space="0" w:color="auto"/>
        <w:bottom w:val="none" w:sz="0" w:space="0" w:color="auto"/>
        <w:right w:val="none" w:sz="0" w:space="0" w:color="auto"/>
      </w:divBdr>
    </w:div>
    <w:div w:id="1708676688">
      <w:bodyDiv w:val="1"/>
      <w:marLeft w:val="0"/>
      <w:marRight w:val="0"/>
      <w:marTop w:val="0"/>
      <w:marBottom w:val="0"/>
      <w:divBdr>
        <w:top w:val="none" w:sz="0" w:space="0" w:color="auto"/>
        <w:left w:val="none" w:sz="0" w:space="0" w:color="auto"/>
        <w:bottom w:val="none" w:sz="0" w:space="0" w:color="auto"/>
        <w:right w:val="none" w:sz="0" w:space="0" w:color="auto"/>
      </w:divBdr>
    </w:div>
    <w:div w:id="1710253205">
      <w:bodyDiv w:val="1"/>
      <w:marLeft w:val="0"/>
      <w:marRight w:val="0"/>
      <w:marTop w:val="0"/>
      <w:marBottom w:val="0"/>
      <w:divBdr>
        <w:top w:val="none" w:sz="0" w:space="0" w:color="auto"/>
        <w:left w:val="none" w:sz="0" w:space="0" w:color="auto"/>
        <w:bottom w:val="none" w:sz="0" w:space="0" w:color="auto"/>
        <w:right w:val="none" w:sz="0" w:space="0" w:color="auto"/>
      </w:divBdr>
    </w:div>
    <w:div w:id="1718314973">
      <w:bodyDiv w:val="1"/>
      <w:marLeft w:val="0"/>
      <w:marRight w:val="0"/>
      <w:marTop w:val="0"/>
      <w:marBottom w:val="0"/>
      <w:divBdr>
        <w:top w:val="none" w:sz="0" w:space="0" w:color="auto"/>
        <w:left w:val="none" w:sz="0" w:space="0" w:color="auto"/>
        <w:bottom w:val="none" w:sz="0" w:space="0" w:color="auto"/>
        <w:right w:val="none" w:sz="0" w:space="0" w:color="auto"/>
      </w:divBdr>
    </w:div>
    <w:div w:id="1723092172">
      <w:bodyDiv w:val="1"/>
      <w:marLeft w:val="0"/>
      <w:marRight w:val="0"/>
      <w:marTop w:val="0"/>
      <w:marBottom w:val="0"/>
      <w:divBdr>
        <w:top w:val="none" w:sz="0" w:space="0" w:color="auto"/>
        <w:left w:val="none" w:sz="0" w:space="0" w:color="auto"/>
        <w:bottom w:val="none" w:sz="0" w:space="0" w:color="auto"/>
        <w:right w:val="none" w:sz="0" w:space="0" w:color="auto"/>
      </w:divBdr>
    </w:div>
    <w:div w:id="1724135033">
      <w:bodyDiv w:val="1"/>
      <w:marLeft w:val="0"/>
      <w:marRight w:val="0"/>
      <w:marTop w:val="0"/>
      <w:marBottom w:val="0"/>
      <w:divBdr>
        <w:top w:val="none" w:sz="0" w:space="0" w:color="auto"/>
        <w:left w:val="none" w:sz="0" w:space="0" w:color="auto"/>
        <w:bottom w:val="none" w:sz="0" w:space="0" w:color="auto"/>
        <w:right w:val="none" w:sz="0" w:space="0" w:color="auto"/>
      </w:divBdr>
    </w:div>
    <w:div w:id="1731343708">
      <w:bodyDiv w:val="1"/>
      <w:marLeft w:val="0"/>
      <w:marRight w:val="0"/>
      <w:marTop w:val="0"/>
      <w:marBottom w:val="0"/>
      <w:divBdr>
        <w:top w:val="none" w:sz="0" w:space="0" w:color="auto"/>
        <w:left w:val="none" w:sz="0" w:space="0" w:color="auto"/>
        <w:bottom w:val="none" w:sz="0" w:space="0" w:color="auto"/>
        <w:right w:val="none" w:sz="0" w:space="0" w:color="auto"/>
      </w:divBdr>
    </w:div>
    <w:div w:id="1736926523">
      <w:bodyDiv w:val="1"/>
      <w:marLeft w:val="0"/>
      <w:marRight w:val="0"/>
      <w:marTop w:val="0"/>
      <w:marBottom w:val="0"/>
      <w:divBdr>
        <w:top w:val="none" w:sz="0" w:space="0" w:color="auto"/>
        <w:left w:val="none" w:sz="0" w:space="0" w:color="auto"/>
        <w:bottom w:val="none" w:sz="0" w:space="0" w:color="auto"/>
        <w:right w:val="none" w:sz="0" w:space="0" w:color="auto"/>
      </w:divBdr>
    </w:div>
    <w:div w:id="1757358841">
      <w:bodyDiv w:val="1"/>
      <w:marLeft w:val="0"/>
      <w:marRight w:val="0"/>
      <w:marTop w:val="0"/>
      <w:marBottom w:val="0"/>
      <w:divBdr>
        <w:top w:val="none" w:sz="0" w:space="0" w:color="auto"/>
        <w:left w:val="none" w:sz="0" w:space="0" w:color="auto"/>
        <w:bottom w:val="none" w:sz="0" w:space="0" w:color="auto"/>
        <w:right w:val="none" w:sz="0" w:space="0" w:color="auto"/>
      </w:divBdr>
    </w:div>
    <w:div w:id="1757896585">
      <w:bodyDiv w:val="1"/>
      <w:marLeft w:val="0"/>
      <w:marRight w:val="0"/>
      <w:marTop w:val="0"/>
      <w:marBottom w:val="0"/>
      <w:divBdr>
        <w:top w:val="none" w:sz="0" w:space="0" w:color="auto"/>
        <w:left w:val="none" w:sz="0" w:space="0" w:color="auto"/>
        <w:bottom w:val="none" w:sz="0" w:space="0" w:color="auto"/>
        <w:right w:val="none" w:sz="0" w:space="0" w:color="auto"/>
      </w:divBdr>
    </w:div>
    <w:div w:id="1768771463">
      <w:bodyDiv w:val="1"/>
      <w:marLeft w:val="0"/>
      <w:marRight w:val="0"/>
      <w:marTop w:val="0"/>
      <w:marBottom w:val="0"/>
      <w:divBdr>
        <w:top w:val="none" w:sz="0" w:space="0" w:color="auto"/>
        <w:left w:val="none" w:sz="0" w:space="0" w:color="auto"/>
        <w:bottom w:val="none" w:sz="0" w:space="0" w:color="auto"/>
        <w:right w:val="none" w:sz="0" w:space="0" w:color="auto"/>
      </w:divBdr>
    </w:div>
    <w:div w:id="1774860483">
      <w:bodyDiv w:val="1"/>
      <w:marLeft w:val="0"/>
      <w:marRight w:val="0"/>
      <w:marTop w:val="0"/>
      <w:marBottom w:val="0"/>
      <w:divBdr>
        <w:top w:val="none" w:sz="0" w:space="0" w:color="auto"/>
        <w:left w:val="none" w:sz="0" w:space="0" w:color="auto"/>
        <w:bottom w:val="none" w:sz="0" w:space="0" w:color="auto"/>
        <w:right w:val="none" w:sz="0" w:space="0" w:color="auto"/>
      </w:divBdr>
    </w:div>
    <w:div w:id="1779175584">
      <w:bodyDiv w:val="1"/>
      <w:marLeft w:val="0"/>
      <w:marRight w:val="0"/>
      <w:marTop w:val="0"/>
      <w:marBottom w:val="0"/>
      <w:divBdr>
        <w:top w:val="none" w:sz="0" w:space="0" w:color="auto"/>
        <w:left w:val="none" w:sz="0" w:space="0" w:color="auto"/>
        <w:bottom w:val="none" w:sz="0" w:space="0" w:color="auto"/>
        <w:right w:val="none" w:sz="0" w:space="0" w:color="auto"/>
      </w:divBdr>
    </w:div>
    <w:div w:id="1782794961">
      <w:bodyDiv w:val="1"/>
      <w:marLeft w:val="0"/>
      <w:marRight w:val="0"/>
      <w:marTop w:val="0"/>
      <w:marBottom w:val="0"/>
      <w:divBdr>
        <w:top w:val="none" w:sz="0" w:space="0" w:color="auto"/>
        <w:left w:val="none" w:sz="0" w:space="0" w:color="auto"/>
        <w:bottom w:val="none" w:sz="0" w:space="0" w:color="auto"/>
        <w:right w:val="none" w:sz="0" w:space="0" w:color="auto"/>
      </w:divBdr>
    </w:div>
    <w:div w:id="1795825058">
      <w:bodyDiv w:val="1"/>
      <w:marLeft w:val="0"/>
      <w:marRight w:val="0"/>
      <w:marTop w:val="0"/>
      <w:marBottom w:val="0"/>
      <w:divBdr>
        <w:top w:val="none" w:sz="0" w:space="0" w:color="auto"/>
        <w:left w:val="none" w:sz="0" w:space="0" w:color="auto"/>
        <w:bottom w:val="none" w:sz="0" w:space="0" w:color="auto"/>
        <w:right w:val="none" w:sz="0" w:space="0" w:color="auto"/>
      </w:divBdr>
    </w:div>
    <w:div w:id="1796487528">
      <w:bodyDiv w:val="1"/>
      <w:marLeft w:val="0"/>
      <w:marRight w:val="0"/>
      <w:marTop w:val="0"/>
      <w:marBottom w:val="0"/>
      <w:divBdr>
        <w:top w:val="none" w:sz="0" w:space="0" w:color="auto"/>
        <w:left w:val="none" w:sz="0" w:space="0" w:color="auto"/>
        <w:bottom w:val="none" w:sz="0" w:space="0" w:color="auto"/>
        <w:right w:val="none" w:sz="0" w:space="0" w:color="auto"/>
      </w:divBdr>
    </w:div>
    <w:div w:id="1796944038">
      <w:bodyDiv w:val="1"/>
      <w:marLeft w:val="0"/>
      <w:marRight w:val="0"/>
      <w:marTop w:val="0"/>
      <w:marBottom w:val="0"/>
      <w:divBdr>
        <w:top w:val="none" w:sz="0" w:space="0" w:color="auto"/>
        <w:left w:val="none" w:sz="0" w:space="0" w:color="auto"/>
        <w:bottom w:val="none" w:sz="0" w:space="0" w:color="auto"/>
        <w:right w:val="none" w:sz="0" w:space="0" w:color="auto"/>
      </w:divBdr>
    </w:div>
    <w:div w:id="1801613283">
      <w:bodyDiv w:val="1"/>
      <w:marLeft w:val="0"/>
      <w:marRight w:val="0"/>
      <w:marTop w:val="0"/>
      <w:marBottom w:val="0"/>
      <w:divBdr>
        <w:top w:val="none" w:sz="0" w:space="0" w:color="auto"/>
        <w:left w:val="none" w:sz="0" w:space="0" w:color="auto"/>
        <w:bottom w:val="none" w:sz="0" w:space="0" w:color="auto"/>
        <w:right w:val="none" w:sz="0" w:space="0" w:color="auto"/>
      </w:divBdr>
    </w:div>
    <w:div w:id="1801725845">
      <w:bodyDiv w:val="1"/>
      <w:marLeft w:val="0"/>
      <w:marRight w:val="0"/>
      <w:marTop w:val="0"/>
      <w:marBottom w:val="0"/>
      <w:divBdr>
        <w:top w:val="none" w:sz="0" w:space="0" w:color="auto"/>
        <w:left w:val="none" w:sz="0" w:space="0" w:color="auto"/>
        <w:bottom w:val="none" w:sz="0" w:space="0" w:color="auto"/>
        <w:right w:val="none" w:sz="0" w:space="0" w:color="auto"/>
      </w:divBdr>
    </w:div>
    <w:div w:id="1802267813">
      <w:bodyDiv w:val="1"/>
      <w:marLeft w:val="0"/>
      <w:marRight w:val="0"/>
      <w:marTop w:val="0"/>
      <w:marBottom w:val="0"/>
      <w:divBdr>
        <w:top w:val="none" w:sz="0" w:space="0" w:color="auto"/>
        <w:left w:val="none" w:sz="0" w:space="0" w:color="auto"/>
        <w:bottom w:val="none" w:sz="0" w:space="0" w:color="auto"/>
        <w:right w:val="none" w:sz="0" w:space="0" w:color="auto"/>
      </w:divBdr>
    </w:div>
    <w:div w:id="1807549844">
      <w:bodyDiv w:val="1"/>
      <w:marLeft w:val="0"/>
      <w:marRight w:val="0"/>
      <w:marTop w:val="0"/>
      <w:marBottom w:val="0"/>
      <w:divBdr>
        <w:top w:val="none" w:sz="0" w:space="0" w:color="auto"/>
        <w:left w:val="none" w:sz="0" w:space="0" w:color="auto"/>
        <w:bottom w:val="none" w:sz="0" w:space="0" w:color="auto"/>
        <w:right w:val="none" w:sz="0" w:space="0" w:color="auto"/>
      </w:divBdr>
    </w:div>
    <w:div w:id="1810903019">
      <w:bodyDiv w:val="1"/>
      <w:marLeft w:val="0"/>
      <w:marRight w:val="0"/>
      <w:marTop w:val="0"/>
      <w:marBottom w:val="0"/>
      <w:divBdr>
        <w:top w:val="none" w:sz="0" w:space="0" w:color="auto"/>
        <w:left w:val="none" w:sz="0" w:space="0" w:color="auto"/>
        <w:bottom w:val="none" w:sz="0" w:space="0" w:color="auto"/>
        <w:right w:val="none" w:sz="0" w:space="0" w:color="auto"/>
      </w:divBdr>
    </w:div>
    <w:div w:id="1813521498">
      <w:bodyDiv w:val="1"/>
      <w:marLeft w:val="0"/>
      <w:marRight w:val="0"/>
      <w:marTop w:val="0"/>
      <w:marBottom w:val="0"/>
      <w:divBdr>
        <w:top w:val="none" w:sz="0" w:space="0" w:color="auto"/>
        <w:left w:val="none" w:sz="0" w:space="0" w:color="auto"/>
        <w:bottom w:val="none" w:sz="0" w:space="0" w:color="auto"/>
        <w:right w:val="none" w:sz="0" w:space="0" w:color="auto"/>
      </w:divBdr>
    </w:div>
    <w:div w:id="1816218944">
      <w:bodyDiv w:val="1"/>
      <w:marLeft w:val="0"/>
      <w:marRight w:val="0"/>
      <w:marTop w:val="0"/>
      <w:marBottom w:val="0"/>
      <w:divBdr>
        <w:top w:val="none" w:sz="0" w:space="0" w:color="auto"/>
        <w:left w:val="none" w:sz="0" w:space="0" w:color="auto"/>
        <w:bottom w:val="none" w:sz="0" w:space="0" w:color="auto"/>
        <w:right w:val="none" w:sz="0" w:space="0" w:color="auto"/>
      </w:divBdr>
    </w:div>
    <w:div w:id="1817213654">
      <w:bodyDiv w:val="1"/>
      <w:marLeft w:val="0"/>
      <w:marRight w:val="0"/>
      <w:marTop w:val="0"/>
      <w:marBottom w:val="0"/>
      <w:divBdr>
        <w:top w:val="none" w:sz="0" w:space="0" w:color="auto"/>
        <w:left w:val="none" w:sz="0" w:space="0" w:color="auto"/>
        <w:bottom w:val="none" w:sz="0" w:space="0" w:color="auto"/>
        <w:right w:val="none" w:sz="0" w:space="0" w:color="auto"/>
      </w:divBdr>
    </w:div>
    <w:div w:id="1827086006">
      <w:bodyDiv w:val="1"/>
      <w:marLeft w:val="0"/>
      <w:marRight w:val="0"/>
      <w:marTop w:val="0"/>
      <w:marBottom w:val="0"/>
      <w:divBdr>
        <w:top w:val="none" w:sz="0" w:space="0" w:color="auto"/>
        <w:left w:val="none" w:sz="0" w:space="0" w:color="auto"/>
        <w:bottom w:val="none" w:sz="0" w:space="0" w:color="auto"/>
        <w:right w:val="none" w:sz="0" w:space="0" w:color="auto"/>
      </w:divBdr>
    </w:div>
    <w:div w:id="1836214978">
      <w:bodyDiv w:val="1"/>
      <w:marLeft w:val="0"/>
      <w:marRight w:val="0"/>
      <w:marTop w:val="0"/>
      <w:marBottom w:val="0"/>
      <w:divBdr>
        <w:top w:val="none" w:sz="0" w:space="0" w:color="auto"/>
        <w:left w:val="none" w:sz="0" w:space="0" w:color="auto"/>
        <w:bottom w:val="none" w:sz="0" w:space="0" w:color="auto"/>
        <w:right w:val="none" w:sz="0" w:space="0" w:color="auto"/>
      </w:divBdr>
    </w:div>
    <w:div w:id="1841193795">
      <w:bodyDiv w:val="1"/>
      <w:marLeft w:val="0"/>
      <w:marRight w:val="0"/>
      <w:marTop w:val="0"/>
      <w:marBottom w:val="0"/>
      <w:divBdr>
        <w:top w:val="none" w:sz="0" w:space="0" w:color="auto"/>
        <w:left w:val="none" w:sz="0" w:space="0" w:color="auto"/>
        <w:bottom w:val="none" w:sz="0" w:space="0" w:color="auto"/>
        <w:right w:val="none" w:sz="0" w:space="0" w:color="auto"/>
      </w:divBdr>
    </w:div>
    <w:div w:id="1842046366">
      <w:bodyDiv w:val="1"/>
      <w:marLeft w:val="0"/>
      <w:marRight w:val="0"/>
      <w:marTop w:val="0"/>
      <w:marBottom w:val="0"/>
      <w:divBdr>
        <w:top w:val="none" w:sz="0" w:space="0" w:color="auto"/>
        <w:left w:val="none" w:sz="0" w:space="0" w:color="auto"/>
        <w:bottom w:val="none" w:sz="0" w:space="0" w:color="auto"/>
        <w:right w:val="none" w:sz="0" w:space="0" w:color="auto"/>
      </w:divBdr>
    </w:div>
    <w:div w:id="1842891499">
      <w:bodyDiv w:val="1"/>
      <w:marLeft w:val="0"/>
      <w:marRight w:val="0"/>
      <w:marTop w:val="0"/>
      <w:marBottom w:val="0"/>
      <w:divBdr>
        <w:top w:val="none" w:sz="0" w:space="0" w:color="auto"/>
        <w:left w:val="none" w:sz="0" w:space="0" w:color="auto"/>
        <w:bottom w:val="none" w:sz="0" w:space="0" w:color="auto"/>
        <w:right w:val="none" w:sz="0" w:space="0" w:color="auto"/>
      </w:divBdr>
    </w:div>
    <w:div w:id="1844197164">
      <w:bodyDiv w:val="1"/>
      <w:marLeft w:val="0"/>
      <w:marRight w:val="0"/>
      <w:marTop w:val="0"/>
      <w:marBottom w:val="0"/>
      <w:divBdr>
        <w:top w:val="none" w:sz="0" w:space="0" w:color="auto"/>
        <w:left w:val="none" w:sz="0" w:space="0" w:color="auto"/>
        <w:bottom w:val="none" w:sz="0" w:space="0" w:color="auto"/>
        <w:right w:val="none" w:sz="0" w:space="0" w:color="auto"/>
      </w:divBdr>
    </w:div>
    <w:div w:id="1847940088">
      <w:bodyDiv w:val="1"/>
      <w:marLeft w:val="0"/>
      <w:marRight w:val="0"/>
      <w:marTop w:val="0"/>
      <w:marBottom w:val="0"/>
      <w:divBdr>
        <w:top w:val="none" w:sz="0" w:space="0" w:color="auto"/>
        <w:left w:val="none" w:sz="0" w:space="0" w:color="auto"/>
        <w:bottom w:val="none" w:sz="0" w:space="0" w:color="auto"/>
        <w:right w:val="none" w:sz="0" w:space="0" w:color="auto"/>
      </w:divBdr>
    </w:div>
    <w:div w:id="1855994808">
      <w:bodyDiv w:val="1"/>
      <w:marLeft w:val="0"/>
      <w:marRight w:val="0"/>
      <w:marTop w:val="0"/>
      <w:marBottom w:val="0"/>
      <w:divBdr>
        <w:top w:val="none" w:sz="0" w:space="0" w:color="auto"/>
        <w:left w:val="none" w:sz="0" w:space="0" w:color="auto"/>
        <w:bottom w:val="none" w:sz="0" w:space="0" w:color="auto"/>
        <w:right w:val="none" w:sz="0" w:space="0" w:color="auto"/>
      </w:divBdr>
    </w:div>
    <w:div w:id="1856993913">
      <w:bodyDiv w:val="1"/>
      <w:marLeft w:val="0"/>
      <w:marRight w:val="0"/>
      <w:marTop w:val="0"/>
      <w:marBottom w:val="0"/>
      <w:divBdr>
        <w:top w:val="none" w:sz="0" w:space="0" w:color="auto"/>
        <w:left w:val="none" w:sz="0" w:space="0" w:color="auto"/>
        <w:bottom w:val="none" w:sz="0" w:space="0" w:color="auto"/>
        <w:right w:val="none" w:sz="0" w:space="0" w:color="auto"/>
      </w:divBdr>
    </w:div>
    <w:div w:id="1864778305">
      <w:bodyDiv w:val="1"/>
      <w:marLeft w:val="0"/>
      <w:marRight w:val="0"/>
      <w:marTop w:val="0"/>
      <w:marBottom w:val="0"/>
      <w:divBdr>
        <w:top w:val="none" w:sz="0" w:space="0" w:color="auto"/>
        <w:left w:val="none" w:sz="0" w:space="0" w:color="auto"/>
        <w:bottom w:val="none" w:sz="0" w:space="0" w:color="auto"/>
        <w:right w:val="none" w:sz="0" w:space="0" w:color="auto"/>
      </w:divBdr>
    </w:div>
    <w:div w:id="1865559747">
      <w:bodyDiv w:val="1"/>
      <w:marLeft w:val="0"/>
      <w:marRight w:val="0"/>
      <w:marTop w:val="0"/>
      <w:marBottom w:val="0"/>
      <w:divBdr>
        <w:top w:val="none" w:sz="0" w:space="0" w:color="auto"/>
        <w:left w:val="none" w:sz="0" w:space="0" w:color="auto"/>
        <w:bottom w:val="none" w:sz="0" w:space="0" w:color="auto"/>
        <w:right w:val="none" w:sz="0" w:space="0" w:color="auto"/>
      </w:divBdr>
    </w:div>
    <w:div w:id="1873614270">
      <w:bodyDiv w:val="1"/>
      <w:marLeft w:val="0"/>
      <w:marRight w:val="0"/>
      <w:marTop w:val="0"/>
      <w:marBottom w:val="0"/>
      <w:divBdr>
        <w:top w:val="none" w:sz="0" w:space="0" w:color="auto"/>
        <w:left w:val="none" w:sz="0" w:space="0" w:color="auto"/>
        <w:bottom w:val="none" w:sz="0" w:space="0" w:color="auto"/>
        <w:right w:val="none" w:sz="0" w:space="0" w:color="auto"/>
      </w:divBdr>
    </w:div>
    <w:div w:id="1889296586">
      <w:bodyDiv w:val="1"/>
      <w:marLeft w:val="0"/>
      <w:marRight w:val="0"/>
      <w:marTop w:val="0"/>
      <w:marBottom w:val="0"/>
      <w:divBdr>
        <w:top w:val="none" w:sz="0" w:space="0" w:color="auto"/>
        <w:left w:val="none" w:sz="0" w:space="0" w:color="auto"/>
        <w:bottom w:val="none" w:sz="0" w:space="0" w:color="auto"/>
        <w:right w:val="none" w:sz="0" w:space="0" w:color="auto"/>
      </w:divBdr>
    </w:div>
    <w:div w:id="1889804292">
      <w:bodyDiv w:val="1"/>
      <w:marLeft w:val="0"/>
      <w:marRight w:val="0"/>
      <w:marTop w:val="0"/>
      <w:marBottom w:val="0"/>
      <w:divBdr>
        <w:top w:val="none" w:sz="0" w:space="0" w:color="auto"/>
        <w:left w:val="none" w:sz="0" w:space="0" w:color="auto"/>
        <w:bottom w:val="none" w:sz="0" w:space="0" w:color="auto"/>
        <w:right w:val="none" w:sz="0" w:space="0" w:color="auto"/>
      </w:divBdr>
    </w:div>
    <w:div w:id="1895659150">
      <w:bodyDiv w:val="1"/>
      <w:marLeft w:val="0"/>
      <w:marRight w:val="0"/>
      <w:marTop w:val="0"/>
      <w:marBottom w:val="0"/>
      <w:divBdr>
        <w:top w:val="none" w:sz="0" w:space="0" w:color="auto"/>
        <w:left w:val="none" w:sz="0" w:space="0" w:color="auto"/>
        <w:bottom w:val="none" w:sz="0" w:space="0" w:color="auto"/>
        <w:right w:val="none" w:sz="0" w:space="0" w:color="auto"/>
      </w:divBdr>
    </w:div>
    <w:div w:id="1902326559">
      <w:bodyDiv w:val="1"/>
      <w:marLeft w:val="0"/>
      <w:marRight w:val="0"/>
      <w:marTop w:val="0"/>
      <w:marBottom w:val="0"/>
      <w:divBdr>
        <w:top w:val="none" w:sz="0" w:space="0" w:color="auto"/>
        <w:left w:val="none" w:sz="0" w:space="0" w:color="auto"/>
        <w:bottom w:val="none" w:sz="0" w:space="0" w:color="auto"/>
        <w:right w:val="none" w:sz="0" w:space="0" w:color="auto"/>
      </w:divBdr>
    </w:div>
    <w:div w:id="1914508989">
      <w:bodyDiv w:val="1"/>
      <w:marLeft w:val="0"/>
      <w:marRight w:val="0"/>
      <w:marTop w:val="0"/>
      <w:marBottom w:val="0"/>
      <w:divBdr>
        <w:top w:val="none" w:sz="0" w:space="0" w:color="auto"/>
        <w:left w:val="none" w:sz="0" w:space="0" w:color="auto"/>
        <w:bottom w:val="none" w:sz="0" w:space="0" w:color="auto"/>
        <w:right w:val="none" w:sz="0" w:space="0" w:color="auto"/>
      </w:divBdr>
    </w:div>
    <w:div w:id="1915817050">
      <w:bodyDiv w:val="1"/>
      <w:marLeft w:val="0"/>
      <w:marRight w:val="0"/>
      <w:marTop w:val="0"/>
      <w:marBottom w:val="0"/>
      <w:divBdr>
        <w:top w:val="none" w:sz="0" w:space="0" w:color="auto"/>
        <w:left w:val="none" w:sz="0" w:space="0" w:color="auto"/>
        <w:bottom w:val="none" w:sz="0" w:space="0" w:color="auto"/>
        <w:right w:val="none" w:sz="0" w:space="0" w:color="auto"/>
      </w:divBdr>
    </w:div>
    <w:div w:id="1918590395">
      <w:bodyDiv w:val="1"/>
      <w:marLeft w:val="0"/>
      <w:marRight w:val="0"/>
      <w:marTop w:val="0"/>
      <w:marBottom w:val="0"/>
      <w:divBdr>
        <w:top w:val="none" w:sz="0" w:space="0" w:color="auto"/>
        <w:left w:val="none" w:sz="0" w:space="0" w:color="auto"/>
        <w:bottom w:val="none" w:sz="0" w:space="0" w:color="auto"/>
        <w:right w:val="none" w:sz="0" w:space="0" w:color="auto"/>
      </w:divBdr>
    </w:div>
    <w:div w:id="1938516837">
      <w:bodyDiv w:val="1"/>
      <w:marLeft w:val="0"/>
      <w:marRight w:val="0"/>
      <w:marTop w:val="0"/>
      <w:marBottom w:val="0"/>
      <w:divBdr>
        <w:top w:val="none" w:sz="0" w:space="0" w:color="auto"/>
        <w:left w:val="none" w:sz="0" w:space="0" w:color="auto"/>
        <w:bottom w:val="none" w:sz="0" w:space="0" w:color="auto"/>
        <w:right w:val="none" w:sz="0" w:space="0" w:color="auto"/>
      </w:divBdr>
    </w:div>
    <w:div w:id="1942951646">
      <w:bodyDiv w:val="1"/>
      <w:marLeft w:val="0"/>
      <w:marRight w:val="0"/>
      <w:marTop w:val="0"/>
      <w:marBottom w:val="0"/>
      <w:divBdr>
        <w:top w:val="none" w:sz="0" w:space="0" w:color="auto"/>
        <w:left w:val="none" w:sz="0" w:space="0" w:color="auto"/>
        <w:bottom w:val="none" w:sz="0" w:space="0" w:color="auto"/>
        <w:right w:val="none" w:sz="0" w:space="0" w:color="auto"/>
      </w:divBdr>
    </w:div>
    <w:div w:id="1958288723">
      <w:bodyDiv w:val="1"/>
      <w:marLeft w:val="0"/>
      <w:marRight w:val="0"/>
      <w:marTop w:val="0"/>
      <w:marBottom w:val="0"/>
      <w:divBdr>
        <w:top w:val="none" w:sz="0" w:space="0" w:color="auto"/>
        <w:left w:val="none" w:sz="0" w:space="0" w:color="auto"/>
        <w:bottom w:val="none" w:sz="0" w:space="0" w:color="auto"/>
        <w:right w:val="none" w:sz="0" w:space="0" w:color="auto"/>
      </w:divBdr>
    </w:div>
    <w:div w:id="1963417538">
      <w:bodyDiv w:val="1"/>
      <w:marLeft w:val="0"/>
      <w:marRight w:val="0"/>
      <w:marTop w:val="0"/>
      <w:marBottom w:val="0"/>
      <w:divBdr>
        <w:top w:val="none" w:sz="0" w:space="0" w:color="auto"/>
        <w:left w:val="none" w:sz="0" w:space="0" w:color="auto"/>
        <w:bottom w:val="none" w:sz="0" w:space="0" w:color="auto"/>
        <w:right w:val="none" w:sz="0" w:space="0" w:color="auto"/>
      </w:divBdr>
    </w:div>
    <w:div w:id="1965497970">
      <w:bodyDiv w:val="1"/>
      <w:marLeft w:val="0"/>
      <w:marRight w:val="0"/>
      <w:marTop w:val="0"/>
      <w:marBottom w:val="0"/>
      <w:divBdr>
        <w:top w:val="none" w:sz="0" w:space="0" w:color="auto"/>
        <w:left w:val="none" w:sz="0" w:space="0" w:color="auto"/>
        <w:bottom w:val="none" w:sz="0" w:space="0" w:color="auto"/>
        <w:right w:val="none" w:sz="0" w:space="0" w:color="auto"/>
      </w:divBdr>
    </w:div>
    <w:div w:id="1965846987">
      <w:bodyDiv w:val="1"/>
      <w:marLeft w:val="0"/>
      <w:marRight w:val="0"/>
      <w:marTop w:val="0"/>
      <w:marBottom w:val="0"/>
      <w:divBdr>
        <w:top w:val="none" w:sz="0" w:space="0" w:color="auto"/>
        <w:left w:val="none" w:sz="0" w:space="0" w:color="auto"/>
        <w:bottom w:val="none" w:sz="0" w:space="0" w:color="auto"/>
        <w:right w:val="none" w:sz="0" w:space="0" w:color="auto"/>
      </w:divBdr>
    </w:div>
    <w:div w:id="1967463735">
      <w:bodyDiv w:val="1"/>
      <w:marLeft w:val="0"/>
      <w:marRight w:val="0"/>
      <w:marTop w:val="0"/>
      <w:marBottom w:val="0"/>
      <w:divBdr>
        <w:top w:val="none" w:sz="0" w:space="0" w:color="auto"/>
        <w:left w:val="none" w:sz="0" w:space="0" w:color="auto"/>
        <w:bottom w:val="none" w:sz="0" w:space="0" w:color="auto"/>
        <w:right w:val="none" w:sz="0" w:space="0" w:color="auto"/>
      </w:divBdr>
    </w:div>
    <w:div w:id="1971202454">
      <w:bodyDiv w:val="1"/>
      <w:marLeft w:val="0"/>
      <w:marRight w:val="0"/>
      <w:marTop w:val="0"/>
      <w:marBottom w:val="0"/>
      <w:divBdr>
        <w:top w:val="none" w:sz="0" w:space="0" w:color="auto"/>
        <w:left w:val="none" w:sz="0" w:space="0" w:color="auto"/>
        <w:bottom w:val="none" w:sz="0" w:space="0" w:color="auto"/>
        <w:right w:val="none" w:sz="0" w:space="0" w:color="auto"/>
      </w:divBdr>
    </w:div>
    <w:div w:id="1971747272">
      <w:bodyDiv w:val="1"/>
      <w:marLeft w:val="0"/>
      <w:marRight w:val="0"/>
      <w:marTop w:val="0"/>
      <w:marBottom w:val="0"/>
      <w:divBdr>
        <w:top w:val="none" w:sz="0" w:space="0" w:color="auto"/>
        <w:left w:val="none" w:sz="0" w:space="0" w:color="auto"/>
        <w:bottom w:val="none" w:sz="0" w:space="0" w:color="auto"/>
        <w:right w:val="none" w:sz="0" w:space="0" w:color="auto"/>
      </w:divBdr>
    </w:div>
    <w:div w:id="1972710439">
      <w:bodyDiv w:val="1"/>
      <w:marLeft w:val="0"/>
      <w:marRight w:val="0"/>
      <w:marTop w:val="0"/>
      <w:marBottom w:val="0"/>
      <w:divBdr>
        <w:top w:val="none" w:sz="0" w:space="0" w:color="auto"/>
        <w:left w:val="none" w:sz="0" w:space="0" w:color="auto"/>
        <w:bottom w:val="none" w:sz="0" w:space="0" w:color="auto"/>
        <w:right w:val="none" w:sz="0" w:space="0" w:color="auto"/>
      </w:divBdr>
      <w:divsChild>
        <w:div w:id="74670165">
          <w:marLeft w:val="950"/>
          <w:marRight w:val="0"/>
          <w:marTop w:val="0"/>
          <w:marBottom w:val="0"/>
          <w:divBdr>
            <w:top w:val="none" w:sz="0" w:space="0" w:color="auto"/>
            <w:left w:val="none" w:sz="0" w:space="0" w:color="auto"/>
            <w:bottom w:val="none" w:sz="0" w:space="0" w:color="auto"/>
            <w:right w:val="none" w:sz="0" w:space="0" w:color="auto"/>
          </w:divBdr>
        </w:div>
        <w:div w:id="1690252261">
          <w:marLeft w:val="950"/>
          <w:marRight w:val="0"/>
          <w:marTop w:val="0"/>
          <w:marBottom w:val="0"/>
          <w:divBdr>
            <w:top w:val="none" w:sz="0" w:space="0" w:color="auto"/>
            <w:left w:val="none" w:sz="0" w:space="0" w:color="auto"/>
            <w:bottom w:val="none" w:sz="0" w:space="0" w:color="auto"/>
            <w:right w:val="none" w:sz="0" w:space="0" w:color="auto"/>
          </w:divBdr>
        </w:div>
      </w:divsChild>
    </w:div>
    <w:div w:id="1980916246">
      <w:bodyDiv w:val="1"/>
      <w:marLeft w:val="0"/>
      <w:marRight w:val="0"/>
      <w:marTop w:val="0"/>
      <w:marBottom w:val="0"/>
      <w:divBdr>
        <w:top w:val="none" w:sz="0" w:space="0" w:color="auto"/>
        <w:left w:val="none" w:sz="0" w:space="0" w:color="auto"/>
        <w:bottom w:val="none" w:sz="0" w:space="0" w:color="auto"/>
        <w:right w:val="none" w:sz="0" w:space="0" w:color="auto"/>
      </w:divBdr>
    </w:div>
    <w:div w:id="1988589562">
      <w:bodyDiv w:val="1"/>
      <w:marLeft w:val="0"/>
      <w:marRight w:val="0"/>
      <w:marTop w:val="0"/>
      <w:marBottom w:val="0"/>
      <w:divBdr>
        <w:top w:val="none" w:sz="0" w:space="0" w:color="auto"/>
        <w:left w:val="none" w:sz="0" w:space="0" w:color="auto"/>
        <w:bottom w:val="none" w:sz="0" w:space="0" w:color="auto"/>
        <w:right w:val="none" w:sz="0" w:space="0" w:color="auto"/>
      </w:divBdr>
    </w:div>
    <w:div w:id="1989286511">
      <w:bodyDiv w:val="1"/>
      <w:marLeft w:val="0"/>
      <w:marRight w:val="0"/>
      <w:marTop w:val="0"/>
      <w:marBottom w:val="0"/>
      <w:divBdr>
        <w:top w:val="none" w:sz="0" w:space="0" w:color="auto"/>
        <w:left w:val="none" w:sz="0" w:space="0" w:color="auto"/>
        <w:bottom w:val="none" w:sz="0" w:space="0" w:color="auto"/>
        <w:right w:val="none" w:sz="0" w:space="0" w:color="auto"/>
      </w:divBdr>
    </w:div>
    <w:div w:id="1991054069">
      <w:bodyDiv w:val="1"/>
      <w:marLeft w:val="0"/>
      <w:marRight w:val="0"/>
      <w:marTop w:val="0"/>
      <w:marBottom w:val="0"/>
      <w:divBdr>
        <w:top w:val="none" w:sz="0" w:space="0" w:color="auto"/>
        <w:left w:val="none" w:sz="0" w:space="0" w:color="auto"/>
        <w:bottom w:val="none" w:sz="0" w:space="0" w:color="auto"/>
        <w:right w:val="none" w:sz="0" w:space="0" w:color="auto"/>
      </w:divBdr>
    </w:div>
    <w:div w:id="2012023493">
      <w:bodyDiv w:val="1"/>
      <w:marLeft w:val="0"/>
      <w:marRight w:val="0"/>
      <w:marTop w:val="0"/>
      <w:marBottom w:val="0"/>
      <w:divBdr>
        <w:top w:val="none" w:sz="0" w:space="0" w:color="auto"/>
        <w:left w:val="none" w:sz="0" w:space="0" w:color="auto"/>
        <w:bottom w:val="none" w:sz="0" w:space="0" w:color="auto"/>
        <w:right w:val="none" w:sz="0" w:space="0" w:color="auto"/>
      </w:divBdr>
    </w:div>
    <w:div w:id="2012029702">
      <w:bodyDiv w:val="1"/>
      <w:marLeft w:val="0"/>
      <w:marRight w:val="0"/>
      <w:marTop w:val="0"/>
      <w:marBottom w:val="0"/>
      <w:divBdr>
        <w:top w:val="none" w:sz="0" w:space="0" w:color="auto"/>
        <w:left w:val="none" w:sz="0" w:space="0" w:color="auto"/>
        <w:bottom w:val="none" w:sz="0" w:space="0" w:color="auto"/>
        <w:right w:val="none" w:sz="0" w:space="0" w:color="auto"/>
      </w:divBdr>
    </w:div>
    <w:div w:id="2013222204">
      <w:bodyDiv w:val="1"/>
      <w:marLeft w:val="0"/>
      <w:marRight w:val="0"/>
      <w:marTop w:val="0"/>
      <w:marBottom w:val="0"/>
      <w:divBdr>
        <w:top w:val="none" w:sz="0" w:space="0" w:color="auto"/>
        <w:left w:val="none" w:sz="0" w:space="0" w:color="auto"/>
        <w:bottom w:val="none" w:sz="0" w:space="0" w:color="auto"/>
        <w:right w:val="none" w:sz="0" w:space="0" w:color="auto"/>
      </w:divBdr>
    </w:div>
    <w:div w:id="2014992385">
      <w:bodyDiv w:val="1"/>
      <w:marLeft w:val="0"/>
      <w:marRight w:val="0"/>
      <w:marTop w:val="0"/>
      <w:marBottom w:val="0"/>
      <w:divBdr>
        <w:top w:val="none" w:sz="0" w:space="0" w:color="auto"/>
        <w:left w:val="none" w:sz="0" w:space="0" w:color="auto"/>
        <w:bottom w:val="none" w:sz="0" w:space="0" w:color="auto"/>
        <w:right w:val="none" w:sz="0" w:space="0" w:color="auto"/>
      </w:divBdr>
    </w:div>
    <w:div w:id="2019647881">
      <w:bodyDiv w:val="1"/>
      <w:marLeft w:val="0"/>
      <w:marRight w:val="0"/>
      <w:marTop w:val="0"/>
      <w:marBottom w:val="0"/>
      <w:divBdr>
        <w:top w:val="none" w:sz="0" w:space="0" w:color="auto"/>
        <w:left w:val="none" w:sz="0" w:space="0" w:color="auto"/>
        <w:bottom w:val="none" w:sz="0" w:space="0" w:color="auto"/>
        <w:right w:val="none" w:sz="0" w:space="0" w:color="auto"/>
      </w:divBdr>
    </w:div>
    <w:div w:id="2028674665">
      <w:bodyDiv w:val="1"/>
      <w:marLeft w:val="0"/>
      <w:marRight w:val="0"/>
      <w:marTop w:val="0"/>
      <w:marBottom w:val="0"/>
      <w:divBdr>
        <w:top w:val="none" w:sz="0" w:space="0" w:color="auto"/>
        <w:left w:val="none" w:sz="0" w:space="0" w:color="auto"/>
        <w:bottom w:val="none" w:sz="0" w:space="0" w:color="auto"/>
        <w:right w:val="none" w:sz="0" w:space="0" w:color="auto"/>
      </w:divBdr>
    </w:div>
    <w:div w:id="2033337812">
      <w:bodyDiv w:val="1"/>
      <w:marLeft w:val="0"/>
      <w:marRight w:val="0"/>
      <w:marTop w:val="0"/>
      <w:marBottom w:val="0"/>
      <w:divBdr>
        <w:top w:val="none" w:sz="0" w:space="0" w:color="auto"/>
        <w:left w:val="none" w:sz="0" w:space="0" w:color="auto"/>
        <w:bottom w:val="none" w:sz="0" w:space="0" w:color="auto"/>
        <w:right w:val="none" w:sz="0" w:space="0" w:color="auto"/>
      </w:divBdr>
    </w:div>
    <w:div w:id="2036272508">
      <w:bodyDiv w:val="1"/>
      <w:marLeft w:val="0"/>
      <w:marRight w:val="0"/>
      <w:marTop w:val="0"/>
      <w:marBottom w:val="0"/>
      <w:divBdr>
        <w:top w:val="none" w:sz="0" w:space="0" w:color="auto"/>
        <w:left w:val="none" w:sz="0" w:space="0" w:color="auto"/>
        <w:bottom w:val="none" w:sz="0" w:space="0" w:color="auto"/>
        <w:right w:val="none" w:sz="0" w:space="0" w:color="auto"/>
      </w:divBdr>
    </w:div>
    <w:div w:id="2036425611">
      <w:bodyDiv w:val="1"/>
      <w:marLeft w:val="0"/>
      <w:marRight w:val="0"/>
      <w:marTop w:val="0"/>
      <w:marBottom w:val="0"/>
      <w:divBdr>
        <w:top w:val="none" w:sz="0" w:space="0" w:color="auto"/>
        <w:left w:val="none" w:sz="0" w:space="0" w:color="auto"/>
        <w:bottom w:val="none" w:sz="0" w:space="0" w:color="auto"/>
        <w:right w:val="none" w:sz="0" w:space="0" w:color="auto"/>
      </w:divBdr>
    </w:div>
    <w:div w:id="2037653306">
      <w:bodyDiv w:val="1"/>
      <w:marLeft w:val="0"/>
      <w:marRight w:val="0"/>
      <w:marTop w:val="0"/>
      <w:marBottom w:val="0"/>
      <w:divBdr>
        <w:top w:val="none" w:sz="0" w:space="0" w:color="auto"/>
        <w:left w:val="none" w:sz="0" w:space="0" w:color="auto"/>
        <w:bottom w:val="none" w:sz="0" w:space="0" w:color="auto"/>
        <w:right w:val="none" w:sz="0" w:space="0" w:color="auto"/>
      </w:divBdr>
    </w:div>
    <w:div w:id="2038046642">
      <w:bodyDiv w:val="1"/>
      <w:marLeft w:val="0"/>
      <w:marRight w:val="0"/>
      <w:marTop w:val="0"/>
      <w:marBottom w:val="0"/>
      <w:divBdr>
        <w:top w:val="none" w:sz="0" w:space="0" w:color="auto"/>
        <w:left w:val="none" w:sz="0" w:space="0" w:color="auto"/>
        <w:bottom w:val="none" w:sz="0" w:space="0" w:color="auto"/>
        <w:right w:val="none" w:sz="0" w:space="0" w:color="auto"/>
      </w:divBdr>
    </w:div>
    <w:div w:id="2039626308">
      <w:bodyDiv w:val="1"/>
      <w:marLeft w:val="0"/>
      <w:marRight w:val="0"/>
      <w:marTop w:val="0"/>
      <w:marBottom w:val="0"/>
      <w:divBdr>
        <w:top w:val="none" w:sz="0" w:space="0" w:color="auto"/>
        <w:left w:val="none" w:sz="0" w:space="0" w:color="auto"/>
        <w:bottom w:val="none" w:sz="0" w:space="0" w:color="auto"/>
        <w:right w:val="none" w:sz="0" w:space="0" w:color="auto"/>
      </w:divBdr>
    </w:div>
    <w:div w:id="2041930420">
      <w:bodyDiv w:val="1"/>
      <w:marLeft w:val="0"/>
      <w:marRight w:val="0"/>
      <w:marTop w:val="0"/>
      <w:marBottom w:val="0"/>
      <w:divBdr>
        <w:top w:val="none" w:sz="0" w:space="0" w:color="auto"/>
        <w:left w:val="none" w:sz="0" w:space="0" w:color="auto"/>
        <w:bottom w:val="none" w:sz="0" w:space="0" w:color="auto"/>
        <w:right w:val="none" w:sz="0" w:space="0" w:color="auto"/>
      </w:divBdr>
    </w:div>
    <w:div w:id="2042394627">
      <w:bodyDiv w:val="1"/>
      <w:marLeft w:val="0"/>
      <w:marRight w:val="0"/>
      <w:marTop w:val="0"/>
      <w:marBottom w:val="0"/>
      <w:divBdr>
        <w:top w:val="none" w:sz="0" w:space="0" w:color="auto"/>
        <w:left w:val="none" w:sz="0" w:space="0" w:color="auto"/>
        <w:bottom w:val="none" w:sz="0" w:space="0" w:color="auto"/>
        <w:right w:val="none" w:sz="0" w:space="0" w:color="auto"/>
      </w:divBdr>
    </w:div>
    <w:div w:id="2044210305">
      <w:bodyDiv w:val="1"/>
      <w:marLeft w:val="0"/>
      <w:marRight w:val="0"/>
      <w:marTop w:val="0"/>
      <w:marBottom w:val="0"/>
      <w:divBdr>
        <w:top w:val="none" w:sz="0" w:space="0" w:color="auto"/>
        <w:left w:val="none" w:sz="0" w:space="0" w:color="auto"/>
        <w:bottom w:val="none" w:sz="0" w:space="0" w:color="auto"/>
        <w:right w:val="none" w:sz="0" w:space="0" w:color="auto"/>
      </w:divBdr>
    </w:div>
    <w:div w:id="2045907596">
      <w:bodyDiv w:val="1"/>
      <w:marLeft w:val="0"/>
      <w:marRight w:val="0"/>
      <w:marTop w:val="0"/>
      <w:marBottom w:val="0"/>
      <w:divBdr>
        <w:top w:val="none" w:sz="0" w:space="0" w:color="auto"/>
        <w:left w:val="none" w:sz="0" w:space="0" w:color="auto"/>
        <w:bottom w:val="none" w:sz="0" w:space="0" w:color="auto"/>
        <w:right w:val="none" w:sz="0" w:space="0" w:color="auto"/>
      </w:divBdr>
    </w:div>
    <w:div w:id="2046976957">
      <w:bodyDiv w:val="1"/>
      <w:marLeft w:val="0"/>
      <w:marRight w:val="0"/>
      <w:marTop w:val="0"/>
      <w:marBottom w:val="0"/>
      <w:divBdr>
        <w:top w:val="none" w:sz="0" w:space="0" w:color="auto"/>
        <w:left w:val="none" w:sz="0" w:space="0" w:color="auto"/>
        <w:bottom w:val="none" w:sz="0" w:space="0" w:color="auto"/>
        <w:right w:val="none" w:sz="0" w:space="0" w:color="auto"/>
      </w:divBdr>
    </w:div>
    <w:div w:id="2047830512">
      <w:bodyDiv w:val="1"/>
      <w:marLeft w:val="0"/>
      <w:marRight w:val="0"/>
      <w:marTop w:val="0"/>
      <w:marBottom w:val="0"/>
      <w:divBdr>
        <w:top w:val="none" w:sz="0" w:space="0" w:color="auto"/>
        <w:left w:val="none" w:sz="0" w:space="0" w:color="auto"/>
        <w:bottom w:val="none" w:sz="0" w:space="0" w:color="auto"/>
        <w:right w:val="none" w:sz="0" w:space="0" w:color="auto"/>
      </w:divBdr>
    </w:div>
    <w:div w:id="2052606130">
      <w:bodyDiv w:val="1"/>
      <w:marLeft w:val="0"/>
      <w:marRight w:val="0"/>
      <w:marTop w:val="0"/>
      <w:marBottom w:val="0"/>
      <w:divBdr>
        <w:top w:val="none" w:sz="0" w:space="0" w:color="auto"/>
        <w:left w:val="none" w:sz="0" w:space="0" w:color="auto"/>
        <w:bottom w:val="none" w:sz="0" w:space="0" w:color="auto"/>
        <w:right w:val="none" w:sz="0" w:space="0" w:color="auto"/>
      </w:divBdr>
    </w:div>
    <w:div w:id="2060090732">
      <w:bodyDiv w:val="1"/>
      <w:marLeft w:val="0"/>
      <w:marRight w:val="0"/>
      <w:marTop w:val="0"/>
      <w:marBottom w:val="0"/>
      <w:divBdr>
        <w:top w:val="none" w:sz="0" w:space="0" w:color="auto"/>
        <w:left w:val="none" w:sz="0" w:space="0" w:color="auto"/>
        <w:bottom w:val="none" w:sz="0" w:space="0" w:color="auto"/>
        <w:right w:val="none" w:sz="0" w:space="0" w:color="auto"/>
      </w:divBdr>
    </w:div>
    <w:div w:id="2066906652">
      <w:bodyDiv w:val="1"/>
      <w:marLeft w:val="0"/>
      <w:marRight w:val="0"/>
      <w:marTop w:val="0"/>
      <w:marBottom w:val="0"/>
      <w:divBdr>
        <w:top w:val="none" w:sz="0" w:space="0" w:color="auto"/>
        <w:left w:val="none" w:sz="0" w:space="0" w:color="auto"/>
        <w:bottom w:val="none" w:sz="0" w:space="0" w:color="auto"/>
        <w:right w:val="none" w:sz="0" w:space="0" w:color="auto"/>
      </w:divBdr>
    </w:div>
    <w:div w:id="2068718443">
      <w:bodyDiv w:val="1"/>
      <w:marLeft w:val="0"/>
      <w:marRight w:val="0"/>
      <w:marTop w:val="0"/>
      <w:marBottom w:val="0"/>
      <w:divBdr>
        <w:top w:val="none" w:sz="0" w:space="0" w:color="auto"/>
        <w:left w:val="none" w:sz="0" w:space="0" w:color="auto"/>
        <w:bottom w:val="none" w:sz="0" w:space="0" w:color="auto"/>
        <w:right w:val="none" w:sz="0" w:space="0" w:color="auto"/>
      </w:divBdr>
    </w:div>
    <w:div w:id="2077582832">
      <w:bodyDiv w:val="1"/>
      <w:marLeft w:val="0"/>
      <w:marRight w:val="0"/>
      <w:marTop w:val="0"/>
      <w:marBottom w:val="0"/>
      <w:divBdr>
        <w:top w:val="none" w:sz="0" w:space="0" w:color="auto"/>
        <w:left w:val="none" w:sz="0" w:space="0" w:color="auto"/>
        <w:bottom w:val="none" w:sz="0" w:space="0" w:color="auto"/>
        <w:right w:val="none" w:sz="0" w:space="0" w:color="auto"/>
      </w:divBdr>
    </w:div>
    <w:div w:id="2079329174">
      <w:bodyDiv w:val="1"/>
      <w:marLeft w:val="0"/>
      <w:marRight w:val="0"/>
      <w:marTop w:val="0"/>
      <w:marBottom w:val="0"/>
      <w:divBdr>
        <w:top w:val="none" w:sz="0" w:space="0" w:color="auto"/>
        <w:left w:val="none" w:sz="0" w:space="0" w:color="auto"/>
        <w:bottom w:val="none" w:sz="0" w:space="0" w:color="auto"/>
        <w:right w:val="none" w:sz="0" w:space="0" w:color="auto"/>
      </w:divBdr>
    </w:div>
    <w:div w:id="2091269109">
      <w:bodyDiv w:val="1"/>
      <w:marLeft w:val="0"/>
      <w:marRight w:val="0"/>
      <w:marTop w:val="0"/>
      <w:marBottom w:val="0"/>
      <w:divBdr>
        <w:top w:val="none" w:sz="0" w:space="0" w:color="auto"/>
        <w:left w:val="none" w:sz="0" w:space="0" w:color="auto"/>
        <w:bottom w:val="none" w:sz="0" w:space="0" w:color="auto"/>
        <w:right w:val="none" w:sz="0" w:space="0" w:color="auto"/>
      </w:divBdr>
    </w:div>
    <w:div w:id="2094233833">
      <w:bodyDiv w:val="1"/>
      <w:marLeft w:val="0"/>
      <w:marRight w:val="0"/>
      <w:marTop w:val="0"/>
      <w:marBottom w:val="0"/>
      <w:divBdr>
        <w:top w:val="none" w:sz="0" w:space="0" w:color="auto"/>
        <w:left w:val="none" w:sz="0" w:space="0" w:color="auto"/>
        <w:bottom w:val="none" w:sz="0" w:space="0" w:color="auto"/>
        <w:right w:val="none" w:sz="0" w:space="0" w:color="auto"/>
      </w:divBdr>
    </w:div>
    <w:div w:id="2096247035">
      <w:bodyDiv w:val="1"/>
      <w:marLeft w:val="0"/>
      <w:marRight w:val="0"/>
      <w:marTop w:val="0"/>
      <w:marBottom w:val="0"/>
      <w:divBdr>
        <w:top w:val="none" w:sz="0" w:space="0" w:color="auto"/>
        <w:left w:val="none" w:sz="0" w:space="0" w:color="auto"/>
        <w:bottom w:val="none" w:sz="0" w:space="0" w:color="auto"/>
        <w:right w:val="none" w:sz="0" w:space="0" w:color="auto"/>
      </w:divBdr>
    </w:div>
    <w:div w:id="2098019012">
      <w:bodyDiv w:val="1"/>
      <w:marLeft w:val="0"/>
      <w:marRight w:val="0"/>
      <w:marTop w:val="0"/>
      <w:marBottom w:val="0"/>
      <w:divBdr>
        <w:top w:val="none" w:sz="0" w:space="0" w:color="auto"/>
        <w:left w:val="none" w:sz="0" w:space="0" w:color="auto"/>
        <w:bottom w:val="none" w:sz="0" w:space="0" w:color="auto"/>
        <w:right w:val="none" w:sz="0" w:space="0" w:color="auto"/>
      </w:divBdr>
      <w:divsChild>
        <w:div w:id="59179093">
          <w:marLeft w:val="446"/>
          <w:marRight w:val="0"/>
          <w:marTop w:val="0"/>
          <w:marBottom w:val="0"/>
          <w:divBdr>
            <w:top w:val="none" w:sz="0" w:space="0" w:color="auto"/>
            <w:left w:val="none" w:sz="0" w:space="0" w:color="auto"/>
            <w:bottom w:val="none" w:sz="0" w:space="0" w:color="auto"/>
            <w:right w:val="none" w:sz="0" w:space="0" w:color="auto"/>
          </w:divBdr>
        </w:div>
        <w:div w:id="830173602">
          <w:marLeft w:val="446"/>
          <w:marRight w:val="0"/>
          <w:marTop w:val="0"/>
          <w:marBottom w:val="0"/>
          <w:divBdr>
            <w:top w:val="none" w:sz="0" w:space="0" w:color="auto"/>
            <w:left w:val="none" w:sz="0" w:space="0" w:color="auto"/>
            <w:bottom w:val="none" w:sz="0" w:space="0" w:color="auto"/>
            <w:right w:val="none" w:sz="0" w:space="0" w:color="auto"/>
          </w:divBdr>
        </w:div>
        <w:div w:id="927496497">
          <w:marLeft w:val="274"/>
          <w:marRight w:val="0"/>
          <w:marTop w:val="0"/>
          <w:marBottom w:val="0"/>
          <w:divBdr>
            <w:top w:val="none" w:sz="0" w:space="0" w:color="auto"/>
            <w:left w:val="none" w:sz="0" w:space="0" w:color="auto"/>
            <w:bottom w:val="none" w:sz="0" w:space="0" w:color="auto"/>
            <w:right w:val="none" w:sz="0" w:space="0" w:color="auto"/>
          </w:divBdr>
        </w:div>
        <w:div w:id="1391463277">
          <w:marLeft w:val="360"/>
          <w:marRight w:val="0"/>
          <w:marTop w:val="0"/>
          <w:marBottom w:val="0"/>
          <w:divBdr>
            <w:top w:val="none" w:sz="0" w:space="0" w:color="auto"/>
            <w:left w:val="none" w:sz="0" w:space="0" w:color="auto"/>
            <w:bottom w:val="none" w:sz="0" w:space="0" w:color="auto"/>
            <w:right w:val="none" w:sz="0" w:space="0" w:color="auto"/>
          </w:divBdr>
        </w:div>
      </w:divsChild>
    </w:div>
    <w:div w:id="2103908949">
      <w:bodyDiv w:val="1"/>
      <w:marLeft w:val="0"/>
      <w:marRight w:val="0"/>
      <w:marTop w:val="0"/>
      <w:marBottom w:val="0"/>
      <w:divBdr>
        <w:top w:val="none" w:sz="0" w:space="0" w:color="auto"/>
        <w:left w:val="none" w:sz="0" w:space="0" w:color="auto"/>
        <w:bottom w:val="none" w:sz="0" w:space="0" w:color="auto"/>
        <w:right w:val="none" w:sz="0" w:space="0" w:color="auto"/>
      </w:divBdr>
    </w:div>
    <w:div w:id="2107456283">
      <w:bodyDiv w:val="1"/>
      <w:marLeft w:val="0"/>
      <w:marRight w:val="0"/>
      <w:marTop w:val="0"/>
      <w:marBottom w:val="0"/>
      <w:divBdr>
        <w:top w:val="none" w:sz="0" w:space="0" w:color="auto"/>
        <w:left w:val="none" w:sz="0" w:space="0" w:color="auto"/>
        <w:bottom w:val="none" w:sz="0" w:space="0" w:color="auto"/>
        <w:right w:val="none" w:sz="0" w:space="0" w:color="auto"/>
      </w:divBdr>
    </w:div>
    <w:div w:id="2109932429">
      <w:bodyDiv w:val="1"/>
      <w:marLeft w:val="0"/>
      <w:marRight w:val="0"/>
      <w:marTop w:val="0"/>
      <w:marBottom w:val="0"/>
      <w:divBdr>
        <w:top w:val="none" w:sz="0" w:space="0" w:color="auto"/>
        <w:left w:val="none" w:sz="0" w:space="0" w:color="auto"/>
        <w:bottom w:val="none" w:sz="0" w:space="0" w:color="auto"/>
        <w:right w:val="none" w:sz="0" w:space="0" w:color="auto"/>
      </w:divBdr>
    </w:div>
    <w:div w:id="2113432732">
      <w:bodyDiv w:val="1"/>
      <w:marLeft w:val="0"/>
      <w:marRight w:val="0"/>
      <w:marTop w:val="0"/>
      <w:marBottom w:val="0"/>
      <w:divBdr>
        <w:top w:val="none" w:sz="0" w:space="0" w:color="auto"/>
        <w:left w:val="none" w:sz="0" w:space="0" w:color="auto"/>
        <w:bottom w:val="none" w:sz="0" w:space="0" w:color="auto"/>
        <w:right w:val="none" w:sz="0" w:space="0" w:color="auto"/>
      </w:divBdr>
    </w:div>
    <w:div w:id="2124763600">
      <w:bodyDiv w:val="1"/>
      <w:marLeft w:val="0"/>
      <w:marRight w:val="0"/>
      <w:marTop w:val="0"/>
      <w:marBottom w:val="0"/>
      <w:divBdr>
        <w:top w:val="none" w:sz="0" w:space="0" w:color="auto"/>
        <w:left w:val="none" w:sz="0" w:space="0" w:color="auto"/>
        <w:bottom w:val="none" w:sz="0" w:space="0" w:color="auto"/>
        <w:right w:val="none" w:sz="0" w:space="0" w:color="auto"/>
      </w:divBdr>
    </w:div>
    <w:div w:id="2134128409">
      <w:bodyDiv w:val="1"/>
      <w:marLeft w:val="0"/>
      <w:marRight w:val="0"/>
      <w:marTop w:val="0"/>
      <w:marBottom w:val="0"/>
      <w:divBdr>
        <w:top w:val="none" w:sz="0" w:space="0" w:color="auto"/>
        <w:left w:val="none" w:sz="0" w:space="0" w:color="auto"/>
        <w:bottom w:val="none" w:sz="0" w:space="0" w:color="auto"/>
        <w:right w:val="none" w:sz="0" w:space="0" w:color="auto"/>
      </w:divBdr>
    </w:div>
    <w:div w:id="2141871826">
      <w:bodyDiv w:val="1"/>
      <w:marLeft w:val="0"/>
      <w:marRight w:val="0"/>
      <w:marTop w:val="0"/>
      <w:marBottom w:val="0"/>
      <w:divBdr>
        <w:top w:val="none" w:sz="0" w:space="0" w:color="auto"/>
        <w:left w:val="none" w:sz="0" w:space="0" w:color="auto"/>
        <w:bottom w:val="none" w:sz="0" w:space="0" w:color="auto"/>
        <w:right w:val="none" w:sz="0" w:space="0" w:color="auto"/>
      </w:divBdr>
    </w:div>
    <w:div w:id="214225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zwe%20Mngomezulu\Downloads\Monthly%20report%20template%20Edit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91A3B489D1BA40841A9B61ADD4E4A2" ma:contentTypeVersion="18" ma:contentTypeDescription="Create a new document." ma:contentTypeScope="" ma:versionID="92205ddc37e69a8f01a6e5a5c056dfab">
  <xsd:schema xmlns:xsd="http://www.w3.org/2001/XMLSchema" xmlns:xs="http://www.w3.org/2001/XMLSchema" xmlns:p="http://schemas.microsoft.com/office/2006/metadata/properties" xmlns:ns2="2c5e3bf4-a475-444a-9952-8aa2e0d6f63d" xmlns:ns3="55221c09-c7ff-418a-af03-84180da6f5d4" targetNamespace="http://schemas.microsoft.com/office/2006/metadata/properties" ma:root="true" ma:fieldsID="91d129447d07883368746379ca42b9f5" ns2:_="" ns3:_="">
    <xsd:import namespace="2c5e3bf4-a475-444a-9952-8aa2e0d6f63d"/>
    <xsd:import namespace="55221c09-c7ff-418a-af03-84180da6f5d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e3bf4-a475-444a-9952-8aa2e0d6f6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ef1dc8b-4cbf-4c68-a3ec-fdce0d042450}" ma:internalName="TaxCatchAll" ma:showField="CatchAllData" ma:web="2c5e3bf4-a475-444a-9952-8aa2e0d6f6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221c09-c7ff-418a-af03-84180da6f5d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2e6bdb-3d96-45a2-a621-dc79ec3921a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c5e3bf4-a475-444a-9952-8aa2e0d6f63d" xsi:nil="true"/>
    <lcf76f155ced4ddcb4097134ff3c332f xmlns="55221c09-c7ff-418a-af03-84180da6f5d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88955-2B01-46E2-AB08-9E0D9140E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e3bf4-a475-444a-9952-8aa2e0d6f63d"/>
    <ds:schemaRef ds:uri="55221c09-c7ff-418a-af03-84180da6f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101474-3A60-4BD8-A758-15BE5CF6D402}">
  <ds:schemaRefs>
    <ds:schemaRef ds:uri="http://schemas.microsoft.com/office/2006/metadata/properties"/>
    <ds:schemaRef ds:uri="http://schemas.microsoft.com/office/infopath/2007/PartnerControls"/>
    <ds:schemaRef ds:uri="2c5e3bf4-a475-444a-9952-8aa2e0d6f63d"/>
    <ds:schemaRef ds:uri="55221c09-c7ff-418a-af03-84180da6f5d4"/>
  </ds:schemaRefs>
</ds:datastoreItem>
</file>

<file path=customXml/itemProps3.xml><?xml version="1.0" encoding="utf-8"?>
<ds:datastoreItem xmlns:ds="http://schemas.openxmlformats.org/officeDocument/2006/customXml" ds:itemID="{A14B31F7-271F-46D3-BF6F-5FF92A3AFA29}">
  <ds:schemaRefs>
    <ds:schemaRef ds:uri="http://schemas.microsoft.com/sharepoint/v3/contenttype/forms"/>
  </ds:schemaRefs>
</ds:datastoreItem>
</file>

<file path=customXml/itemProps4.xml><?xml version="1.0" encoding="utf-8"?>
<ds:datastoreItem xmlns:ds="http://schemas.openxmlformats.org/officeDocument/2006/customXml" ds:itemID="{5F6D438B-8A45-443B-A9A9-911E04E4C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Monthly report template Edited</Template>
  <TotalTime>6</TotalTime>
  <Pages>3</Pages>
  <Words>322</Words>
  <Characters>2236</Characters>
  <Application>Microsoft Office Word</Application>
  <DocSecurity>0</DocSecurity>
  <Lines>101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Links>
    <vt:vector size="138" baseType="variant">
      <vt:variant>
        <vt:i4>1245232</vt:i4>
      </vt:variant>
      <vt:variant>
        <vt:i4>140</vt:i4>
      </vt:variant>
      <vt:variant>
        <vt:i4>0</vt:i4>
      </vt:variant>
      <vt:variant>
        <vt:i4>5</vt:i4>
      </vt:variant>
      <vt:variant>
        <vt:lpwstr/>
      </vt:variant>
      <vt:variant>
        <vt:lpwstr>_Toc182924119</vt:lpwstr>
      </vt:variant>
      <vt:variant>
        <vt:i4>1245232</vt:i4>
      </vt:variant>
      <vt:variant>
        <vt:i4>131</vt:i4>
      </vt:variant>
      <vt:variant>
        <vt:i4>0</vt:i4>
      </vt:variant>
      <vt:variant>
        <vt:i4>5</vt:i4>
      </vt:variant>
      <vt:variant>
        <vt:lpwstr/>
      </vt:variant>
      <vt:variant>
        <vt:lpwstr>_Toc182924118</vt:lpwstr>
      </vt:variant>
      <vt:variant>
        <vt:i4>1245232</vt:i4>
      </vt:variant>
      <vt:variant>
        <vt:i4>125</vt:i4>
      </vt:variant>
      <vt:variant>
        <vt:i4>0</vt:i4>
      </vt:variant>
      <vt:variant>
        <vt:i4>5</vt:i4>
      </vt:variant>
      <vt:variant>
        <vt:lpwstr/>
      </vt:variant>
      <vt:variant>
        <vt:lpwstr>_Toc182924117</vt:lpwstr>
      </vt:variant>
      <vt:variant>
        <vt:i4>1245232</vt:i4>
      </vt:variant>
      <vt:variant>
        <vt:i4>119</vt:i4>
      </vt:variant>
      <vt:variant>
        <vt:i4>0</vt:i4>
      </vt:variant>
      <vt:variant>
        <vt:i4>5</vt:i4>
      </vt:variant>
      <vt:variant>
        <vt:lpwstr/>
      </vt:variant>
      <vt:variant>
        <vt:lpwstr>_Toc182924116</vt:lpwstr>
      </vt:variant>
      <vt:variant>
        <vt:i4>1245232</vt:i4>
      </vt:variant>
      <vt:variant>
        <vt:i4>113</vt:i4>
      </vt:variant>
      <vt:variant>
        <vt:i4>0</vt:i4>
      </vt:variant>
      <vt:variant>
        <vt:i4>5</vt:i4>
      </vt:variant>
      <vt:variant>
        <vt:lpwstr/>
      </vt:variant>
      <vt:variant>
        <vt:lpwstr>_Toc182924115</vt:lpwstr>
      </vt:variant>
      <vt:variant>
        <vt:i4>1245232</vt:i4>
      </vt:variant>
      <vt:variant>
        <vt:i4>107</vt:i4>
      </vt:variant>
      <vt:variant>
        <vt:i4>0</vt:i4>
      </vt:variant>
      <vt:variant>
        <vt:i4>5</vt:i4>
      </vt:variant>
      <vt:variant>
        <vt:lpwstr/>
      </vt:variant>
      <vt:variant>
        <vt:lpwstr>_Toc182924114</vt:lpwstr>
      </vt:variant>
      <vt:variant>
        <vt:i4>1245232</vt:i4>
      </vt:variant>
      <vt:variant>
        <vt:i4>101</vt:i4>
      </vt:variant>
      <vt:variant>
        <vt:i4>0</vt:i4>
      </vt:variant>
      <vt:variant>
        <vt:i4>5</vt:i4>
      </vt:variant>
      <vt:variant>
        <vt:lpwstr/>
      </vt:variant>
      <vt:variant>
        <vt:lpwstr>_Toc182924113</vt:lpwstr>
      </vt:variant>
      <vt:variant>
        <vt:i4>1245232</vt:i4>
      </vt:variant>
      <vt:variant>
        <vt:i4>95</vt:i4>
      </vt:variant>
      <vt:variant>
        <vt:i4>0</vt:i4>
      </vt:variant>
      <vt:variant>
        <vt:i4>5</vt:i4>
      </vt:variant>
      <vt:variant>
        <vt:lpwstr/>
      </vt:variant>
      <vt:variant>
        <vt:lpwstr>_Toc182924112</vt:lpwstr>
      </vt:variant>
      <vt:variant>
        <vt:i4>1245232</vt:i4>
      </vt:variant>
      <vt:variant>
        <vt:i4>89</vt:i4>
      </vt:variant>
      <vt:variant>
        <vt:i4>0</vt:i4>
      </vt:variant>
      <vt:variant>
        <vt:i4>5</vt:i4>
      </vt:variant>
      <vt:variant>
        <vt:lpwstr/>
      </vt:variant>
      <vt:variant>
        <vt:lpwstr>_Toc182924111</vt:lpwstr>
      </vt:variant>
      <vt:variant>
        <vt:i4>1441842</vt:i4>
      </vt:variant>
      <vt:variant>
        <vt:i4>80</vt:i4>
      </vt:variant>
      <vt:variant>
        <vt:i4>0</vt:i4>
      </vt:variant>
      <vt:variant>
        <vt:i4>5</vt:i4>
      </vt:variant>
      <vt:variant>
        <vt:lpwstr/>
      </vt:variant>
      <vt:variant>
        <vt:lpwstr>_Toc182924345</vt:lpwstr>
      </vt:variant>
      <vt:variant>
        <vt:i4>1441842</vt:i4>
      </vt:variant>
      <vt:variant>
        <vt:i4>74</vt:i4>
      </vt:variant>
      <vt:variant>
        <vt:i4>0</vt:i4>
      </vt:variant>
      <vt:variant>
        <vt:i4>5</vt:i4>
      </vt:variant>
      <vt:variant>
        <vt:lpwstr/>
      </vt:variant>
      <vt:variant>
        <vt:lpwstr>_Toc182924344</vt:lpwstr>
      </vt:variant>
      <vt:variant>
        <vt:i4>1441842</vt:i4>
      </vt:variant>
      <vt:variant>
        <vt:i4>68</vt:i4>
      </vt:variant>
      <vt:variant>
        <vt:i4>0</vt:i4>
      </vt:variant>
      <vt:variant>
        <vt:i4>5</vt:i4>
      </vt:variant>
      <vt:variant>
        <vt:lpwstr/>
      </vt:variant>
      <vt:variant>
        <vt:lpwstr>_Toc182924343</vt:lpwstr>
      </vt:variant>
      <vt:variant>
        <vt:i4>1441842</vt:i4>
      </vt:variant>
      <vt:variant>
        <vt:i4>62</vt:i4>
      </vt:variant>
      <vt:variant>
        <vt:i4>0</vt:i4>
      </vt:variant>
      <vt:variant>
        <vt:i4>5</vt:i4>
      </vt:variant>
      <vt:variant>
        <vt:lpwstr/>
      </vt:variant>
      <vt:variant>
        <vt:lpwstr>_Toc182924342</vt:lpwstr>
      </vt:variant>
      <vt:variant>
        <vt:i4>1441842</vt:i4>
      </vt:variant>
      <vt:variant>
        <vt:i4>56</vt:i4>
      </vt:variant>
      <vt:variant>
        <vt:i4>0</vt:i4>
      </vt:variant>
      <vt:variant>
        <vt:i4>5</vt:i4>
      </vt:variant>
      <vt:variant>
        <vt:lpwstr/>
      </vt:variant>
      <vt:variant>
        <vt:lpwstr>_Toc182924341</vt:lpwstr>
      </vt:variant>
      <vt:variant>
        <vt:i4>1441842</vt:i4>
      </vt:variant>
      <vt:variant>
        <vt:i4>50</vt:i4>
      </vt:variant>
      <vt:variant>
        <vt:i4>0</vt:i4>
      </vt:variant>
      <vt:variant>
        <vt:i4>5</vt:i4>
      </vt:variant>
      <vt:variant>
        <vt:lpwstr/>
      </vt:variant>
      <vt:variant>
        <vt:lpwstr>_Toc182924340</vt:lpwstr>
      </vt:variant>
      <vt:variant>
        <vt:i4>1114162</vt:i4>
      </vt:variant>
      <vt:variant>
        <vt:i4>44</vt:i4>
      </vt:variant>
      <vt:variant>
        <vt:i4>0</vt:i4>
      </vt:variant>
      <vt:variant>
        <vt:i4>5</vt:i4>
      </vt:variant>
      <vt:variant>
        <vt:lpwstr/>
      </vt:variant>
      <vt:variant>
        <vt:lpwstr>_Toc182924339</vt:lpwstr>
      </vt:variant>
      <vt:variant>
        <vt:i4>1114162</vt:i4>
      </vt:variant>
      <vt:variant>
        <vt:i4>38</vt:i4>
      </vt:variant>
      <vt:variant>
        <vt:i4>0</vt:i4>
      </vt:variant>
      <vt:variant>
        <vt:i4>5</vt:i4>
      </vt:variant>
      <vt:variant>
        <vt:lpwstr/>
      </vt:variant>
      <vt:variant>
        <vt:lpwstr>_Toc182924338</vt:lpwstr>
      </vt:variant>
      <vt:variant>
        <vt:i4>1114162</vt:i4>
      </vt:variant>
      <vt:variant>
        <vt:i4>32</vt:i4>
      </vt:variant>
      <vt:variant>
        <vt:i4>0</vt:i4>
      </vt:variant>
      <vt:variant>
        <vt:i4>5</vt:i4>
      </vt:variant>
      <vt:variant>
        <vt:lpwstr/>
      </vt:variant>
      <vt:variant>
        <vt:lpwstr>_Toc182924337</vt:lpwstr>
      </vt:variant>
      <vt:variant>
        <vt:i4>1114162</vt:i4>
      </vt:variant>
      <vt:variant>
        <vt:i4>26</vt:i4>
      </vt:variant>
      <vt:variant>
        <vt:i4>0</vt:i4>
      </vt:variant>
      <vt:variant>
        <vt:i4>5</vt:i4>
      </vt:variant>
      <vt:variant>
        <vt:lpwstr/>
      </vt:variant>
      <vt:variant>
        <vt:lpwstr>_Toc182924336</vt:lpwstr>
      </vt:variant>
      <vt:variant>
        <vt:i4>1114162</vt:i4>
      </vt:variant>
      <vt:variant>
        <vt:i4>20</vt:i4>
      </vt:variant>
      <vt:variant>
        <vt:i4>0</vt:i4>
      </vt:variant>
      <vt:variant>
        <vt:i4>5</vt:i4>
      </vt:variant>
      <vt:variant>
        <vt:lpwstr/>
      </vt:variant>
      <vt:variant>
        <vt:lpwstr>_Toc182924335</vt:lpwstr>
      </vt:variant>
      <vt:variant>
        <vt:i4>1114162</vt:i4>
      </vt:variant>
      <vt:variant>
        <vt:i4>14</vt:i4>
      </vt:variant>
      <vt:variant>
        <vt:i4>0</vt:i4>
      </vt:variant>
      <vt:variant>
        <vt:i4>5</vt:i4>
      </vt:variant>
      <vt:variant>
        <vt:lpwstr/>
      </vt:variant>
      <vt:variant>
        <vt:lpwstr>_Toc182924334</vt:lpwstr>
      </vt:variant>
      <vt:variant>
        <vt:i4>1114162</vt:i4>
      </vt:variant>
      <vt:variant>
        <vt:i4>8</vt:i4>
      </vt:variant>
      <vt:variant>
        <vt:i4>0</vt:i4>
      </vt:variant>
      <vt:variant>
        <vt:i4>5</vt:i4>
      </vt:variant>
      <vt:variant>
        <vt:lpwstr/>
      </vt:variant>
      <vt:variant>
        <vt:lpwstr>_Toc182924333</vt:lpwstr>
      </vt:variant>
      <vt:variant>
        <vt:i4>1114162</vt:i4>
      </vt:variant>
      <vt:variant>
        <vt:i4>2</vt:i4>
      </vt:variant>
      <vt:variant>
        <vt:i4>0</vt:i4>
      </vt:variant>
      <vt:variant>
        <vt:i4>5</vt:i4>
      </vt:variant>
      <vt:variant>
        <vt:lpwstr/>
      </vt:variant>
      <vt:variant>
        <vt:lpwstr>_Toc182924332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Sizwe Mngomezulu</dc:creator>
  <cp:keywords/>
  <dc:description/>
  <cp:lastModifiedBy>Sipho Mkhabela</cp:lastModifiedBy>
  <cp:revision>26</cp:revision>
  <cp:lastPrinted>2024-11-20T14:11:00Z</cp:lastPrinted>
  <dcterms:created xsi:type="dcterms:W3CDTF">2026-01-14T06:14:00Z</dcterms:created>
  <dcterms:modified xsi:type="dcterms:W3CDTF">2026-01-30T06:23:00Z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0x0101003B91A3B489D1BA40841A9B61ADD4E4A2</vt:lpwstr>
  </property>
  <property fmtid="{D5CDD505-2E9C-101B-9397-08002B2CF9AE}" pid="3" name="MediaServiceImageTags">
    <vt:lpwstr/>
  </property>
</Properties>
</file>